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5244" w:rsidRDefault="00276C10" w:rsidP="005D6A0F">
      <w:pPr>
        <w:jc w:val="both"/>
        <w:rPr>
          <w:rFonts w:ascii="Corbel" w:hAnsi="Corbel"/>
        </w:rPr>
      </w:pPr>
      <w:r>
        <w:rPr>
          <w:rFonts w:ascii="Corbel" w:hAnsi="Corbel"/>
        </w:rPr>
        <w:t>Il</w:t>
      </w:r>
      <w:r w:rsidR="00BC5244">
        <w:rPr>
          <w:rFonts w:ascii="Corbel" w:hAnsi="Corbel"/>
        </w:rPr>
        <w:t xml:space="preserve"> giorno</w:t>
      </w:r>
      <w:r w:rsidR="007A1EF2">
        <w:rPr>
          <w:rFonts w:ascii="Corbel" w:hAnsi="Corbel"/>
        </w:rPr>
        <w:t xml:space="preserve"> </w:t>
      </w:r>
      <w:r w:rsidR="009C1E43">
        <w:rPr>
          <w:rFonts w:ascii="Corbel" w:hAnsi="Corbel"/>
        </w:rPr>
        <w:t>13 Dicembre</w:t>
      </w:r>
      <w:r w:rsidR="002D1F6A">
        <w:rPr>
          <w:rFonts w:ascii="Corbel" w:hAnsi="Corbel"/>
        </w:rPr>
        <w:t xml:space="preserve"> 2021</w:t>
      </w:r>
      <w:r w:rsidR="000B5CE4">
        <w:rPr>
          <w:rFonts w:ascii="Corbel" w:hAnsi="Corbel"/>
        </w:rPr>
        <w:t xml:space="preserve"> </w:t>
      </w:r>
      <w:r w:rsidR="00BC5244">
        <w:rPr>
          <w:rFonts w:ascii="Corbel" w:hAnsi="Corbel"/>
        </w:rPr>
        <w:t>alle ore</w:t>
      </w:r>
      <w:r w:rsidR="00CB071A">
        <w:rPr>
          <w:rFonts w:ascii="Corbel" w:hAnsi="Corbel"/>
        </w:rPr>
        <w:t xml:space="preserve"> 15:00 </w:t>
      </w:r>
      <w:r w:rsidR="00BC5244">
        <w:rPr>
          <w:rFonts w:ascii="Corbel" w:hAnsi="Corbel"/>
        </w:rPr>
        <w:t>si è riunito</w:t>
      </w:r>
      <w:r w:rsidR="00B371F3">
        <w:rPr>
          <w:rFonts w:ascii="Corbel" w:hAnsi="Corbel"/>
        </w:rPr>
        <w:t xml:space="preserve"> in forma telematica</w:t>
      </w:r>
      <w:r w:rsidR="00BC5244">
        <w:rPr>
          <w:rFonts w:ascii="Corbel" w:hAnsi="Corbel"/>
        </w:rPr>
        <w:t xml:space="preserve">, </w:t>
      </w:r>
      <w:r w:rsidR="00DB123E" w:rsidRPr="00366CA9">
        <w:rPr>
          <w:rFonts w:ascii="Corbel" w:hAnsi="Corbel"/>
        </w:rPr>
        <w:t>ai sensi dell’art. 3 del “Regolamento temporaneo per lo svolgimento delle sedute collegiali in modalità telematica” emanato con D.R. n. 480 del 17.03.2020</w:t>
      </w:r>
      <w:r w:rsidR="00DB123E">
        <w:rPr>
          <w:rFonts w:ascii="Corbel" w:hAnsi="Corbel"/>
        </w:rPr>
        <w:t xml:space="preserve"> </w:t>
      </w:r>
      <w:r w:rsidR="00BC5244">
        <w:rPr>
          <w:rFonts w:ascii="Corbel" w:hAnsi="Corbel"/>
        </w:rPr>
        <w:t xml:space="preserve">previa regolare convocazione in </w:t>
      </w:r>
      <w:r w:rsidR="00BC5244" w:rsidRPr="000C2BB2">
        <w:rPr>
          <w:rFonts w:ascii="Corbel" w:hAnsi="Corbel"/>
        </w:rPr>
        <w:t>data</w:t>
      </w:r>
      <w:r w:rsidR="00005E4A" w:rsidRPr="000C2BB2">
        <w:rPr>
          <w:rFonts w:ascii="Corbel" w:hAnsi="Corbel"/>
        </w:rPr>
        <w:t xml:space="preserve"> </w:t>
      </w:r>
      <w:r w:rsidR="009C1E43">
        <w:rPr>
          <w:rFonts w:ascii="Corbel" w:hAnsi="Corbel"/>
        </w:rPr>
        <w:t>7 Dicembre</w:t>
      </w:r>
      <w:r w:rsidR="00661C0F" w:rsidRPr="000C2BB2">
        <w:rPr>
          <w:rFonts w:ascii="Corbel" w:hAnsi="Corbel"/>
        </w:rPr>
        <w:t xml:space="preserve"> 2</w:t>
      </w:r>
      <w:r w:rsidR="00005E4A" w:rsidRPr="000C2BB2">
        <w:rPr>
          <w:rFonts w:ascii="Corbel" w:hAnsi="Corbel"/>
        </w:rPr>
        <w:t>021</w:t>
      </w:r>
      <w:r w:rsidR="00BC5244" w:rsidRPr="000C2BB2">
        <w:rPr>
          <w:rFonts w:ascii="Corbel" w:hAnsi="Corbel"/>
        </w:rPr>
        <w:t>, il Consiglio del Dipartimento di Economia.</w:t>
      </w:r>
    </w:p>
    <w:p w:rsidR="00307396" w:rsidRDefault="00307396" w:rsidP="005D6A0F">
      <w:pPr>
        <w:jc w:val="both"/>
        <w:rPr>
          <w:rFonts w:ascii="Corbel" w:hAnsi="Corbel"/>
        </w:rPr>
      </w:pPr>
    </w:p>
    <w:tbl>
      <w:tblPr>
        <w:tblW w:w="9351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84"/>
        <w:gridCol w:w="3973"/>
        <w:gridCol w:w="425"/>
        <w:gridCol w:w="567"/>
        <w:gridCol w:w="425"/>
        <w:gridCol w:w="2977"/>
      </w:tblGrid>
      <w:tr w:rsidR="00BC5244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244" w:rsidRDefault="00BC5244">
            <w:pPr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244" w:rsidRDefault="0003604A">
            <w:pPr>
              <w:rPr>
                <w:rFonts w:ascii="Corbel" w:hAnsi="Corbel" w:cs="Arial"/>
                <w:b/>
              </w:rPr>
            </w:pPr>
            <w:r>
              <w:rPr>
                <w:rFonts w:ascii="Corbel" w:hAnsi="Corbel" w:cs="Arial"/>
                <w:b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244" w:rsidRDefault="00BC5244">
            <w:pPr>
              <w:jc w:val="center"/>
              <w:rPr>
                <w:rFonts w:ascii="Corbel" w:hAnsi="Corbel" w:cs="Arial"/>
              </w:rPr>
            </w:pPr>
            <w:r>
              <w:rPr>
                <w:rFonts w:ascii="Corbel" w:hAnsi="Corbel" w:cs="Arial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44" w:rsidRDefault="00BC5244">
            <w:pPr>
              <w:jc w:val="center"/>
              <w:rPr>
                <w:rFonts w:ascii="Corbel" w:hAnsi="Corbel" w:cs="Arial"/>
              </w:rPr>
            </w:pPr>
            <w:r>
              <w:rPr>
                <w:rFonts w:ascii="Corbel" w:hAnsi="Corbel" w:cs="Arial"/>
              </w:rPr>
              <w:t>AG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44" w:rsidRDefault="00BC5244">
            <w:pPr>
              <w:jc w:val="center"/>
              <w:rPr>
                <w:rFonts w:ascii="Corbel" w:hAnsi="Corbel" w:cs="Arial"/>
              </w:rPr>
            </w:pPr>
            <w:r>
              <w:rPr>
                <w:rFonts w:ascii="Corbel" w:hAnsi="Corbel" w:cs="Arial"/>
              </w:rPr>
              <w:t>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44" w:rsidRDefault="00BC5244">
            <w:pPr>
              <w:jc w:val="center"/>
              <w:rPr>
                <w:rFonts w:ascii="Corbel" w:hAnsi="Corbel" w:cs="Arial"/>
              </w:rPr>
            </w:pPr>
            <w:r>
              <w:rPr>
                <w:rFonts w:ascii="Corbel" w:hAnsi="Corbel" w:cs="Arial"/>
              </w:rPr>
              <w:t>Note</w:t>
            </w:r>
          </w:p>
        </w:tc>
      </w:tr>
      <w:tr w:rsidR="00BC5244" w:rsidTr="004567EE">
        <w:trPr>
          <w:tblHeader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244" w:rsidRDefault="00BC5244">
            <w:pPr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244" w:rsidRDefault="00BC5244">
            <w:pPr>
              <w:rPr>
                <w:rFonts w:ascii="Corbel" w:hAnsi="Corbel" w:cs="Arial"/>
                <w:b/>
              </w:rPr>
            </w:pPr>
            <w:r>
              <w:rPr>
                <w:rFonts w:ascii="Corbel" w:hAnsi="Corbel" w:cs="Arial"/>
                <w:b/>
              </w:rPr>
              <w:t>DOCENTI I FASCIA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244" w:rsidRDefault="00BC5244">
            <w:pPr>
              <w:jc w:val="center"/>
              <w:rPr>
                <w:rFonts w:ascii="Corbel" w:hAnsi="Corbe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44" w:rsidRDefault="00BC5244">
            <w:pPr>
              <w:jc w:val="center"/>
              <w:rPr>
                <w:rFonts w:ascii="Corbel" w:hAnsi="Corbe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44" w:rsidRDefault="00BC5244">
            <w:pPr>
              <w:jc w:val="center"/>
              <w:rPr>
                <w:rFonts w:ascii="Corbel" w:hAnsi="Corbe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44" w:rsidRDefault="00BC5244">
            <w:pPr>
              <w:jc w:val="center"/>
              <w:rPr>
                <w:rFonts w:ascii="Corbel" w:hAnsi="Corbel" w:cs="Arial"/>
              </w:rPr>
            </w:pPr>
          </w:p>
        </w:tc>
      </w:tr>
      <w:tr w:rsidR="00BC5244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244" w:rsidRDefault="00BC5244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5244" w:rsidRDefault="00BC5244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BARTOLUCCI FRANCESCO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5244" w:rsidRPr="00C414BF" w:rsidRDefault="00CB071A" w:rsidP="00DF2F9B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244" w:rsidRPr="00C414BF" w:rsidRDefault="00BC5244" w:rsidP="00DF2F9B">
            <w:pPr>
              <w:jc w:val="center"/>
              <w:rPr>
                <w:rFonts w:ascii="Corbel" w:hAnsi="Corbel" w:cs="Arial"/>
                <w:bCs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244" w:rsidRPr="00F1003D" w:rsidRDefault="00BC5244">
            <w:pPr>
              <w:jc w:val="center"/>
              <w:rPr>
                <w:rFonts w:ascii="Corbel" w:hAnsi="Corbel" w:cs="Arial"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244" w:rsidRPr="001546EE" w:rsidRDefault="00BC5244">
            <w:pPr>
              <w:jc w:val="center"/>
              <w:rPr>
                <w:rFonts w:ascii="Corbel" w:hAnsi="Corbel" w:cs="Arial"/>
                <w:bCs/>
                <w:sz w:val="22"/>
                <w:szCs w:val="22"/>
              </w:rPr>
            </w:pPr>
          </w:p>
        </w:tc>
      </w:tr>
      <w:tr w:rsidR="00005E4A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5E4A" w:rsidRDefault="00005E4A" w:rsidP="00005E4A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5E4A" w:rsidRDefault="00005E4A" w:rsidP="00005E4A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BOCCACCIO MARCO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5E4A" w:rsidRPr="00661C0F" w:rsidRDefault="00005E4A" w:rsidP="00005E4A">
            <w:pPr>
              <w:jc w:val="center"/>
              <w:rPr>
                <w:rFonts w:ascii="Corbel" w:hAnsi="Corbe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5E4A" w:rsidRPr="00C414BF" w:rsidRDefault="00CB071A" w:rsidP="00005E4A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5E4A" w:rsidRPr="009219F9" w:rsidRDefault="00005E4A" w:rsidP="00005E4A">
            <w:pPr>
              <w:jc w:val="center"/>
              <w:rPr>
                <w:rFonts w:ascii="Corbel" w:hAnsi="Corbel" w:cs="Arial"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5E4A" w:rsidRPr="00F27FF2" w:rsidRDefault="00005E4A" w:rsidP="00005E4A">
            <w:pPr>
              <w:jc w:val="center"/>
              <w:rPr>
                <w:rFonts w:ascii="Corbel" w:hAnsi="Corbel" w:cs="Arial"/>
                <w:bCs/>
                <w:sz w:val="20"/>
                <w:szCs w:val="20"/>
              </w:rPr>
            </w:pPr>
          </w:p>
        </w:tc>
      </w:tr>
      <w:tr w:rsidR="00005E4A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5E4A" w:rsidRDefault="00005E4A" w:rsidP="00005E4A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5E4A" w:rsidRDefault="00005E4A" w:rsidP="00005E4A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BOLLINO CARLO ANDREA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5E4A" w:rsidRPr="00661C0F" w:rsidRDefault="00CB071A" w:rsidP="00005E4A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5E4A" w:rsidRPr="00C414BF" w:rsidRDefault="00005E4A" w:rsidP="00005E4A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5E4A" w:rsidRPr="00F1003D" w:rsidRDefault="00005E4A" w:rsidP="00005E4A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5E4A" w:rsidRPr="00525E9E" w:rsidRDefault="00005E4A" w:rsidP="00005E4A">
            <w:pPr>
              <w:rPr>
                <w:rFonts w:ascii="Corbel" w:hAnsi="Corbel" w:cs="Arial"/>
                <w:bCs/>
                <w:sz w:val="20"/>
                <w:szCs w:val="20"/>
              </w:rPr>
            </w:pPr>
          </w:p>
        </w:tc>
      </w:tr>
      <w:tr w:rsidR="00005E4A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5E4A" w:rsidRDefault="00005E4A" w:rsidP="00005E4A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5E4A" w:rsidRDefault="00005E4A" w:rsidP="00005E4A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CASTELLANI DAVIDE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5E4A" w:rsidRPr="00661C0F" w:rsidRDefault="00005E4A" w:rsidP="00005E4A">
            <w:pPr>
              <w:jc w:val="center"/>
              <w:rPr>
                <w:rFonts w:ascii="Corbel" w:hAnsi="Corbe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5E4A" w:rsidRPr="00C414BF" w:rsidRDefault="00CB071A" w:rsidP="00005E4A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5E4A" w:rsidRPr="00C510DC" w:rsidRDefault="00005E4A" w:rsidP="00005E4A">
            <w:pPr>
              <w:jc w:val="center"/>
              <w:rPr>
                <w:rFonts w:ascii="Corbel" w:hAnsi="Corbel" w:cs="Arial"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5E4A" w:rsidRPr="00F27FF2" w:rsidRDefault="00005E4A" w:rsidP="00005E4A">
            <w:pPr>
              <w:rPr>
                <w:rFonts w:ascii="Corbel" w:hAnsi="Corbel" w:cs="Arial"/>
                <w:bCs/>
                <w:sz w:val="20"/>
                <w:szCs w:val="20"/>
              </w:rPr>
            </w:pPr>
          </w:p>
        </w:tc>
      </w:tr>
      <w:tr w:rsidR="00005E4A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5E4A" w:rsidRDefault="00005E4A" w:rsidP="00005E4A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5E4A" w:rsidRDefault="00005E4A" w:rsidP="00005E4A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FARENGA LUIGI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5E4A" w:rsidRPr="00661C0F" w:rsidRDefault="00CB071A" w:rsidP="00005E4A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5E4A" w:rsidRPr="00C414BF" w:rsidRDefault="00005E4A" w:rsidP="00005E4A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5E4A" w:rsidRPr="00F1003D" w:rsidRDefault="00005E4A" w:rsidP="00005E4A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5E4A" w:rsidRPr="00F27FF2" w:rsidRDefault="00005E4A" w:rsidP="00005E4A">
            <w:pPr>
              <w:jc w:val="center"/>
              <w:rPr>
                <w:rFonts w:ascii="Corbel" w:hAnsi="Corbel" w:cs="Arial"/>
                <w:bCs/>
              </w:rPr>
            </w:pPr>
          </w:p>
        </w:tc>
      </w:tr>
      <w:tr w:rsidR="00005E4A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5E4A" w:rsidRDefault="00005E4A" w:rsidP="00005E4A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5E4A" w:rsidRPr="00A16821" w:rsidRDefault="00005E4A" w:rsidP="00005E4A">
            <w:pPr>
              <w:rPr>
                <w:rFonts w:ascii="Corbel" w:hAnsi="Corbel" w:cs="Arial"/>
                <w:bCs/>
              </w:rPr>
            </w:pPr>
            <w:r w:rsidRPr="00A16821">
              <w:rPr>
                <w:rFonts w:ascii="Corbel" w:hAnsi="Corbel" w:cs="Arial"/>
                <w:bCs/>
              </w:rPr>
              <w:t>FERRUCCI LUCA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5E4A" w:rsidRPr="00661C0F" w:rsidRDefault="00CB071A" w:rsidP="00005E4A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5E4A" w:rsidRPr="00C414BF" w:rsidRDefault="00005E4A" w:rsidP="00005E4A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5E4A" w:rsidRPr="009219F9" w:rsidRDefault="00005E4A" w:rsidP="00005E4A">
            <w:pPr>
              <w:jc w:val="center"/>
              <w:rPr>
                <w:rFonts w:ascii="Corbel" w:hAnsi="Corbel" w:cs="Arial"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5E4A" w:rsidRPr="00F27FF2" w:rsidRDefault="00005E4A" w:rsidP="00005E4A">
            <w:pPr>
              <w:rPr>
                <w:rFonts w:ascii="Corbel" w:hAnsi="Corbel" w:cs="Arial"/>
                <w:bCs/>
                <w:sz w:val="20"/>
                <w:szCs w:val="20"/>
              </w:rPr>
            </w:pPr>
          </w:p>
        </w:tc>
      </w:tr>
      <w:tr w:rsidR="00005E4A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5E4A" w:rsidRDefault="00005E4A" w:rsidP="00005E4A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5E4A" w:rsidRDefault="00005E4A" w:rsidP="00005E4A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MARI LIBERO MARIO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5E4A" w:rsidRPr="00661C0F" w:rsidRDefault="00CB071A" w:rsidP="00005E4A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5E4A" w:rsidRPr="00661C0F" w:rsidRDefault="00005E4A" w:rsidP="00005E4A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5E4A" w:rsidRPr="00F1003D" w:rsidRDefault="00005E4A" w:rsidP="00005E4A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5E4A" w:rsidRPr="00F27FF2" w:rsidRDefault="00005E4A" w:rsidP="00005E4A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</w:tr>
      <w:tr w:rsidR="00430478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0478" w:rsidRDefault="00430478" w:rsidP="00430478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0478" w:rsidRDefault="00430478" w:rsidP="00430478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MEZZASOMA LORENZO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0478" w:rsidRPr="00661C0F" w:rsidRDefault="00CB071A" w:rsidP="00430478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0478" w:rsidRPr="00661C0F" w:rsidRDefault="00430478" w:rsidP="00430478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0478" w:rsidRPr="00F1003D" w:rsidRDefault="00430478" w:rsidP="00430478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0478" w:rsidRPr="00F27FF2" w:rsidRDefault="00430478" w:rsidP="00430478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</w:tr>
      <w:tr w:rsidR="00005E4A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5E4A" w:rsidRDefault="00005E4A" w:rsidP="00005E4A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5E4A" w:rsidRDefault="00005E4A" w:rsidP="00005E4A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MONTRONE ALESSANDRO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5E4A" w:rsidRPr="00661C0F" w:rsidRDefault="00CB071A" w:rsidP="00005E4A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5E4A" w:rsidRPr="00661C0F" w:rsidRDefault="00005E4A" w:rsidP="00005E4A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5E4A" w:rsidRPr="00F1003D" w:rsidRDefault="00005E4A" w:rsidP="00005E4A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5E4A" w:rsidRPr="00F27FF2" w:rsidRDefault="00005E4A" w:rsidP="00005E4A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</w:tr>
      <w:tr w:rsidR="00005E4A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5E4A" w:rsidRDefault="00005E4A" w:rsidP="00005E4A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5E4A" w:rsidRDefault="00005E4A" w:rsidP="00005E4A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MUSILE TANZI PAOLA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5E4A" w:rsidRPr="00661C0F" w:rsidRDefault="00005E4A" w:rsidP="00005E4A">
            <w:pPr>
              <w:jc w:val="center"/>
              <w:rPr>
                <w:rFonts w:ascii="Corbel" w:hAnsi="Corbe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4A" w:rsidRPr="00661C0F" w:rsidRDefault="00CB071A" w:rsidP="00005E4A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4A" w:rsidRPr="00F1003D" w:rsidRDefault="00005E4A" w:rsidP="00005E4A">
            <w:pPr>
              <w:jc w:val="center"/>
              <w:rPr>
                <w:rFonts w:ascii="Corbel" w:hAnsi="Corbel" w:cs="Arial"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4A" w:rsidRDefault="00005E4A" w:rsidP="00005E4A">
            <w:pPr>
              <w:jc w:val="center"/>
              <w:rPr>
                <w:rFonts w:ascii="Corbel" w:hAnsi="Corbel" w:cs="Arial"/>
                <w:bCs/>
                <w:sz w:val="20"/>
                <w:szCs w:val="20"/>
              </w:rPr>
            </w:pPr>
          </w:p>
        </w:tc>
      </w:tr>
      <w:tr w:rsidR="0017200F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00F" w:rsidRDefault="0017200F" w:rsidP="0017200F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00F" w:rsidRDefault="0017200F" w:rsidP="0017200F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NADOTTI LORIS L.M.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00F" w:rsidRPr="00661C0F" w:rsidRDefault="00CB071A" w:rsidP="0017200F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00F" w:rsidRPr="00661C0F" w:rsidRDefault="0017200F" w:rsidP="0017200F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00F" w:rsidRPr="00F1003D" w:rsidRDefault="0017200F" w:rsidP="0017200F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200F" w:rsidRPr="00F27FF2" w:rsidRDefault="0017200F" w:rsidP="0017200F">
            <w:pPr>
              <w:rPr>
                <w:rFonts w:ascii="Corbel" w:hAnsi="Corbel" w:cs="Arial"/>
                <w:bCs/>
                <w:sz w:val="20"/>
                <w:szCs w:val="20"/>
              </w:rPr>
            </w:pPr>
          </w:p>
        </w:tc>
      </w:tr>
      <w:tr w:rsidR="0017200F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00F" w:rsidRDefault="0017200F" w:rsidP="0017200F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00F" w:rsidRDefault="0017200F" w:rsidP="0017200F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PAGLIACCI MAURO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00F" w:rsidRDefault="0017200F" w:rsidP="0017200F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00F" w:rsidRPr="00C414BF" w:rsidRDefault="00CB071A" w:rsidP="0017200F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00F" w:rsidRPr="00F1003D" w:rsidRDefault="0017200F" w:rsidP="0017200F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00F" w:rsidRDefault="0017200F" w:rsidP="0017200F">
            <w:pPr>
              <w:rPr>
                <w:rFonts w:ascii="Corbel" w:hAnsi="Corbel" w:cs="Arial"/>
                <w:bCs/>
                <w:sz w:val="20"/>
                <w:szCs w:val="20"/>
              </w:rPr>
            </w:pPr>
          </w:p>
        </w:tc>
      </w:tr>
      <w:tr w:rsidR="0017200F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00F" w:rsidRDefault="0017200F" w:rsidP="0017200F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00F" w:rsidRDefault="0017200F" w:rsidP="0017200F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SCAGLIONE FRANCESCO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00F" w:rsidRPr="00661C0F" w:rsidRDefault="00CB071A" w:rsidP="0017200F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00F" w:rsidRPr="00C414BF" w:rsidRDefault="0017200F" w:rsidP="0017200F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00F" w:rsidRPr="00F1003D" w:rsidRDefault="0017200F" w:rsidP="0017200F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00F" w:rsidRDefault="0017200F" w:rsidP="0017200F">
            <w:pPr>
              <w:jc w:val="center"/>
              <w:rPr>
                <w:rFonts w:ascii="Corbel" w:hAnsi="Corbel" w:cs="Arial"/>
                <w:bCs/>
                <w:sz w:val="20"/>
                <w:szCs w:val="20"/>
              </w:rPr>
            </w:pPr>
          </w:p>
        </w:tc>
      </w:tr>
      <w:tr w:rsidR="00A85C27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5C27" w:rsidRDefault="00A85C27" w:rsidP="00A85C27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5C27" w:rsidRDefault="00A85C27" w:rsidP="00A85C27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SCHIUMA LAURA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5C27" w:rsidRPr="00661C0F" w:rsidRDefault="00CB071A" w:rsidP="00A85C27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5C27" w:rsidRPr="00C414BF" w:rsidRDefault="00A85C27" w:rsidP="00A85C2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5C27" w:rsidRPr="00F1003D" w:rsidRDefault="00A85C27" w:rsidP="00A85C27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5C27" w:rsidRDefault="00A85C27" w:rsidP="00A85C27">
            <w:pPr>
              <w:jc w:val="center"/>
              <w:rPr>
                <w:rFonts w:ascii="Corbel" w:hAnsi="Corbel" w:cs="Arial"/>
                <w:bCs/>
              </w:rPr>
            </w:pPr>
          </w:p>
        </w:tc>
      </w:tr>
      <w:tr w:rsidR="0017200F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00F" w:rsidRDefault="0017200F" w:rsidP="0017200F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00F" w:rsidRDefault="0017200F" w:rsidP="0017200F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SIGNORELLI MARCELLO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00F" w:rsidRPr="00661C0F" w:rsidRDefault="00CB071A" w:rsidP="0017200F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00F" w:rsidRPr="00C414BF" w:rsidRDefault="0017200F" w:rsidP="0017200F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00F" w:rsidRPr="00F1003D" w:rsidRDefault="0017200F" w:rsidP="0017200F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00F" w:rsidRPr="009C07AE" w:rsidRDefault="0017200F" w:rsidP="0017200F">
            <w:pPr>
              <w:jc w:val="center"/>
              <w:rPr>
                <w:rFonts w:ascii="Corbel" w:hAnsi="Corbel" w:cs="Arial"/>
                <w:bCs/>
                <w:sz w:val="20"/>
                <w:szCs w:val="20"/>
              </w:rPr>
            </w:pPr>
          </w:p>
        </w:tc>
      </w:tr>
      <w:tr w:rsidR="0017200F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00F" w:rsidRDefault="0017200F" w:rsidP="0017200F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00F" w:rsidRDefault="0017200F" w:rsidP="0017200F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STANGHELLINI ELENA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00F" w:rsidRPr="00661C0F" w:rsidRDefault="00CB071A" w:rsidP="0017200F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00F" w:rsidRPr="00661C0F" w:rsidRDefault="0017200F" w:rsidP="0017200F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00F" w:rsidRPr="00661C0F" w:rsidRDefault="0017200F" w:rsidP="0017200F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00F" w:rsidRPr="00F27FF2" w:rsidRDefault="0017200F" w:rsidP="0017200F">
            <w:pPr>
              <w:rPr>
                <w:rFonts w:ascii="Corbel" w:hAnsi="Corbel" w:cs="Arial"/>
                <w:bCs/>
                <w:sz w:val="20"/>
                <w:szCs w:val="20"/>
              </w:rPr>
            </w:pPr>
          </w:p>
        </w:tc>
      </w:tr>
      <w:tr w:rsidR="0017200F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00F" w:rsidRDefault="0017200F" w:rsidP="0017200F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00F" w:rsidRPr="00B508B6" w:rsidRDefault="0017200F" w:rsidP="0017200F">
            <w:pPr>
              <w:rPr>
                <w:rFonts w:ascii="Corbel" w:hAnsi="Corbel" w:cs="Arial"/>
                <w:bCs/>
                <w:highlight w:val="yellow"/>
              </w:rPr>
            </w:pPr>
            <w:r w:rsidRPr="009428E4">
              <w:rPr>
                <w:rFonts w:ascii="Corbel" w:hAnsi="Corbel" w:cs="Arial"/>
                <w:bCs/>
              </w:rPr>
              <w:t>TROIANO VINCENZO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00F" w:rsidRPr="00661C0F" w:rsidRDefault="00CB071A" w:rsidP="0017200F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00F" w:rsidRPr="00661C0F" w:rsidRDefault="0017200F" w:rsidP="0017200F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00F" w:rsidRPr="00661C0F" w:rsidRDefault="0017200F" w:rsidP="0017200F">
            <w:pPr>
              <w:jc w:val="center"/>
              <w:rPr>
                <w:rFonts w:ascii="Corbel" w:hAnsi="Corbe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00F" w:rsidRPr="00F27FF2" w:rsidRDefault="0017200F" w:rsidP="0017200F">
            <w:pPr>
              <w:rPr>
                <w:rFonts w:ascii="Corbel" w:hAnsi="Corbel" w:cs="Arial"/>
                <w:bCs/>
                <w:sz w:val="20"/>
                <w:szCs w:val="20"/>
              </w:rPr>
            </w:pPr>
          </w:p>
        </w:tc>
      </w:tr>
      <w:tr w:rsidR="0017200F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00F" w:rsidRDefault="0017200F" w:rsidP="0017200F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00F" w:rsidRDefault="0017200F" w:rsidP="0017200F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VERSIGLIONI MARCO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00F" w:rsidRPr="00661C0F" w:rsidRDefault="0017200F" w:rsidP="0017200F">
            <w:pPr>
              <w:jc w:val="center"/>
              <w:rPr>
                <w:rFonts w:ascii="Corbel" w:hAnsi="Corbe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00F" w:rsidRPr="00661C0F" w:rsidRDefault="0017200F" w:rsidP="0017200F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00F" w:rsidRPr="00661C0F" w:rsidRDefault="00CB071A" w:rsidP="0017200F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00F" w:rsidRDefault="0017200F" w:rsidP="0017200F">
            <w:pPr>
              <w:rPr>
                <w:rFonts w:ascii="Corbel" w:hAnsi="Corbel" w:cs="Arial"/>
                <w:bCs/>
                <w:sz w:val="20"/>
                <w:szCs w:val="20"/>
              </w:rPr>
            </w:pPr>
          </w:p>
        </w:tc>
      </w:tr>
      <w:tr w:rsidR="00A85C27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5C27" w:rsidRDefault="00A85C27" w:rsidP="00A85C27">
            <w:p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5C27" w:rsidRDefault="00A85C27" w:rsidP="00A85C27">
            <w:pPr>
              <w:rPr>
                <w:rFonts w:ascii="Corbel" w:hAnsi="Corbel" w:cs="Arial"/>
                <w:b/>
                <w:bCs/>
              </w:rPr>
            </w:pPr>
            <w:r>
              <w:rPr>
                <w:rFonts w:ascii="Corbel" w:hAnsi="Corbel" w:cs="Arial"/>
                <w:b/>
                <w:bCs/>
              </w:rPr>
              <w:t>DOCENTI II FASCIA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5C27" w:rsidRPr="00F1003D" w:rsidRDefault="00A85C27" w:rsidP="00A85C2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5C27" w:rsidRPr="00F1003D" w:rsidRDefault="00A85C27" w:rsidP="00A85C27">
            <w:pPr>
              <w:jc w:val="center"/>
              <w:rPr>
                <w:rFonts w:ascii="Corbel" w:hAnsi="Corbel" w:cs="Arial"/>
                <w:bCs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5C27" w:rsidRPr="00F1003D" w:rsidRDefault="00A85C27" w:rsidP="00A85C27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5C27" w:rsidRDefault="00A85C27" w:rsidP="00A85C27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</w:tr>
      <w:tr w:rsidR="00A85C27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5C27" w:rsidRDefault="00A85C27" w:rsidP="00A85C27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5C27" w:rsidRDefault="00A85C27" w:rsidP="00A85C27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ABBRITTI MIRKO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5C27" w:rsidRPr="00661C0F" w:rsidRDefault="00CB071A" w:rsidP="00A85C27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5C27" w:rsidRPr="00661C0F" w:rsidRDefault="00A85C27" w:rsidP="00A85C2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5C27" w:rsidRPr="00F1003D" w:rsidRDefault="00A85C27" w:rsidP="00A85C27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5C27" w:rsidRPr="00016A3F" w:rsidRDefault="00A85C27" w:rsidP="00A85C27">
            <w:pPr>
              <w:rPr>
                <w:rFonts w:ascii="Corbel" w:hAnsi="Corbel" w:cs="Arial"/>
                <w:bCs/>
                <w:sz w:val="22"/>
                <w:szCs w:val="22"/>
              </w:rPr>
            </w:pPr>
          </w:p>
        </w:tc>
      </w:tr>
      <w:tr w:rsidR="00A85C27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5C27" w:rsidRDefault="00A85C27" w:rsidP="00A85C27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5C27" w:rsidRDefault="00A85C27" w:rsidP="00A85C27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ANGELINI FLAVIO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5C27" w:rsidRPr="00661C0F" w:rsidRDefault="00CB071A" w:rsidP="00A85C27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5C27" w:rsidRPr="00661C0F" w:rsidRDefault="00A85C27" w:rsidP="00A85C2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5C27" w:rsidRPr="00F1003D" w:rsidRDefault="00A85C27" w:rsidP="00A85C27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5C27" w:rsidRDefault="00A85C27" w:rsidP="00A85C27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</w:tr>
      <w:tr w:rsidR="00FC7986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7986" w:rsidRDefault="00FC7986" w:rsidP="00FC7986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7986" w:rsidRDefault="00FC7986" w:rsidP="00FC7986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ARISTEI DAVID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7986" w:rsidRPr="00661C0F" w:rsidRDefault="00FC7986" w:rsidP="00FC7986">
            <w:pPr>
              <w:jc w:val="center"/>
              <w:rPr>
                <w:rFonts w:ascii="Corbel" w:hAnsi="Corbe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7986" w:rsidRPr="00661C0F" w:rsidRDefault="00CB071A" w:rsidP="00FC7986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7986" w:rsidRPr="00F1003D" w:rsidRDefault="00FC7986" w:rsidP="00FC7986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7986" w:rsidRDefault="00FC7986" w:rsidP="00FC7986">
            <w:pPr>
              <w:jc w:val="center"/>
              <w:rPr>
                <w:rFonts w:ascii="Corbel" w:hAnsi="Corbel" w:cs="Arial"/>
                <w:bCs/>
              </w:rPr>
            </w:pPr>
          </w:p>
        </w:tc>
      </w:tr>
      <w:tr w:rsidR="0017200F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00F" w:rsidRDefault="0017200F" w:rsidP="0017200F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00F" w:rsidRDefault="0017200F" w:rsidP="0017200F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BARTOCCI LUCA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00F" w:rsidRPr="00661C0F" w:rsidRDefault="0017200F" w:rsidP="0017200F">
            <w:pPr>
              <w:jc w:val="center"/>
              <w:rPr>
                <w:rFonts w:ascii="Corbel" w:hAnsi="Corbe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00F" w:rsidRPr="00661C0F" w:rsidRDefault="00CB071A" w:rsidP="0017200F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00F" w:rsidRPr="00F1003D" w:rsidRDefault="0017200F" w:rsidP="0017200F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00F" w:rsidRDefault="0017200F" w:rsidP="0017200F">
            <w:pPr>
              <w:jc w:val="center"/>
              <w:rPr>
                <w:rFonts w:ascii="Corbel" w:hAnsi="Corbel" w:cs="Arial"/>
                <w:bCs/>
              </w:rPr>
            </w:pPr>
          </w:p>
        </w:tc>
      </w:tr>
      <w:tr w:rsidR="0017200F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200F" w:rsidRDefault="0017200F" w:rsidP="0017200F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00F" w:rsidRDefault="0017200F" w:rsidP="0017200F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BELLUCCI ANDREA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00F" w:rsidRPr="00661C0F" w:rsidRDefault="0017200F" w:rsidP="0017200F">
            <w:pPr>
              <w:jc w:val="center"/>
              <w:rPr>
                <w:rFonts w:ascii="Corbel" w:hAnsi="Corbe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200F" w:rsidRPr="00661C0F" w:rsidRDefault="00CB071A" w:rsidP="0017200F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00F" w:rsidRPr="00F1003D" w:rsidRDefault="0017200F" w:rsidP="0017200F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200F" w:rsidRPr="00F27FF2" w:rsidRDefault="0017200F" w:rsidP="0017200F">
            <w:pPr>
              <w:rPr>
                <w:rFonts w:ascii="Corbel" w:hAnsi="Corbel" w:cs="Arial"/>
                <w:bCs/>
                <w:sz w:val="20"/>
                <w:szCs w:val="20"/>
              </w:rPr>
            </w:pPr>
          </w:p>
        </w:tc>
      </w:tr>
      <w:tr w:rsidR="007A4E0A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4E0A" w:rsidRDefault="007A4E0A" w:rsidP="0017200F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4E0A" w:rsidRDefault="007A4E0A" w:rsidP="0017200F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BERTI de MARINIS GIOVANNI MARIA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4E0A" w:rsidRPr="00661C0F" w:rsidRDefault="007A4E0A" w:rsidP="0017200F">
            <w:pPr>
              <w:jc w:val="center"/>
              <w:rPr>
                <w:rFonts w:ascii="Corbel" w:hAnsi="Corbe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4E0A" w:rsidRPr="00661C0F" w:rsidRDefault="00CB071A" w:rsidP="0017200F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4E0A" w:rsidRPr="00F1003D" w:rsidRDefault="007A4E0A" w:rsidP="0017200F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4E0A" w:rsidRPr="00F27FF2" w:rsidRDefault="007A4E0A" w:rsidP="0017200F">
            <w:pPr>
              <w:rPr>
                <w:rFonts w:ascii="Corbel" w:hAnsi="Corbel" w:cs="Arial"/>
                <w:bCs/>
                <w:sz w:val="20"/>
                <w:szCs w:val="20"/>
              </w:rPr>
            </w:pPr>
          </w:p>
        </w:tc>
      </w:tr>
      <w:tr w:rsidR="00FC7986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7986" w:rsidRDefault="00FC7986" w:rsidP="00FC7986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7986" w:rsidRDefault="00FC7986" w:rsidP="00FC7986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BIGERNA SIMONA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7986" w:rsidRPr="00661C0F" w:rsidRDefault="001E435C" w:rsidP="00FC7986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7986" w:rsidRPr="00661C0F" w:rsidRDefault="00FC7986" w:rsidP="00FC7986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7986" w:rsidRPr="00F1003D" w:rsidRDefault="00FC7986" w:rsidP="00FC7986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7986" w:rsidRDefault="00FC7986" w:rsidP="00FC7986">
            <w:pPr>
              <w:jc w:val="center"/>
              <w:rPr>
                <w:rFonts w:ascii="Corbel" w:hAnsi="Corbel" w:cs="Arial"/>
                <w:bCs/>
              </w:rPr>
            </w:pPr>
          </w:p>
        </w:tc>
      </w:tr>
      <w:tr w:rsidR="00FC7986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7986" w:rsidRDefault="00FC7986" w:rsidP="00FC7986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7986" w:rsidRDefault="00FC7986" w:rsidP="00FC7986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BUDELLI SIMONE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7986" w:rsidRPr="00661C0F" w:rsidRDefault="001E435C" w:rsidP="00FC7986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7986" w:rsidRPr="00661C0F" w:rsidRDefault="00FC7986" w:rsidP="00FC7986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7986" w:rsidRPr="00884371" w:rsidRDefault="00FC7986" w:rsidP="00FC7986">
            <w:pPr>
              <w:jc w:val="center"/>
              <w:rPr>
                <w:rFonts w:ascii="Corbel" w:hAnsi="Corbel" w:cs="Arial"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7986" w:rsidRPr="005B39FF" w:rsidRDefault="00FC7986" w:rsidP="00FC7986">
            <w:pPr>
              <w:jc w:val="center"/>
              <w:rPr>
                <w:rFonts w:ascii="Corbel" w:hAnsi="Corbel" w:cs="Arial"/>
                <w:bCs/>
                <w:sz w:val="20"/>
                <w:szCs w:val="20"/>
              </w:rPr>
            </w:pPr>
          </w:p>
        </w:tc>
      </w:tr>
      <w:tr w:rsidR="00FC7986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7986" w:rsidRDefault="00FC7986" w:rsidP="00FC7986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7986" w:rsidRDefault="00FC7986" w:rsidP="00FC7986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BURCHI ALBERTO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7986" w:rsidRPr="00661C0F" w:rsidRDefault="001E435C" w:rsidP="00FC7986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7986" w:rsidRPr="00661C0F" w:rsidRDefault="00FC7986" w:rsidP="00FC7986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7986" w:rsidRPr="00F1003D" w:rsidRDefault="00FC7986" w:rsidP="00FC7986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7986" w:rsidRDefault="00FC7986" w:rsidP="00FC7986">
            <w:pPr>
              <w:jc w:val="center"/>
              <w:rPr>
                <w:rFonts w:ascii="Corbel" w:hAnsi="Corbel" w:cs="Arial"/>
                <w:bCs/>
                <w:sz w:val="20"/>
                <w:szCs w:val="20"/>
              </w:rPr>
            </w:pPr>
          </w:p>
        </w:tc>
      </w:tr>
      <w:tr w:rsidR="007F46D3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46D3" w:rsidRDefault="007F46D3" w:rsidP="007F46D3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46D3" w:rsidRDefault="007F46D3" w:rsidP="007F46D3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CARDONI ANDREA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46D3" w:rsidRPr="00661C0F" w:rsidRDefault="007F46D3" w:rsidP="007F46D3">
            <w:pPr>
              <w:jc w:val="center"/>
              <w:rPr>
                <w:rFonts w:ascii="Corbel" w:hAnsi="Corbe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46D3" w:rsidRPr="00661C0F" w:rsidRDefault="001E435C" w:rsidP="007F46D3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6D3" w:rsidRDefault="007F46D3" w:rsidP="007F46D3">
            <w:pPr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6D3" w:rsidRPr="00F27FF2" w:rsidRDefault="007F46D3" w:rsidP="007F46D3">
            <w:pPr>
              <w:rPr>
                <w:rFonts w:ascii="Corbel" w:hAnsi="Corbel" w:cs="Arial"/>
                <w:bCs/>
                <w:sz w:val="20"/>
                <w:szCs w:val="20"/>
              </w:rPr>
            </w:pPr>
          </w:p>
        </w:tc>
      </w:tr>
      <w:tr w:rsidR="007F46D3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46D3" w:rsidRDefault="007F46D3" w:rsidP="007F46D3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46D3" w:rsidRDefault="007F46D3" w:rsidP="007F46D3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CASTELLI LUCA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46D3" w:rsidRPr="00661C0F" w:rsidRDefault="001E435C" w:rsidP="007F46D3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46D3" w:rsidRPr="00661C0F" w:rsidRDefault="007F46D3" w:rsidP="007F46D3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6D3" w:rsidRDefault="007F46D3" w:rsidP="007F46D3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6D3" w:rsidRPr="005E6634" w:rsidRDefault="007F46D3" w:rsidP="007F46D3">
            <w:pPr>
              <w:rPr>
                <w:rFonts w:ascii="Corbel" w:hAnsi="Corbel" w:cs="Arial"/>
                <w:bCs/>
                <w:sz w:val="20"/>
                <w:szCs w:val="20"/>
              </w:rPr>
            </w:pPr>
          </w:p>
        </w:tc>
      </w:tr>
      <w:tr w:rsidR="007F46D3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46D3" w:rsidRDefault="007F46D3" w:rsidP="007F46D3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46D3" w:rsidRDefault="007F46D3" w:rsidP="007F46D3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CAVAZZONI CHRISTIAN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46D3" w:rsidRPr="00661C0F" w:rsidRDefault="001E435C" w:rsidP="007F46D3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46D3" w:rsidRPr="00661C0F" w:rsidRDefault="007F46D3" w:rsidP="007F46D3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6D3" w:rsidRPr="00FB5B7A" w:rsidRDefault="007F46D3" w:rsidP="007F46D3">
            <w:pPr>
              <w:jc w:val="center"/>
              <w:rPr>
                <w:rFonts w:ascii="Corbel" w:hAnsi="Corbel" w:cs="Arial"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6D3" w:rsidRDefault="007F46D3" w:rsidP="007F46D3">
            <w:pPr>
              <w:rPr>
                <w:rFonts w:ascii="Corbel" w:hAnsi="Corbel" w:cs="Arial"/>
                <w:bCs/>
                <w:sz w:val="20"/>
                <w:szCs w:val="20"/>
              </w:rPr>
            </w:pPr>
          </w:p>
        </w:tc>
      </w:tr>
      <w:tr w:rsidR="007F46D3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46D3" w:rsidRDefault="007F46D3" w:rsidP="007F46D3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46D3" w:rsidRDefault="007F46D3" w:rsidP="007F46D3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FIGÀ-TALAMANCA GIANNA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46D3" w:rsidRPr="00661C0F" w:rsidRDefault="001E435C" w:rsidP="007F46D3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46D3" w:rsidRPr="00661C0F" w:rsidRDefault="007F46D3" w:rsidP="007F46D3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6D3" w:rsidRPr="00F1003D" w:rsidRDefault="007F46D3" w:rsidP="007F46D3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6D3" w:rsidRDefault="007F46D3" w:rsidP="007F46D3">
            <w:pPr>
              <w:jc w:val="both"/>
              <w:rPr>
                <w:rFonts w:ascii="Corbel" w:hAnsi="Corbel" w:cs="Arial"/>
                <w:bCs/>
              </w:rPr>
            </w:pPr>
          </w:p>
        </w:tc>
      </w:tr>
      <w:tr w:rsidR="00B648AC" w:rsidRPr="00BA3913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48AC" w:rsidRDefault="00B648AC" w:rsidP="00B648AC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48AC" w:rsidRDefault="00B648AC" w:rsidP="00B648AC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GIANNONI MARGHERITA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48AC" w:rsidRPr="00661C0F" w:rsidRDefault="001E435C" w:rsidP="00B648AC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48AC" w:rsidRPr="00661C0F" w:rsidRDefault="00B648AC" w:rsidP="00B648AC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48AC" w:rsidRPr="00F1003D" w:rsidRDefault="00B648AC" w:rsidP="00B648AC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48AC" w:rsidRPr="00BA3913" w:rsidRDefault="00B648AC" w:rsidP="00B648AC">
            <w:pPr>
              <w:jc w:val="center"/>
              <w:rPr>
                <w:rFonts w:ascii="Corbel" w:hAnsi="Corbel" w:cs="Arial"/>
                <w:bCs/>
                <w:sz w:val="20"/>
                <w:szCs w:val="20"/>
              </w:rPr>
            </w:pPr>
          </w:p>
        </w:tc>
      </w:tr>
      <w:tr w:rsidR="00A85C27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5C27" w:rsidRPr="00BA3913" w:rsidRDefault="00A85C27" w:rsidP="00A85C27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5C27" w:rsidRDefault="00A85C27" w:rsidP="00A85C27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MEZZACAPO SIMONE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5C27" w:rsidRPr="00661C0F" w:rsidRDefault="00A85C27" w:rsidP="00A85C2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5C27" w:rsidRPr="00661C0F" w:rsidRDefault="00A85C27" w:rsidP="00A85C2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C27" w:rsidRPr="001E435C" w:rsidRDefault="001E435C" w:rsidP="00A85C27">
            <w:pPr>
              <w:jc w:val="center"/>
              <w:rPr>
                <w:rFonts w:ascii="Corbel" w:hAnsi="Corbel" w:cs="Arial"/>
                <w:bCs/>
              </w:rPr>
            </w:pPr>
            <w:r w:rsidRPr="001E435C">
              <w:rPr>
                <w:rFonts w:ascii="Corbel" w:hAnsi="Corbel" w:cs="Arial"/>
                <w:bCs/>
              </w:rPr>
              <w:t>x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C27" w:rsidRDefault="00A85C27" w:rsidP="00A85C27">
            <w:pPr>
              <w:jc w:val="center"/>
              <w:rPr>
                <w:rFonts w:ascii="Corbel" w:hAnsi="Corbel" w:cs="Arial"/>
                <w:bCs/>
                <w:sz w:val="20"/>
                <w:szCs w:val="20"/>
              </w:rPr>
            </w:pPr>
          </w:p>
        </w:tc>
      </w:tr>
      <w:tr w:rsidR="00011BAF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11BAF" w:rsidRPr="00BA3913" w:rsidRDefault="00011BAF" w:rsidP="00011BAF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1BAF" w:rsidRDefault="00011BAF" w:rsidP="00011BAF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MICHELI SILVIA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1BAF" w:rsidRPr="00661C0F" w:rsidRDefault="001E435C" w:rsidP="00011BAF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1BAF" w:rsidRPr="00661C0F" w:rsidRDefault="00011BAF" w:rsidP="00011BAF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BAF" w:rsidRPr="00661C0F" w:rsidRDefault="00011BAF" w:rsidP="00011BAF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BAF" w:rsidRPr="00F97281" w:rsidRDefault="00011BAF" w:rsidP="00011BAF">
            <w:pPr>
              <w:jc w:val="center"/>
              <w:rPr>
                <w:rFonts w:ascii="Corbel" w:hAnsi="Corbel" w:cs="Arial"/>
                <w:bCs/>
                <w:sz w:val="18"/>
                <w:szCs w:val="18"/>
              </w:rPr>
            </w:pPr>
          </w:p>
        </w:tc>
      </w:tr>
      <w:tr w:rsidR="007A4E0A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4E0A" w:rsidRPr="00BA3913" w:rsidRDefault="007A4E0A" w:rsidP="00011BAF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4E0A" w:rsidRDefault="007A4E0A" w:rsidP="00011BAF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PANDOLFI SILVIA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4E0A" w:rsidRPr="00661C0F" w:rsidRDefault="001E435C" w:rsidP="00011BAF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4E0A" w:rsidRPr="00661C0F" w:rsidRDefault="007A4E0A" w:rsidP="00011BAF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E0A" w:rsidRPr="00661C0F" w:rsidRDefault="007A4E0A" w:rsidP="00011BAF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E0A" w:rsidRPr="00F97281" w:rsidRDefault="007A4E0A" w:rsidP="00011BAF">
            <w:pPr>
              <w:jc w:val="center"/>
              <w:rPr>
                <w:rFonts w:ascii="Corbel" w:hAnsi="Corbel" w:cs="Arial"/>
                <w:bCs/>
                <w:sz w:val="18"/>
                <w:szCs w:val="18"/>
              </w:rPr>
            </w:pPr>
          </w:p>
        </w:tc>
      </w:tr>
      <w:tr w:rsidR="00011BAF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11BAF" w:rsidRDefault="00011BAF" w:rsidP="00011BAF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1BAF" w:rsidRDefault="00011BAF" w:rsidP="00011BAF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PERUGINI CRISTIANO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1BAF" w:rsidRPr="00661C0F" w:rsidRDefault="001E435C" w:rsidP="00011BAF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1BAF" w:rsidRPr="00661C0F" w:rsidRDefault="00011BAF" w:rsidP="00011BAF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BAF" w:rsidRPr="00661C0F" w:rsidRDefault="00011BAF" w:rsidP="00011BAF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BAF" w:rsidRDefault="00011BAF" w:rsidP="00011BAF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</w:tr>
      <w:tr w:rsidR="00011BAF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11BAF" w:rsidRDefault="00011BAF" w:rsidP="00011BAF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1BAF" w:rsidRDefault="00011BAF" w:rsidP="00011BAF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PETTURITI DAVIDE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1BAF" w:rsidRPr="00661C0F" w:rsidRDefault="001E435C" w:rsidP="00011BAF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1BAF" w:rsidRPr="00661C0F" w:rsidRDefault="00011BAF" w:rsidP="00011BAF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BAF" w:rsidRPr="00661C0F" w:rsidRDefault="00011BAF" w:rsidP="00011BAF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BAF" w:rsidRDefault="00011BAF" w:rsidP="00011BAF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</w:tr>
      <w:tr w:rsidR="00011BAF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11BAF" w:rsidRDefault="00011BAF" w:rsidP="00011BAF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1BAF" w:rsidRDefault="00011BAF" w:rsidP="00011BAF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POLINORI PAOLO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1BAF" w:rsidRPr="00661C0F" w:rsidRDefault="001E435C" w:rsidP="00011BAF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1BAF" w:rsidRPr="00661C0F" w:rsidRDefault="00011BAF" w:rsidP="00011BAF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BAF" w:rsidRPr="00661C0F" w:rsidRDefault="00011BAF" w:rsidP="00011BAF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1BAF" w:rsidRPr="00791E49" w:rsidRDefault="00011BAF" w:rsidP="00011BAF">
            <w:pPr>
              <w:rPr>
                <w:rFonts w:ascii="Corbel" w:hAnsi="Corbel" w:cs="Arial"/>
                <w:bCs/>
                <w:color w:val="FF0000"/>
                <w:sz w:val="20"/>
                <w:szCs w:val="20"/>
              </w:rPr>
            </w:pPr>
          </w:p>
        </w:tc>
      </w:tr>
      <w:tr w:rsidR="00745274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5274" w:rsidRDefault="00745274" w:rsidP="00745274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45274" w:rsidRDefault="00745274" w:rsidP="00745274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POMPEI FABRIZIO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45274" w:rsidRPr="00661C0F" w:rsidRDefault="001E435C" w:rsidP="00745274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45274" w:rsidRPr="00661C0F" w:rsidRDefault="00745274" w:rsidP="00745274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5274" w:rsidRPr="00661C0F" w:rsidRDefault="00745274" w:rsidP="00745274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5274" w:rsidRDefault="00745274" w:rsidP="00745274">
            <w:pPr>
              <w:jc w:val="center"/>
              <w:rPr>
                <w:rFonts w:ascii="Corbel" w:hAnsi="Corbel" w:cs="Arial"/>
                <w:bCs/>
                <w:sz w:val="20"/>
                <w:szCs w:val="20"/>
              </w:rPr>
            </w:pPr>
          </w:p>
        </w:tc>
      </w:tr>
      <w:tr w:rsidR="00745274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5274" w:rsidRDefault="00745274" w:rsidP="00745274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45274" w:rsidRDefault="00745274" w:rsidP="00745274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RIZZI FRANCESCO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45274" w:rsidRPr="00661C0F" w:rsidRDefault="001E435C" w:rsidP="00745274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45274" w:rsidRPr="00661C0F" w:rsidRDefault="00745274" w:rsidP="00745274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5274" w:rsidRPr="00661C0F" w:rsidRDefault="00745274" w:rsidP="00745274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5274" w:rsidRPr="00062928" w:rsidRDefault="00745274" w:rsidP="00745274">
            <w:pPr>
              <w:rPr>
                <w:rFonts w:ascii="Corbel" w:hAnsi="Corbel" w:cs="Arial"/>
                <w:bCs/>
                <w:sz w:val="22"/>
                <w:szCs w:val="22"/>
              </w:rPr>
            </w:pPr>
          </w:p>
        </w:tc>
      </w:tr>
      <w:tr w:rsidR="00B43677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3677" w:rsidRDefault="00B43677" w:rsidP="00B43677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677" w:rsidRDefault="00B43677" w:rsidP="00B43677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ROSSI PAOLO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677" w:rsidRPr="00661C0F" w:rsidRDefault="001E435C" w:rsidP="00B43677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3677" w:rsidRPr="00661C0F" w:rsidRDefault="00B43677" w:rsidP="00B4367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3677" w:rsidRPr="00661C0F" w:rsidRDefault="00B43677" w:rsidP="00B43677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3677" w:rsidRDefault="00B43677" w:rsidP="00B43677">
            <w:pPr>
              <w:jc w:val="center"/>
              <w:rPr>
                <w:rFonts w:ascii="Corbel" w:hAnsi="Corbel" w:cs="Arial"/>
                <w:bCs/>
              </w:rPr>
            </w:pPr>
          </w:p>
        </w:tc>
      </w:tr>
      <w:tr w:rsidR="00B43677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3677" w:rsidRDefault="00B43677" w:rsidP="00B43677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677" w:rsidRDefault="00B43677" w:rsidP="00B43677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RUNFOLA ANDREA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677" w:rsidRPr="00661C0F" w:rsidRDefault="001E435C" w:rsidP="00B43677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3677" w:rsidRPr="00661C0F" w:rsidRDefault="00B43677" w:rsidP="00B4367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3677" w:rsidRPr="00661C0F" w:rsidRDefault="00B43677" w:rsidP="00B43677">
            <w:pPr>
              <w:jc w:val="center"/>
              <w:rPr>
                <w:rFonts w:ascii="Corbel" w:hAnsi="Corbel" w:cs="Arial"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3677" w:rsidRDefault="00B43677" w:rsidP="00B43677">
            <w:pPr>
              <w:jc w:val="center"/>
              <w:rPr>
                <w:rFonts w:ascii="Corbel" w:hAnsi="Corbel" w:cs="Arial"/>
                <w:bCs/>
              </w:rPr>
            </w:pPr>
          </w:p>
        </w:tc>
      </w:tr>
      <w:tr w:rsidR="00745274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5274" w:rsidRDefault="00745274" w:rsidP="00745274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45274" w:rsidRDefault="00745274" w:rsidP="00745274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SANTINI FABIO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45274" w:rsidRPr="00661C0F" w:rsidRDefault="00745274" w:rsidP="00745274">
            <w:pPr>
              <w:jc w:val="center"/>
              <w:rPr>
                <w:rFonts w:ascii="Corbel" w:hAnsi="Corbe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5274" w:rsidRPr="00661C0F" w:rsidRDefault="001E435C" w:rsidP="00745274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5274" w:rsidRPr="00661C0F" w:rsidRDefault="00745274" w:rsidP="00745274">
            <w:pPr>
              <w:jc w:val="center"/>
              <w:rPr>
                <w:rFonts w:ascii="Corbel" w:hAnsi="Corbel" w:cs="Arial"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5274" w:rsidRPr="007051BE" w:rsidRDefault="00745274" w:rsidP="00745274">
            <w:pPr>
              <w:rPr>
                <w:rFonts w:ascii="Corbel" w:hAnsi="Corbel" w:cs="Arial"/>
                <w:bCs/>
                <w:sz w:val="20"/>
                <w:szCs w:val="20"/>
              </w:rPr>
            </w:pPr>
          </w:p>
        </w:tc>
      </w:tr>
      <w:tr w:rsidR="00A85C27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5C27" w:rsidRDefault="00A85C27" w:rsidP="00A85C27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5C27" w:rsidRDefault="00A85C27" w:rsidP="00A85C27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SCANNERINI ANNA LIA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5C27" w:rsidRPr="00661C0F" w:rsidRDefault="001E435C" w:rsidP="00A85C27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5C27" w:rsidRPr="00661C0F" w:rsidRDefault="00A85C27" w:rsidP="00A85C27">
            <w:pPr>
              <w:jc w:val="center"/>
              <w:rPr>
                <w:rFonts w:ascii="Corbel" w:hAnsi="Corbel" w:cs="Arial"/>
                <w:bCs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5C27" w:rsidRPr="00661C0F" w:rsidRDefault="00A85C27" w:rsidP="00A85C27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5C27" w:rsidRDefault="00A85C27" w:rsidP="00A85C27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</w:tr>
      <w:tr w:rsidR="00B43677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3677" w:rsidRDefault="00B43677" w:rsidP="00B43677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677" w:rsidRDefault="00B43677" w:rsidP="00B43677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SCRUCCA LUCA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677" w:rsidRPr="00661C0F" w:rsidRDefault="001E435C" w:rsidP="00B43677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677" w:rsidRPr="00661C0F" w:rsidRDefault="00B43677" w:rsidP="00B4367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3677" w:rsidRPr="00661C0F" w:rsidRDefault="00B43677" w:rsidP="00B43677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3677" w:rsidRPr="00925655" w:rsidRDefault="00B43677" w:rsidP="00B43677">
            <w:pPr>
              <w:rPr>
                <w:rFonts w:ascii="Corbel" w:hAnsi="Corbel" w:cs="Arial"/>
                <w:bCs/>
                <w:sz w:val="20"/>
                <w:szCs w:val="20"/>
              </w:rPr>
            </w:pPr>
          </w:p>
        </w:tc>
      </w:tr>
      <w:tr w:rsidR="00B43677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3677" w:rsidRDefault="00B43677" w:rsidP="00B43677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677" w:rsidRDefault="00B43677" w:rsidP="00B43677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TERZANI SIMONE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677" w:rsidRPr="00661C0F" w:rsidRDefault="001E435C" w:rsidP="00B43677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677" w:rsidRPr="00661C0F" w:rsidRDefault="00B43677" w:rsidP="00B4367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3677" w:rsidRPr="00661C0F" w:rsidRDefault="00B43677" w:rsidP="00B43677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3677" w:rsidRDefault="00B43677" w:rsidP="00B43677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</w:tr>
      <w:tr w:rsidR="00B43677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3677" w:rsidRDefault="00B43677" w:rsidP="00B43677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677" w:rsidRDefault="00B43677" w:rsidP="00B43677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VENTURINI FRANCESCO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677" w:rsidRPr="00661C0F" w:rsidRDefault="001E435C" w:rsidP="00B43677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677" w:rsidRPr="00661C0F" w:rsidRDefault="00B43677" w:rsidP="00B4367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3677" w:rsidRPr="00661C0F" w:rsidRDefault="00B43677" w:rsidP="00B43677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3677" w:rsidRDefault="00B43677" w:rsidP="00B43677">
            <w:pPr>
              <w:jc w:val="center"/>
              <w:rPr>
                <w:rFonts w:ascii="Corbel" w:hAnsi="Corbel" w:cs="Arial"/>
                <w:bCs/>
                <w:sz w:val="20"/>
                <w:szCs w:val="20"/>
              </w:rPr>
            </w:pPr>
          </w:p>
        </w:tc>
      </w:tr>
      <w:tr w:rsidR="0098738C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8738C" w:rsidRDefault="0098738C" w:rsidP="0098738C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738C" w:rsidRDefault="0098738C" w:rsidP="0098738C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VISAGGIO MAURO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738C" w:rsidRPr="00661C0F" w:rsidRDefault="001E435C" w:rsidP="0098738C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738C" w:rsidRPr="00661C0F" w:rsidRDefault="0098738C" w:rsidP="0098738C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738C" w:rsidRPr="00661C0F" w:rsidRDefault="0098738C" w:rsidP="0098738C">
            <w:pPr>
              <w:jc w:val="center"/>
              <w:rPr>
                <w:rFonts w:ascii="Corbel" w:hAnsi="Corbel" w:cs="Arial"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738C" w:rsidRDefault="0098738C" w:rsidP="0098738C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</w:tr>
      <w:tr w:rsidR="00A85C27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5C27" w:rsidRDefault="00A85C27" w:rsidP="00A85C27">
            <w:p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5C27" w:rsidRDefault="00A85C27" w:rsidP="00A85C27">
            <w:pPr>
              <w:rPr>
                <w:rFonts w:ascii="Corbel" w:hAnsi="Corbel" w:cs="Arial"/>
                <w:b/>
                <w:bCs/>
              </w:rPr>
            </w:pPr>
            <w:r>
              <w:rPr>
                <w:rFonts w:ascii="Corbel" w:hAnsi="Corbel" w:cs="Arial"/>
                <w:b/>
                <w:bCs/>
              </w:rPr>
              <w:t>RICERCATORI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5C27" w:rsidRPr="00F1003D" w:rsidRDefault="00A85C27" w:rsidP="00A85C27">
            <w:pPr>
              <w:jc w:val="center"/>
              <w:rPr>
                <w:rFonts w:ascii="Corbel" w:hAnsi="Corbel" w:cs="Arial"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5C27" w:rsidRPr="00F1003D" w:rsidRDefault="00A85C27" w:rsidP="00A85C27">
            <w:pPr>
              <w:jc w:val="center"/>
              <w:rPr>
                <w:rFonts w:ascii="Corbel" w:hAnsi="Corbel" w:cs="Arial"/>
                <w:bCs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5C27" w:rsidRPr="00F1003D" w:rsidRDefault="00A85C27" w:rsidP="00A85C27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5C27" w:rsidRDefault="00A85C27" w:rsidP="00A85C27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</w:tr>
      <w:tr w:rsidR="00A85C27" w:rsidTr="004567EE">
        <w:trPr>
          <w:jc w:val="center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5C27" w:rsidRDefault="00A85C27" w:rsidP="00A85C27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5C27" w:rsidRDefault="00A85C27" w:rsidP="00A85C27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BUCCELLATO FRANCESCO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5C27" w:rsidRPr="00C414BF" w:rsidRDefault="008417AC" w:rsidP="00A85C27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5C27" w:rsidRPr="00C414BF" w:rsidRDefault="00A85C27" w:rsidP="00A85C2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5C27" w:rsidRPr="00C414BF" w:rsidRDefault="00A85C27" w:rsidP="00A85C27">
            <w:pPr>
              <w:jc w:val="center"/>
              <w:rPr>
                <w:rFonts w:ascii="Corbel" w:hAnsi="Corbel" w:cs="Arial"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5C27" w:rsidRPr="00FC366C" w:rsidRDefault="00A85C27" w:rsidP="00A85C27">
            <w:pPr>
              <w:jc w:val="center"/>
              <w:rPr>
                <w:rFonts w:ascii="Corbel" w:hAnsi="Corbel" w:cs="Arial"/>
                <w:bCs/>
                <w:sz w:val="22"/>
                <w:szCs w:val="22"/>
              </w:rPr>
            </w:pPr>
          </w:p>
        </w:tc>
      </w:tr>
      <w:tr w:rsidR="009D4F98" w:rsidTr="004567EE">
        <w:trPr>
          <w:jc w:val="center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4F98" w:rsidRDefault="009D4F98" w:rsidP="009D4F98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4F98" w:rsidRDefault="009D4F98" w:rsidP="009D4F98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CARACCIOLO CORRADO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4F98" w:rsidRPr="00661C0F" w:rsidRDefault="009D4F98" w:rsidP="009D4F98">
            <w:pPr>
              <w:jc w:val="center"/>
              <w:rPr>
                <w:rFonts w:ascii="Corbel" w:hAnsi="Corbe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4F98" w:rsidRPr="00661C0F" w:rsidRDefault="009D4F98" w:rsidP="009D4F98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4F98" w:rsidRPr="00661C0F" w:rsidRDefault="008417AC" w:rsidP="009D4F98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4F98" w:rsidRDefault="009D4F98" w:rsidP="009D4F98">
            <w:pPr>
              <w:jc w:val="center"/>
              <w:rPr>
                <w:rFonts w:ascii="Corbel" w:hAnsi="Corbel" w:cs="Arial"/>
                <w:bCs/>
              </w:rPr>
            </w:pPr>
          </w:p>
        </w:tc>
      </w:tr>
      <w:tr w:rsidR="009D4F98" w:rsidTr="004567EE">
        <w:trPr>
          <w:jc w:val="center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4F98" w:rsidRDefault="009D4F98" w:rsidP="009D4F98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4F98" w:rsidRDefault="009D4F98" w:rsidP="009D4F98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CECCACCI FRANCESCA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4F98" w:rsidRPr="00661C0F" w:rsidRDefault="008417AC" w:rsidP="009D4F98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4F98" w:rsidRPr="00661C0F" w:rsidRDefault="009D4F98" w:rsidP="009D4F98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4F98" w:rsidRPr="00661C0F" w:rsidRDefault="009D4F98" w:rsidP="009D4F98">
            <w:pPr>
              <w:jc w:val="center"/>
              <w:rPr>
                <w:rFonts w:ascii="Corbel" w:hAnsi="Corbe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4F98" w:rsidRPr="00717829" w:rsidRDefault="009D4F98" w:rsidP="009D4F98">
            <w:pPr>
              <w:jc w:val="center"/>
              <w:rPr>
                <w:rFonts w:ascii="Corbel" w:hAnsi="Corbel" w:cs="Arial"/>
                <w:bCs/>
                <w:sz w:val="18"/>
                <w:szCs w:val="18"/>
              </w:rPr>
            </w:pPr>
          </w:p>
        </w:tc>
      </w:tr>
      <w:tr w:rsidR="009D4F98" w:rsidTr="004567EE">
        <w:trPr>
          <w:jc w:val="center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4F98" w:rsidRDefault="009D4F98" w:rsidP="009D4F98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4F98" w:rsidRDefault="009D4F98" w:rsidP="009D4F98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EROLI MASSIMO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4F98" w:rsidRPr="00661C0F" w:rsidRDefault="008417AC" w:rsidP="009D4F98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4F98" w:rsidRPr="00661C0F" w:rsidRDefault="009D4F98" w:rsidP="009D4F98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4F98" w:rsidRPr="00661C0F" w:rsidRDefault="009D4F98" w:rsidP="009D4F98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4F98" w:rsidRDefault="009D4F98" w:rsidP="009D4F98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</w:tr>
      <w:tr w:rsidR="009D4F98" w:rsidTr="004567EE">
        <w:trPr>
          <w:jc w:val="center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4F98" w:rsidRDefault="009D4F98" w:rsidP="009D4F98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4F98" w:rsidRDefault="009D4F98" w:rsidP="009D4F98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GALLO MANUELA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4F98" w:rsidRPr="00661C0F" w:rsidRDefault="008417AC" w:rsidP="009D4F98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4F98" w:rsidRPr="00661C0F" w:rsidRDefault="009D4F98" w:rsidP="009D4F98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4F98" w:rsidRPr="00661C0F" w:rsidRDefault="009D4F98" w:rsidP="009D4F98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4F98" w:rsidRDefault="009D4F98" w:rsidP="009D4F98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</w:tr>
      <w:tr w:rsidR="009D4F98" w:rsidTr="004567EE">
        <w:trPr>
          <w:jc w:val="center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4F98" w:rsidRDefault="009D4F98" w:rsidP="009D4F98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4F98" w:rsidRDefault="009D4F98" w:rsidP="009D4F98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GIGLIOTTI MARINA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4F98" w:rsidRPr="00661C0F" w:rsidRDefault="009D4F98" w:rsidP="009D4F98">
            <w:pPr>
              <w:jc w:val="center"/>
              <w:rPr>
                <w:rFonts w:ascii="Corbel" w:hAnsi="Corbe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4F98" w:rsidRPr="00661C0F" w:rsidRDefault="008417AC" w:rsidP="009D4F98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4F98" w:rsidRPr="00661C0F" w:rsidRDefault="009D4F98" w:rsidP="009D4F98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4F98" w:rsidRPr="00C06DC2" w:rsidRDefault="009D4F98" w:rsidP="009D4F98">
            <w:pPr>
              <w:jc w:val="center"/>
              <w:rPr>
                <w:rFonts w:ascii="Corbel" w:hAnsi="Corbel" w:cs="Arial"/>
                <w:bCs/>
                <w:sz w:val="20"/>
                <w:szCs w:val="20"/>
              </w:rPr>
            </w:pPr>
          </w:p>
        </w:tc>
      </w:tr>
      <w:tr w:rsidR="009D4F98" w:rsidTr="004567EE">
        <w:trPr>
          <w:jc w:val="center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4F98" w:rsidRDefault="009D4F98" w:rsidP="009D4F98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4F98" w:rsidRDefault="009D4F98" w:rsidP="009D4F98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INNOCENTI FEDERICA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4F98" w:rsidRPr="00661C0F" w:rsidRDefault="009D4F98" w:rsidP="009D4F98">
            <w:pPr>
              <w:jc w:val="center"/>
              <w:rPr>
                <w:rFonts w:ascii="Corbel" w:hAnsi="Corbe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4F98" w:rsidRPr="00661C0F" w:rsidRDefault="008417AC" w:rsidP="009D4F98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4F98" w:rsidRPr="00661C0F" w:rsidRDefault="009D4F98" w:rsidP="009D4F98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4F98" w:rsidRPr="00D94A89" w:rsidRDefault="009D4F98" w:rsidP="009D4F98">
            <w:pPr>
              <w:rPr>
                <w:rFonts w:ascii="Corbel" w:hAnsi="Corbel" w:cs="Arial"/>
                <w:bCs/>
                <w:sz w:val="22"/>
                <w:szCs w:val="22"/>
              </w:rPr>
            </w:pPr>
          </w:p>
        </w:tc>
      </w:tr>
      <w:tr w:rsidR="009D4F98" w:rsidTr="004567EE">
        <w:trPr>
          <w:jc w:val="center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4F98" w:rsidRDefault="009D4F98" w:rsidP="009D4F98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4F98" w:rsidRDefault="009D4F98" w:rsidP="009D4F98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MARTELLI DUCCIO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4F98" w:rsidRPr="00661C0F" w:rsidRDefault="008417AC" w:rsidP="009D4F98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4F98" w:rsidRPr="00661C0F" w:rsidRDefault="009D4F98" w:rsidP="009D4F98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4F98" w:rsidRPr="00661C0F" w:rsidRDefault="009D4F98" w:rsidP="009D4F98">
            <w:pPr>
              <w:jc w:val="center"/>
              <w:rPr>
                <w:rFonts w:ascii="Corbel" w:hAnsi="Corbel" w:cs="Arial"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4F98" w:rsidRPr="00A13A7D" w:rsidRDefault="009D4F98" w:rsidP="00A13A7D">
            <w:pPr>
              <w:rPr>
                <w:rFonts w:ascii="Corbel" w:hAnsi="Corbel" w:cs="Arial"/>
                <w:bCs/>
                <w:sz w:val="18"/>
                <w:szCs w:val="18"/>
              </w:rPr>
            </w:pPr>
          </w:p>
        </w:tc>
      </w:tr>
      <w:tr w:rsidR="005E1F9D" w:rsidTr="004567EE">
        <w:trPr>
          <w:jc w:val="center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F9D" w:rsidRDefault="005E1F9D" w:rsidP="005E1F9D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1F9D" w:rsidRDefault="005E1F9D" w:rsidP="005E1F9D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MONTESI CRISTINA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1F9D" w:rsidRPr="00661C0F" w:rsidRDefault="008417AC" w:rsidP="005E1F9D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1F9D" w:rsidRPr="00661C0F" w:rsidRDefault="005E1F9D" w:rsidP="005E1F9D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F9D" w:rsidRPr="00661C0F" w:rsidRDefault="005E1F9D" w:rsidP="005E1F9D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1F9D" w:rsidRPr="002076AB" w:rsidRDefault="005E1F9D" w:rsidP="002076AB">
            <w:pPr>
              <w:rPr>
                <w:rFonts w:ascii="Work Sans" w:hAnsi="Work Sans" w:cs="Arial"/>
                <w:bCs/>
                <w:sz w:val="18"/>
                <w:szCs w:val="18"/>
              </w:rPr>
            </w:pPr>
          </w:p>
        </w:tc>
      </w:tr>
      <w:tr w:rsidR="00A85C27" w:rsidTr="004567EE">
        <w:trPr>
          <w:jc w:val="center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5C27" w:rsidRDefault="00A85C27" w:rsidP="00A85C27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5C27" w:rsidRDefault="00A85C27" w:rsidP="00A85C27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NASINI ANDREA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5C27" w:rsidRPr="00661C0F" w:rsidRDefault="00A85C27" w:rsidP="00A85C2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5C27" w:rsidRPr="00661C0F" w:rsidRDefault="00A85C27" w:rsidP="00A85C2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5C27" w:rsidRPr="00661C0F" w:rsidRDefault="008417AC" w:rsidP="00A85C27">
            <w:pPr>
              <w:jc w:val="center"/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x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5C27" w:rsidRDefault="00A85C27" w:rsidP="00A85C27">
            <w:pPr>
              <w:jc w:val="center"/>
              <w:rPr>
                <w:rFonts w:ascii="Corbel" w:hAnsi="Corbel" w:cs="Arial"/>
                <w:bCs/>
                <w:sz w:val="20"/>
                <w:szCs w:val="20"/>
              </w:rPr>
            </w:pPr>
          </w:p>
        </w:tc>
      </w:tr>
      <w:tr w:rsidR="009D4F98" w:rsidTr="004567EE">
        <w:trPr>
          <w:jc w:val="center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4F98" w:rsidRDefault="009D4F98" w:rsidP="009D4F98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4F98" w:rsidRDefault="009D4F98" w:rsidP="009D4F98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NICOLOSI MARCO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4F98" w:rsidRPr="00661C0F" w:rsidRDefault="008417AC" w:rsidP="009D4F98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4F98" w:rsidRPr="00661C0F" w:rsidRDefault="009D4F98" w:rsidP="009D4F98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4F98" w:rsidRPr="00661C0F" w:rsidRDefault="009D4F98" w:rsidP="009D4F98">
            <w:pPr>
              <w:jc w:val="center"/>
              <w:rPr>
                <w:rFonts w:ascii="Corbel" w:hAnsi="Corbel" w:cs="Arial"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4F98" w:rsidRPr="00F27FF2" w:rsidRDefault="009D4F98" w:rsidP="009D4F98">
            <w:pPr>
              <w:rPr>
                <w:rFonts w:ascii="Corbel" w:hAnsi="Corbel" w:cs="Arial"/>
                <w:bCs/>
                <w:sz w:val="20"/>
                <w:szCs w:val="20"/>
              </w:rPr>
            </w:pPr>
          </w:p>
        </w:tc>
      </w:tr>
      <w:tr w:rsidR="009D4F98" w:rsidTr="004567EE">
        <w:trPr>
          <w:jc w:val="center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4F98" w:rsidRDefault="009D4F98" w:rsidP="009D4F98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4F98" w:rsidRDefault="009D4F98" w:rsidP="009D4F98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PICCIAIA FRANCESCA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4F98" w:rsidRPr="00661C0F" w:rsidRDefault="008417AC" w:rsidP="009D4F98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4F98" w:rsidRPr="00661C0F" w:rsidRDefault="009D4F98" w:rsidP="009D4F98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4F98" w:rsidRPr="00661C0F" w:rsidRDefault="009D4F98" w:rsidP="009D4F98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4F98" w:rsidRDefault="009D4F98" w:rsidP="009D4F98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</w:tr>
      <w:tr w:rsidR="009D4F98" w:rsidTr="004567EE">
        <w:trPr>
          <w:jc w:val="center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4F98" w:rsidRDefault="009D4F98" w:rsidP="009D4F98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4F98" w:rsidRDefault="009D4F98" w:rsidP="009D4F98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PICCIOTTI ANTONIO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4F98" w:rsidRPr="00661C0F" w:rsidRDefault="008417AC" w:rsidP="009D4F98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4F98" w:rsidRPr="00661C0F" w:rsidRDefault="009D4F98" w:rsidP="009D4F98">
            <w:pPr>
              <w:jc w:val="center"/>
              <w:rPr>
                <w:rFonts w:ascii="Corbel" w:hAnsi="Corbel" w:cs="Arial"/>
                <w:bCs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4F98" w:rsidRPr="00661C0F" w:rsidRDefault="009D4F98" w:rsidP="009D4F98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4F98" w:rsidRPr="009E6A7D" w:rsidRDefault="009D4F98" w:rsidP="009D4F98">
            <w:pPr>
              <w:jc w:val="center"/>
              <w:rPr>
                <w:rFonts w:ascii="Corbel" w:hAnsi="Corbel" w:cs="Arial"/>
                <w:bCs/>
                <w:sz w:val="20"/>
                <w:szCs w:val="20"/>
              </w:rPr>
            </w:pPr>
          </w:p>
        </w:tc>
      </w:tr>
      <w:tr w:rsidR="009D4F98" w:rsidTr="004567EE">
        <w:trPr>
          <w:jc w:val="center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4F98" w:rsidRDefault="009D4F98" w:rsidP="009D4F98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4F98" w:rsidRDefault="009D4F98" w:rsidP="009D4F98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PIERRI FRANCESCA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4F98" w:rsidRPr="00661C0F" w:rsidRDefault="008417AC" w:rsidP="009D4F98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4F98" w:rsidRPr="00661C0F" w:rsidRDefault="009D4F98" w:rsidP="009D4F98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4F98" w:rsidRPr="00661C0F" w:rsidRDefault="009D4F98" w:rsidP="009D4F98">
            <w:pPr>
              <w:jc w:val="center"/>
              <w:rPr>
                <w:rFonts w:ascii="Corbel" w:hAnsi="Corbel" w:cs="Arial"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4F98" w:rsidRDefault="009D4F98" w:rsidP="009D4F98">
            <w:pPr>
              <w:jc w:val="center"/>
              <w:rPr>
                <w:rFonts w:ascii="Corbel" w:hAnsi="Corbel" w:cs="Arial"/>
                <w:bCs/>
                <w:sz w:val="20"/>
                <w:szCs w:val="20"/>
              </w:rPr>
            </w:pPr>
          </w:p>
        </w:tc>
      </w:tr>
      <w:tr w:rsidR="009D4F98" w:rsidTr="004567EE">
        <w:trPr>
          <w:jc w:val="center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4F98" w:rsidRDefault="009D4F98" w:rsidP="009D4F98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4F98" w:rsidRDefault="009D4F98" w:rsidP="009D4F98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SPLENDIANI SIMONE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4F98" w:rsidRPr="00661C0F" w:rsidRDefault="008417AC" w:rsidP="009D4F98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4F98" w:rsidRPr="00661C0F" w:rsidRDefault="009D4F98" w:rsidP="009D4F98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4F98" w:rsidRPr="00661C0F" w:rsidRDefault="009D4F98" w:rsidP="009D4F98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4F98" w:rsidRDefault="009D4F98" w:rsidP="009D4F98">
            <w:pPr>
              <w:jc w:val="center"/>
              <w:rPr>
                <w:rFonts w:ascii="Corbel" w:hAnsi="Corbel" w:cs="Arial"/>
                <w:bCs/>
                <w:sz w:val="20"/>
                <w:szCs w:val="20"/>
              </w:rPr>
            </w:pPr>
          </w:p>
        </w:tc>
      </w:tr>
      <w:tr w:rsidR="00A85C27" w:rsidTr="007A4E0A">
        <w:trPr>
          <w:jc w:val="center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5C27" w:rsidRDefault="00A85C27" w:rsidP="00A85C27">
            <w:pPr>
              <w:jc w:val="center"/>
              <w:rPr>
                <w:rFonts w:ascii="Corbel" w:hAnsi="Corbel" w:cs="Arial"/>
              </w:rPr>
            </w:pPr>
          </w:p>
        </w:tc>
        <w:tc>
          <w:tcPr>
            <w:tcW w:w="83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5C27" w:rsidRPr="00F1003D" w:rsidRDefault="00A85C27" w:rsidP="00A85C27">
            <w:pPr>
              <w:rPr>
                <w:rFonts w:ascii="Corbel" w:hAnsi="Corbel" w:cs="Arial"/>
                <w:b/>
                <w:bCs/>
              </w:rPr>
            </w:pPr>
            <w:r w:rsidRPr="00F1003D">
              <w:rPr>
                <w:rFonts w:ascii="Corbel" w:hAnsi="Corbel" w:cs="Arial"/>
                <w:b/>
                <w:bCs/>
              </w:rPr>
              <w:t>RTD</w:t>
            </w:r>
          </w:p>
        </w:tc>
      </w:tr>
      <w:tr w:rsidR="00176EDF" w:rsidTr="004567EE">
        <w:trPr>
          <w:jc w:val="center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6EDF" w:rsidRDefault="00176EDF" w:rsidP="00176EDF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6EDF" w:rsidRPr="00E143AB" w:rsidRDefault="00176EDF" w:rsidP="00176EDF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BOITI CRISTIANA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6EDF" w:rsidRPr="005B4859" w:rsidRDefault="008417AC" w:rsidP="00176EDF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6EDF" w:rsidRPr="005B4859" w:rsidRDefault="00176EDF" w:rsidP="00176EDF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EDF" w:rsidRPr="00F1003D" w:rsidRDefault="00176EDF" w:rsidP="00176EDF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EDF" w:rsidRPr="008C7A5D" w:rsidRDefault="00176EDF" w:rsidP="00176EDF">
            <w:pPr>
              <w:jc w:val="center"/>
              <w:rPr>
                <w:rFonts w:ascii="Corbel" w:hAnsi="Corbel" w:cs="Arial"/>
                <w:bCs/>
                <w:sz w:val="20"/>
                <w:szCs w:val="20"/>
              </w:rPr>
            </w:pPr>
          </w:p>
        </w:tc>
      </w:tr>
      <w:tr w:rsidR="000048AE" w:rsidTr="004567EE">
        <w:trPr>
          <w:jc w:val="center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48AE" w:rsidRDefault="000048AE" w:rsidP="005E1F9D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48AE" w:rsidRDefault="000048AE" w:rsidP="005E1F9D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D’ERRICO MARIA CHIARA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48AE" w:rsidRPr="005B4859" w:rsidRDefault="008417AC" w:rsidP="005E1F9D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48AE" w:rsidRPr="005B4859" w:rsidRDefault="000048AE" w:rsidP="005E1F9D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48AE" w:rsidRPr="00F1003D" w:rsidRDefault="000048AE" w:rsidP="005E1F9D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48AE" w:rsidRPr="008C7A5D" w:rsidRDefault="000048AE" w:rsidP="005E1F9D">
            <w:pPr>
              <w:jc w:val="center"/>
              <w:rPr>
                <w:rFonts w:ascii="Corbel" w:hAnsi="Corbel" w:cs="Arial"/>
                <w:bCs/>
                <w:sz w:val="20"/>
                <w:szCs w:val="20"/>
              </w:rPr>
            </w:pPr>
          </w:p>
        </w:tc>
      </w:tr>
      <w:tr w:rsidR="00176EDF" w:rsidTr="004567EE">
        <w:trPr>
          <w:jc w:val="center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6EDF" w:rsidRDefault="00176EDF" w:rsidP="00176EDF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6EDF" w:rsidRDefault="00176EDF" w:rsidP="00176EDF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FORLANI FABIO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6EDF" w:rsidRPr="005B4859" w:rsidRDefault="008417AC" w:rsidP="00176EDF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6EDF" w:rsidRPr="005B4859" w:rsidRDefault="00176EDF" w:rsidP="00176EDF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EDF" w:rsidRPr="00F1003D" w:rsidRDefault="00176EDF" w:rsidP="00176EDF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EDF" w:rsidRPr="00E55E5E" w:rsidRDefault="00176EDF" w:rsidP="00176EDF">
            <w:pPr>
              <w:jc w:val="center"/>
              <w:rPr>
                <w:rFonts w:ascii="Corbel" w:hAnsi="Corbel" w:cs="Arial"/>
                <w:bCs/>
                <w:sz w:val="20"/>
                <w:szCs w:val="20"/>
              </w:rPr>
            </w:pPr>
          </w:p>
        </w:tc>
      </w:tr>
      <w:tr w:rsidR="00176EDF" w:rsidTr="004567EE">
        <w:trPr>
          <w:jc w:val="center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6EDF" w:rsidRDefault="00176EDF" w:rsidP="00176EDF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6EDF" w:rsidRDefault="00176EDF" w:rsidP="00176EDF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GUARDABASCIO BARBARA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6EDF" w:rsidRPr="005B4859" w:rsidRDefault="008417AC" w:rsidP="00176EDF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6EDF" w:rsidRPr="005B4859" w:rsidRDefault="00176EDF" w:rsidP="00176EDF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EDF" w:rsidRPr="00F1003D" w:rsidRDefault="00176EDF" w:rsidP="00176EDF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EDF" w:rsidRPr="00E55E5E" w:rsidRDefault="00176EDF" w:rsidP="00176EDF">
            <w:pPr>
              <w:jc w:val="center"/>
              <w:rPr>
                <w:rFonts w:ascii="Corbel" w:hAnsi="Corbel" w:cs="Arial"/>
                <w:bCs/>
                <w:sz w:val="20"/>
                <w:szCs w:val="20"/>
              </w:rPr>
            </w:pPr>
          </w:p>
        </w:tc>
      </w:tr>
      <w:tr w:rsidR="00A85C27" w:rsidTr="007A4E0A">
        <w:trPr>
          <w:jc w:val="center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5C27" w:rsidRDefault="00A85C27" w:rsidP="00A85C27">
            <w:pPr>
              <w:jc w:val="center"/>
              <w:rPr>
                <w:rFonts w:ascii="Corbel" w:hAnsi="Corbel" w:cs="Arial"/>
              </w:rPr>
            </w:pPr>
          </w:p>
        </w:tc>
        <w:tc>
          <w:tcPr>
            <w:tcW w:w="83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5C27" w:rsidRPr="00F1003D" w:rsidRDefault="00A85C27" w:rsidP="00A85C27">
            <w:pPr>
              <w:rPr>
                <w:rFonts w:ascii="Corbel" w:hAnsi="Corbel" w:cs="Arial"/>
                <w:b/>
                <w:bCs/>
              </w:rPr>
            </w:pPr>
            <w:r w:rsidRPr="00F1003D">
              <w:rPr>
                <w:rFonts w:ascii="Corbel" w:hAnsi="Corbel" w:cs="Arial"/>
                <w:b/>
                <w:bCs/>
              </w:rPr>
              <w:t>RAPPRESENTANTI PTA</w:t>
            </w:r>
          </w:p>
        </w:tc>
      </w:tr>
      <w:tr w:rsidR="00176EDF" w:rsidTr="004567EE">
        <w:trPr>
          <w:jc w:val="center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6EDF" w:rsidRDefault="00176EDF" w:rsidP="00176EDF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6EDF" w:rsidRDefault="00176EDF" w:rsidP="00176EDF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SCRICCIOLO GIANNI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6EDF" w:rsidRPr="005B4859" w:rsidRDefault="008417AC" w:rsidP="00176EDF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6EDF" w:rsidRPr="00F1003D" w:rsidRDefault="00176EDF" w:rsidP="00176EDF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EDF" w:rsidRPr="00F1003D" w:rsidRDefault="00176EDF" w:rsidP="00176EDF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EDF" w:rsidRDefault="00176EDF" w:rsidP="00176EDF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</w:tr>
      <w:tr w:rsidR="00176EDF" w:rsidTr="004567EE">
        <w:trPr>
          <w:jc w:val="center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6EDF" w:rsidRDefault="00176EDF" w:rsidP="00176EDF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6EDF" w:rsidRDefault="00176EDF" w:rsidP="00176EDF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TREQUATTRINI M. ASSUNTA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6EDF" w:rsidRPr="005B4859" w:rsidRDefault="00176EDF" w:rsidP="00176EDF">
            <w:pPr>
              <w:jc w:val="center"/>
              <w:rPr>
                <w:rFonts w:ascii="Corbel" w:hAnsi="Corbe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6EDF" w:rsidRPr="00F1003D" w:rsidRDefault="008417AC" w:rsidP="00176EDF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EDF" w:rsidRPr="00F1003D" w:rsidRDefault="00176EDF" w:rsidP="00176EDF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EDF" w:rsidRDefault="00176EDF" w:rsidP="00176EDF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</w:tr>
      <w:tr w:rsidR="00A85C27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5C27" w:rsidRDefault="00A85C27" w:rsidP="00A85C27">
            <w:pPr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5C27" w:rsidRDefault="00A85C27" w:rsidP="00A85C27">
            <w:pPr>
              <w:rPr>
                <w:rFonts w:ascii="Corbel" w:hAnsi="Corbel" w:cs="Arial"/>
                <w:b/>
                <w:bCs/>
              </w:rPr>
            </w:pPr>
            <w:r>
              <w:rPr>
                <w:rFonts w:ascii="Corbel" w:hAnsi="Corbel" w:cs="Arial"/>
                <w:b/>
                <w:bCs/>
              </w:rPr>
              <w:t>RAPPRESENTANTI STUDENTI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5C27" w:rsidRDefault="00A85C27" w:rsidP="00A85C2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C27" w:rsidRDefault="00A85C27" w:rsidP="00A85C27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C27" w:rsidRPr="00F1003D" w:rsidRDefault="00A85C27" w:rsidP="00A85C2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5C27" w:rsidRDefault="00A85C27" w:rsidP="00A85C27">
            <w:pPr>
              <w:jc w:val="center"/>
              <w:rPr>
                <w:rFonts w:ascii="Corbel" w:hAnsi="Corbel" w:cs="Arial"/>
                <w:b/>
                <w:bCs/>
              </w:rPr>
            </w:pPr>
          </w:p>
        </w:tc>
      </w:tr>
      <w:tr w:rsidR="00A85C27" w:rsidTr="004567EE">
        <w:trPr>
          <w:jc w:val="center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5C27" w:rsidRDefault="00A85C27" w:rsidP="00A85C27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5C27" w:rsidRPr="0069283A" w:rsidRDefault="00A85C27" w:rsidP="00A85C27">
            <w:pPr>
              <w:rPr>
                <w:rFonts w:ascii="Corbel" w:hAnsi="Corbel" w:cs="Arial"/>
                <w:bCs/>
              </w:rPr>
            </w:pPr>
            <w:r w:rsidRPr="0069283A">
              <w:rPr>
                <w:rFonts w:ascii="Corbel" w:hAnsi="Corbel" w:cs="Arial"/>
                <w:bCs/>
              </w:rPr>
              <w:t>BARTOLO MARTINA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5C27" w:rsidRPr="005B4859" w:rsidRDefault="00A85C27" w:rsidP="00A85C2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5C27" w:rsidRPr="005B4859" w:rsidRDefault="00A85C27" w:rsidP="00A85C2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5C27" w:rsidRPr="005B4859" w:rsidRDefault="008417AC" w:rsidP="00A85C27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5C27" w:rsidRPr="00D94A89" w:rsidRDefault="00A85C27" w:rsidP="00A85C27">
            <w:pPr>
              <w:rPr>
                <w:rFonts w:ascii="Corbel" w:hAnsi="Corbel" w:cs="Arial"/>
                <w:bCs/>
                <w:sz w:val="22"/>
                <w:szCs w:val="22"/>
              </w:rPr>
            </w:pPr>
          </w:p>
        </w:tc>
      </w:tr>
      <w:tr w:rsidR="00ED0718" w:rsidTr="004567EE">
        <w:trPr>
          <w:jc w:val="center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0718" w:rsidRDefault="00ED0718" w:rsidP="00A85C27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0718" w:rsidRPr="0069283A" w:rsidRDefault="00ED0718" w:rsidP="00A85C27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BINUCCI MICHELE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0718" w:rsidRPr="005B4859" w:rsidRDefault="00ED0718" w:rsidP="00A85C2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0718" w:rsidRPr="005B4859" w:rsidRDefault="00ED0718" w:rsidP="00A85C2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0718" w:rsidRPr="005B4859" w:rsidRDefault="00434A07" w:rsidP="00A85C27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0718" w:rsidRPr="00D94A89" w:rsidRDefault="00ED0718" w:rsidP="00A85C27">
            <w:pPr>
              <w:rPr>
                <w:rFonts w:ascii="Corbel" w:hAnsi="Corbel" w:cs="Arial"/>
                <w:bCs/>
                <w:sz w:val="22"/>
                <w:szCs w:val="22"/>
              </w:rPr>
            </w:pPr>
          </w:p>
        </w:tc>
      </w:tr>
      <w:tr w:rsidR="002A6F65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6F65" w:rsidRDefault="002A6F65" w:rsidP="002A6F65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6F65" w:rsidRPr="0069283A" w:rsidRDefault="002A6F65" w:rsidP="002A6F65">
            <w:pPr>
              <w:rPr>
                <w:rFonts w:ascii="Corbel" w:hAnsi="Corbel" w:cs="Arial"/>
                <w:bCs/>
              </w:rPr>
            </w:pPr>
            <w:r w:rsidRPr="0069283A">
              <w:rPr>
                <w:rFonts w:ascii="Corbel" w:hAnsi="Corbel" w:cs="Arial"/>
                <w:bCs/>
              </w:rPr>
              <w:t>GHERASIM MARIA RALUCA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6F65" w:rsidRPr="005B4859" w:rsidRDefault="00434A07" w:rsidP="002A6F65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6F65" w:rsidRPr="005B4859" w:rsidRDefault="002A6F65" w:rsidP="002A6F65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F65" w:rsidRPr="005B4859" w:rsidRDefault="002A6F65" w:rsidP="002A6F65">
            <w:pPr>
              <w:jc w:val="center"/>
              <w:rPr>
                <w:rFonts w:ascii="Corbel" w:hAnsi="Corbe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F65" w:rsidRDefault="002A6F65" w:rsidP="002A6F65">
            <w:pPr>
              <w:jc w:val="center"/>
              <w:rPr>
                <w:rFonts w:ascii="Corbel" w:hAnsi="Corbel" w:cs="Arial"/>
                <w:bCs/>
              </w:rPr>
            </w:pPr>
          </w:p>
        </w:tc>
      </w:tr>
      <w:tr w:rsidR="002A6F65" w:rsidTr="004567EE">
        <w:trPr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6F65" w:rsidRDefault="002A6F65" w:rsidP="002A6F65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6F65" w:rsidRPr="0069283A" w:rsidRDefault="002A6F65" w:rsidP="002A6F65">
            <w:pPr>
              <w:rPr>
                <w:rFonts w:ascii="Corbel" w:hAnsi="Corbel" w:cs="Arial"/>
                <w:bCs/>
              </w:rPr>
            </w:pPr>
            <w:r>
              <w:rPr>
                <w:rFonts w:ascii="Corbel" w:hAnsi="Corbel" w:cs="Arial"/>
                <w:bCs/>
              </w:rPr>
              <w:t>MANCINI MASSIMO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6F65" w:rsidRPr="005B4859" w:rsidRDefault="002A6F65" w:rsidP="002A6F65">
            <w:pPr>
              <w:jc w:val="center"/>
              <w:rPr>
                <w:rFonts w:ascii="Corbel" w:hAnsi="Corbe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6F65" w:rsidRPr="005B4859" w:rsidRDefault="002A6F65" w:rsidP="002A6F65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F65" w:rsidRPr="005B4859" w:rsidRDefault="00434A07" w:rsidP="002A6F65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F65" w:rsidRDefault="002A6F65" w:rsidP="002A6F65">
            <w:pPr>
              <w:jc w:val="center"/>
              <w:rPr>
                <w:rFonts w:ascii="Corbel" w:hAnsi="Corbel" w:cs="Arial"/>
                <w:bCs/>
              </w:rPr>
            </w:pPr>
          </w:p>
        </w:tc>
      </w:tr>
      <w:tr w:rsidR="002A6F65" w:rsidTr="004567EE">
        <w:trPr>
          <w:jc w:val="center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6F65" w:rsidRDefault="002A6F65" w:rsidP="002A6F65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6F65" w:rsidRPr="0069283A" w:rsidRDefault="002A6F65" w:rsidP="002A6F65">
            <w:pPr>
              <w:rPr>
                <w:rFonts w:ascii="Corbel" w:hAnsi="Corbel" w:cs="Arial"/>
                <w:bCs/>
              </w:rPr>
            </w:pPr>
            <w:r w:rsidRPr="0069283A">
              <w:rPr>
                <w:rFonts w:ascii="Corbel" w:hAnsi="Corbel" w:cs="Arial"/>
                <w:bCs/>
              </w:rPr>
              <w:t>MEDIOUNI HALIM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6F65" w:rsidRPr="005B4859" w:rsidRDefault="002A6F65" w:rsidP="002A6F65">
            <w:pPr>
              <w:jc w:val="center"/>
              <w:rPr>
                <w:rFonts w:ascii="Corbel" w:hAnsi="Corbe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6F65" w:rsidRPr="005B4859" w:rsidRDefault="002A6F65" w:rsidP="002A6F65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6F65" w:rsidRPr="005B4859" w:rsidRDefault="00434A07" w:rsidP="002A6F65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6F65" w:rsidRPr="00F27FF2" w:rsidRDefault="002A6F65" w:rsidP="002A6F65">
            <w:pPr>
              <w:rPr>
                <w:rFonts w:ascii="Corbel" w:hAnsi="Corbel" w:cs="Arial"/>
                <w:bCs/>
                <w:sz w:val="20"/>
                <w:szCs w:val="20"/>
              </w:rPr>
            </w:pPr>
          </w:p>
        </w:tc>
      </w:tr>
      <w:tr w:rsidR="00A85C27" w:rsidTr="004567EE">
        <w:trPr>
          <w:jc w:val="center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5C27" w:rsidRDefault="00A85C27" w:rsidP="00A85C27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5C27" w:rsidRPr="0069283A" w:rsidRDefault="00A85C27" w:rsidP="00A85C27">
            <w:pPr>
              <w:rPr>
                <w:rFonts w:ascii="Corbel" w:hAnsi="Corbel" w:cs="Arial"/>
                <w:bCs/>
              </w:rPr>
            </w:pPr>
            <w:r w:rsidRPr="0069283A">
              <w:rPr>
                <w:rFonts w:ascii="Corbel" w:hAnsi="Corbel" w:cs="Arial"/>
                <w:bCs/>
              </w:rPr>
              <w:t>MORICONI LEONARDO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5C27" w:rsidRPr="005B4859" w:rsidRDefault="00A85C27" w:rsidP="00A85C2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5C27" w:rsidRPr="005B4859" w:rsidRDefault="00A85C27" w:rsidP="00A85C2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5C27" w:rsidRPr="005B4859" w:rsidRDefault="00434A07" w:rsidP="00A85C27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5C27" w:rsidRPr="00F27FF2" w:rsidRDefault="00A85C27" w:rsidP="00A85C27">
            <w:pPr>
              <w:rPr>
                <w:rFonts w:ascii="Corbel" w:hAnsi="Corbel" w:cs="Arial"/>
                <w:bCs/>
                <w:sz w:val="20"/>
                <w:szCs w:val="20"/>
              </w:rPr>
            </w:pPr>
          </w:p>
        </w:tc>
      </w:tr>
      <w:tr w:rsidR="004C252B" w:rsidRPr="00886B4C" w:rsidTr="004567EE">
        <w:trPr>
          <w:jc w:val="center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252B" w:rsidRDefault="004C252B" w:rsidP="004C252B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252B" w:rsidRPr="0069283A" w:rsidRDefault="004C252B" w:rsidP="004C252B">
            <w:pPr>
              <w:rPr>
                <w:rFonts w:ascii="Corbel" w:hAnsi="Corbel" w:cs="Arial"/>
                <w:bCs/>
              </w:rPr>
            </w:pPr>
            <w:r w:rsidRPr="0069283A">
              <w:rPr>
                <w:rFonts w:ascii="Corbel" w:hAnsi="Corbel" w:cs="Arial"/>
                <w:bCs/>
              </w:rPr>
              <w:t>PICI PAOLO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252B" w:rsidRPr="005B4859" w:rsidRDefault="004C252B" w:rsidP="004C252B">
            <w:pPr>
              <w:jc w:val="center"/>
              <w:rPr>
                <w:rFonts w:ascii="Corbel" w:hAnsi="Corbe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252B" w:rsidRPr="005B4859" w:rsidRDefault="004C252B" w:rsidP="004C252B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96A" w:rsidRPr="005B4859" w:rsidRDefault="00434A07" w:rsidP="004C252B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252B" w:rsidRPr="00F27FF2" w:rsidRDefault="004C252B" w:rsidP="004C252B">
            <w:pPr>
              <w:rPr>
                <w:rFonts w:ascii="Corbel" w:hAnsi="Corbel" w:cs="Arial"/>
                <w:bCs/>
                <w:sz w:val="20"/>
                <w:szCs w:val="20"/>
              </w:rPr>
            </w:pPr>
          </w:p>
        </w:tc>
      </w:tr>
      <w:tr w:rsidR="004C252B" w:rsidTr="004567EE">
        <w:trPr>
          <w:jc w:val="center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252B" w:rsidRDefault="004C252B" w:rsidP="004C252B">
            <w:pPr>
              <w:numPr>
                <w:ilvl w:val="0"/>
                <w:numId w:val="1"/>
              </w:numPr>
              <w:jc w:val="center"/>
              <w:rPr>
                <w:rFonts w:ascii="Corbel" w:hAnsi="Corbe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252B" w:rsidRPr="0069283A" w:rsidRDefault="004C252B" w:rsidP="004C252B">
            <w:pPr>
              <w:rPr>
                <w:rFonts w:ascii="Corbel" w:hAnsi="Corbel" w:cs="Arial"/>
                <w:bCs/>
              </w:rPr>
            </w:pPr>
            <w:r w:rsidRPr="0069283A">
              <w:rPr>
                <w:rFonts w:ascii="Corbel" w:hAnsi="Corbel" w:cs="Arial"/>
                <w:bCs/>
              </w:rPr>
              <w:t>RANFA EUGENIO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252B" w:rsidRPr="005B4859" w:rsidRDefault="00434A07" w:rsidP="004C252B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252B" w:rsidRPr="005B4859" w:rsidRDefault="004C252B" w:rsidP="004C252B">
            <w:pPr>
              <w:jc w:val="center"/>
              <w:rPr>
                <w:rFonts w:ascii="Corbel" w:hAnsi="Corbe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252B" w:rsidRPr="005B4859" w:rsidRDefault="004C252B" w:rsidP="004C252B">
            <w:pPr>
              <w:rPr>
                <w:rFonts w:ascii="Corbel" w:hAnsi="Corbe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252B" w:rsidRPr="00F27FF2" w:rsidRDefault="004C252B" w:rsidP="004C252B">
            <w:pPr>
              <w:rPr>
                <w:rFonts w:ascii="Corbel" w:hAnsi="Corbel" w:cs="Arial"/>
                <w:bCs/>
                <w:sz w:val="20"/>
                <w:szCs w:val="20"/>
              </w:rPr>
            </w:pPr>
          </w:p>
        </w:tc>
      </w:tr>
    </w:tbl>
    <w:p w:rsidR="00BC5244" w:rsidRDefault="00BC5244" w:rsidP="001F5C91">
      <w:pPr>
        <w:pStyle w:val="Intestazione"/>
        <w:tabs>
          <w:tab w:val="left" w:pos="708"/>
        </w:tabs>
        <w:jc w:val="both"/>
        <w:rPr>
          <w:rFonts w:ascii="Corbel" w:hAnsi="Corbel"/>
        </w:rPr>
      </w:pPr>
    </w:p>
    <w:p w:rsidR="00BC5244" w:rsidRDefault="00BC5244" w:rsidP="007F0AAA">
      <w:pPr>
        <w:rPr>
          <w:rFonts w:ascii="Corbel" w:hAnsi="Corbel"/>
        </w:rPr>
      </w:pPr>
      <w:r>
        <w:rPr>
          <w:rFonts w:ascii="Corbel" w:hAnsi="Corbel"/>
        </w:rPr>
        <w:t xml:space="preserve">Il Direttore Prof. Libero Mario Mari, constatato che il numero dei presenti rende valida la seduta e che il Segretario Dott.ssa Claudia </w:t>
      </w:r>
      <w:proofErr w:type="spellStart"/>
      <w:r>
        <w:rPr>
          <w:rFonts w:ascii="Corbel" w:hAnsi="Corbel"/>
        </w:rPr>
        <w:t>Bastianini</w:t>
      </w:r>
      <w:proofErr w:type="spellEnd"/>
      <w:r>
        <w:rPr>
          <w:rFonts w:ascii="Corbel" w:hAnsi="Corbel"/>
        </w:rPr>
        <w:t xml:space="preserve"> redige il verbale, pone in discussione il seguente:</w:t>
      </w:r>
    </w:p>
    <w:p w:rsidR="00E51FA5" w:rsidRDefault="00E51FA5" w:rsidP="00493A83">
      <w:pPr>
        <w:rPr>
          <w:rFonts w:ascii="Corbel" w:hAnsi="Corbel"/>
        </w:rPr>
      </w:pPr>
    </w:p>
    <w:p w:rsidR="00737E36" w:rsidRDefault="00E51FA5" w:rsidP="00E51FA5">
      <w:pPr>
        <w:jc w:val="center"/>
        <w:rPr>
          <w:rFonts w:ascii="Corbel" w:hAnsi="Corbel"/>
        </w:rPr>
      </w:pPr>
      <w:r>
        <w:rPr>
          <w:rFonts w:ascii="Corbel" w:hAnsi="Corbel"/>
        </w:rPr>
        <w:t>ORDINE DEL GIORNO</w:t>
      </w:r>
    </w:p>
    <w:p w:rsidR="00284505" w:rsidRDefault="00284505" w:rsidP="00E51FA5">
      <w:pPr>
        <w:jc w:val="center"/>
        <w:rPr>
          <w:rFonts w:ascii="Corbel" w:hAnsi="Corbel"/>
        </w:rPr>
      </w:pPr>
    </w:p>
    <w:p w:rsidR="00284505" w:rsidRDefault="00284505" w:rsidP="00E51FA5">
      <w:pPr>
        <w:jc w:val="center"/>
        <w:rPr>
          <w:rFonts w:ascii="Corbel" w:hAnsi="Corbel"/>
        </w:rPr>
      </w:pPr>
    </w:p>
    <w:p w:rsidR="00824E17" w:rsidRPr="00824E17" w:rsidRDefault="00824E17" w:rsidP="00824E17">
      <w:pPr>
        <w:numPr>
          <w:ilvl w:val="0"/>
          <w:numId w:val="28"/>
        </w:numPr>
        <w:ind w:left="1776"/>
        <w:rPr>
          <w:rFonts w:ascii="Corbel" w:hAnsi="Corbel"/>
        </w:rPr>
      </w:pPr>
      <w:r w:rsidRPr="00824E17">
        <w:rPr>
          <w:rFonts w:ascii="Corbel" w:hAnsi="Corbel"/>
        </w:rPr>
        <w:t>Comunicazioni; </w:t>
      </w:r>
    </w:p>
    <w:p w:rsidR="00824E17" w:rsidRPr="00824E17" w:rsidRDefault="00824E17" w:rsidP="00824E17">
      <w:pPr>
        <w:numPr>
          <w:ilvl w:val="0"/>
          <w:numId w:val="28"/>
        </w:numPr>
        <w:ind w:left="1776"/>
        <w:rPr>
          <w:rFonts w:ascii="Corbel" w:hAnsi="Corbel"/>
        </w:rPr>
      </w:pPr>
      <w:r w:rsidRPr="00824E17">
        <w:rPr>
          <w:rFonts w:ascii="Corbel" w:hAnsi="Corbel"/>
        </w:rPr>
        <w:t>Ratifica decreti;  </w:t>
      </w:r>
    </w:p>
    <w:p w:rsidR="00824E17" w:rsidRPr="00824E17" w:rsidRDefault="00824E17" w:rsidP="00824E17">
      <w:pPr>
        <w:numPr>
          <w:ilvl w:val="0"/>
          <w:numId w:val="28"/>
        </w:numPr>
        <w:ind w:left="1776"/>
        <w:jc w:val="both"/>
        <w:rPr>
          <w:rFonts w:ascii="Corbel" w:hAnsi="Corbel" w:cs="Arial"/>
        </w:rPr>
      </w:pPr>
      <w:r w:rsidRPr="00824E17">
        <w:rPr>
          <w:rFonts w:ascii="Corbel" w:hAnsi="Corbel"/>
        </w:rPr>
        <w:t>Approvazione Riesame Ciclico e Schede di Monitoraggio Annuale (SMA) dei Corsi di Studio del Dipartimento di Economia;</w:t>
      </w:r>
    </w:p>
    <w:p w:rsidR="00824E17" w:rsidRPr="00824E17" w:rsidRDefault="00824E17" w:rsidP="00391DA6">
      <w:pPr>
        <w:ind w:left="1985" w:hanging="567"/>
        <w:jc w:val="both"/>
        <w:rPr>
          <w:rFonts w:ascii="Corbel" w:hAnsi="Corbel" w:cs="Arial"/>
        </w:rPr>
      </w:pPr>
      <w:bookmarkStart w:id="0" w:name="_GoBack"/>
      <w:bookmarkEnd w:id="0"/>
      <w:r w:rsidRPr="00824E17">
        <w:rPr>
          <w:rFonts w:ascii="Corbel" w:hAnsi="Corbel" w:cs="Arial"/>
          <w:snapToGrid w:val="0"/>
        </w:rPr>
        <w:t xml:space="preserve">3bis) </w:t>
      </w:r>
      <w:r w:rsidRPr="00824E17">
        <w:rPr>
          <w:rFonts w:ascii="Corbel" w:hAnsi="Corbel" w:cs="Arial"/>
        </w:rPr>
        <w:t>Dottorato di Ricerca in Diritto dei Consumi: designazione Coordinatore triennio 2021-2024;</w:t>
      </w:r>
    </w:p>
    <w:p w:rsidR="00824E17" w:rsidRPr="00824E17" w:rsidRDefault="00824E17" w:rsidP="00391DA6">
      <w:pPr>
        <w:tabs>
          <w:tab w:val="num" w:pos="3912"/>
          <w:tab w:val="left" w:pos="4320"/>
        </w:tabs>
        <w:ind w:left="1418"/>
        <w:jc w:val="both"/>
        <w:rPr>
          <w:rFonts w:ascii="Corbel" w:hAnsi="Corbel"/>
        </w:rPr>
      </w:pPr>
      <w:r w:rsidRPr="00824E17">
        <w:rPr>
          <w:rFonts w:ascii="Corbel" w:hAnsi="Corbel"/>
          <w:snapToGrid w:val="0"/>
        </w:rPr>
        <w:t>3ter) Bando FIS 2021: determinazioni</w:t>
      </w:r>
      <w:r w:rsidR="00736D13">
        <w:rPr>
          <w:rFonts w:ascii="Corbel" w:hAnsi="Corbel"/>
          <w:snapToGrid w:val="0"/>
        </w:rPr>
        <w:t>;</w:t>
      </w:r>
    </w:p>
    <w:p w:rsidR="00824E17" w:rsidRPr="00824E17" w:rsidRDefault="00824E17" w:rsidP="00824E17">
      <w:pPr>
        <w:numPr>
          <w:ilvl w:val="0"/>
          <w:numId w:val="28"/>
        </w:numPr>
        <w:spacing w:after="200" w:line="276" w:lineRule="auto"/>
        <w:ind w:left="1776"/>
        <w:contextualSpacing/>
        <w:jc w:val="both"/>
        <w:rPr>
          <w:rFonts w:ascii="Corbel" w:hAnsi="Corbel"/>
          <w:lang w:eastAsia="en-US"/>
        </w:rPr>
      </w:pPr>
      <w:r w:rsidRPr="00824E17">
        <w:rPr>
          <w:rFonts w:ascii="Corbel" w:hAnsi="Corbel"/>
          <w:lang w:eastAsia="en-US"/>
        </w:rPr>
        <w:t>Varie ed eventuali. </w:t>
      </w:r>
    </w:p>
    <w:p w:rsidR="00284505" w:rsidRDefault="00284505" w:rsidP="00E51FA5">
      <w:pPr>
        <w:jc w:val="center"/>
        <w:rPr>
          <w:rFonts w:ascii="Corbel" w:hAnsi="Corbel"/>
        </w:rPr>
      </w:pPr>
    </w:p>
    <w:p w:rsidR="00284505" w:rsidRDefault="00284505" w:rsidP="00E51FA5">
      <w:pPr>
        <w:jc w:val="center"/>
        <w:rPr>
          <w:rFonts w:ascii="Corbel" w:hAnsi="Corbel"/>
        </w:rPr>
      </w:pPr>
    </w:p>
    <w:p w:rsidR="00284505" w:rsidRDefault="00284505" w:rsidP="00E51FA5">
      <w:pPr>
        <w:jc w:val="center"/>
        <w:rPr>
          <w:rFonts w:ascii="Corbel" w:hAnsi="Corbel"/>
        </w:rPr>
      </w:pPr>
    </w:p>
    <w:p w:rsidR="00284505" w:rsidRDefault="00284505" w:rsidP="00E51FA5">
      <w:pPr>
        <w:jc w:val="center"/>
        <w:rPr>
          <w:rFonts w:ascii="Corbel" w:hAnsi="Corbel"/>
        </w:rPr>
      </w:pPr>
    </w:p>
    <w:p w:rsidR="00F27461" w:rsidRDefault="00D769E0" w:rsidP="008529A8">
      <w:pPr>
        <w:rPr>
          <w:rFonts w:ascii="Corbel" w:hAnsi="Corbel"/>
        </w:rPr>
      </w:pPr>
      <w:r>
        <w:rPr>
          <w:rFonts w:ascii="Corbel" w:hAnsi="Corbel"/>
        </w:rPr>
        <w:br w:type="page"/>
      </w:r>
    </w:p>
    <w:p w:rsidR="00360816" w:rsidRDefault="00360816" w:rsidP="00A7218A">
      <w:pPr>
        <w:ind w:right="424"/>
        <w:jc w:val="both"/>
        <w:outlineLvl w:val="0"/>
        <w:rPr>
          <w:rFonts w:ascii="Corbel" w:hAnsi="Corbe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9"/>
        <w:gridCol w:w="490"/>
        <w:gridCol w:w="1199"/>
        <w:gridCol w:w="4766"/>
      </w:tblGrid>
      <w:tr w:rsidR="00360816" w:rsidRPr="00006934" w:rsidTr="003A39BE">
        <w:tc>
          <w:tcPr>
            <w:tcW w:w="2889" w:type="dxa"/>
          </w:tcPr>
          <w:p w:rsidR="00360816" w:rsidRPr="00006934" w:rsidRDefault="00360816" w:rsidP="003A39BE">
            <w:pPr>
              <w:pStyle w:val="Intestazione"/>
              <w:rPr>
                <w:rFonts w:ascii="Corbel" w:hAnsi="Corbel"/>
                <w:szCs w:val="24"/>
              </w:rPr>
            </w:pPr>
            <w:r w:rsidRPr="00006934">
              <w:rPr>
                <w:rFonts w:ascii="Corbel" w:hAnsi="Corbel"/>
                <w:szCs w:val="24"/>
              </w:rPr>
              <w:br w:type="page"/>
            </w:r>
            <w:r w:rsidRPr="00006934">
              <w:rPr>
                <w:rFonts w:ascii="Corbel" w:hAnsi="Corbel"/>
                <w:szCs w:val="24"/>
              </w:rPr>
              <w:br w:type="page"/>
            </w:r>
            <w:r w:rsidRPr="00006934">
              <w:rPr>
                <w:rFonts w:ascii="Corbel" w:hAnsi="Corbel"/>
                <w:szCs w:val="24"/>
              </w:rPr>
              <w:br w:type="page"/>
              <w:t>ORDINE DEL GIORNO N.</w:t>
            </w:r>
          </w:p>
        </w:tc>
        <w:tc>
          <w:tcPr>
            <w:tcW w:w="490" w:type="dxa"/>
          </w:tcPr>
          <w:p w:rsidR="00360816" w:rsidRPr="00006934" w:rsidRDefault="00360816" w:rsidP="003A39BE">
            <w:pPr>
              <w:pStyle w:val="Intestazione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1199" w:type="dxa"/>
          </w:tcPr>
          <w:p w:rsidR="00360816" w:rsidRPr="00006934" w:rsidRDefault="00360816" w:rsidP="003A39BE">
            <w:pPr>
              <w:pStyle w:val="Intestazione"/>
              <w:rPr>
                <w:rFonts w:ascii="Corbel" w:hAnsi="Corbel"/>
                <w:szCs w:val="24"/>
              </w:rPr>
            </w:pPr>
            <w:r w:rsidRPr="00006934">
              <w:rPr>
                <w:rFonts w:ascii="Corbel" w:hAnsi="Corbel"/>
                <w:szCs w:val="24"/>
              </w:rPr>
              <w:t>Oggetto:</w:t>
            </w:r>
          </w:p>
        </w:tc>
        <w:tc>
          <w:tcPr>
            <w:tcW w:w="4766" w:type="dxa"/>
            <w:vAlign w:val="center"/>
          </w:tcPr>
          <w:p w:rsidR="00360816" w:rsidRPr="00006934" w:rsidRDefault="008529A8" w:rsidP="003A39BE">
            <w:pPr>
              <w:jc w:val="both"/>
              <w:rPr>
                <w:rFonts w:ascii="Corbel" w:hAnsi="Corbel"/>
              </w:rPr>
            </w:pPr>
            <w:r>
              <w:rPr>
                <w:rFonts w:ascii="Work Sans" w:hAnsi="Work Sans"/>
                <w:sz w:val="22"/>
                <w:szCs w:val="22"/>
                <w:lang w:eastAsia="en-US"/>
              </w:rPr>
              <w:t>Comunicazioni.</w:t>
            </w:r>
          </w:p>
        </w:tc>
      </w:tr>
    </w:tbl>
    <w:p w:rsidR="00360816" w:rsidRDefault="00360816" w:rsidP="00A7218A">
      <w:pPr>
        <w:ind w:right="424"/>
        <w:jc w:val="both"/>
        <w:outlineLvl w:val="0"/>
        <w:rPr>
          <w:rFonts w:ascii="Corbel" w:hAnsi="Corbel"/>
        </w:rPr>
      </w:pPr>
    </w:p>
    <w:p w:rsidR="00A7218A" w:rsidRDefault="006521D3" w:rsidP="00A7218A">
      <w:pPr>
        <w:ind w:right="424"/>
        <w:jc w:val="both"/>
        <w:outlineLvl w:val="0"/>
        <w:rPr>
          <w:rFonts w:ascii="Corbel" w:hAnsi="Corbel"/>
        </w:rPr>
      </w:pPr>
      <w:r w:rsidRPr="006521D3">
        <w:rPr>
          <w:rFonts w:ascii="Corbel" w:hAnsi="Corbel"/>
        </w:rPr>
        <w:t xml:space="preserve">Il Direttore passa la parola al Prof. Andrea </w:t>
      </w:r>
      <w:proofErr w:type="spellStart"/>
      <w:r w:rsidRPr="006521D3">
        <w:rPr>
          <w:rFonts w:ascii="Corbel" w:hAnsi="Corbel"/>
        </w:rPr>
        <w:t>Runfola</w:t>
      </w:r>
      <w:proofErr w:type="spellEnd"/>
      <w:r w:rsidRPr="006521D3">
        <w:rPr>
          <w:rFonts w:ascii="Corbel" w:hAnsi="Corbel"/>
        </w:rPr>
        <w:t xml:space="preserve"> ch</w:t>
      </w:r>
      <w:r w:rsidR="009C0596">
        <w:rPr>
          <w:rFonts w:ascii="Corbel" w:hAnsi="Corbel"/>
        </w:rPr>
        <w:t xml:space="preserve">e, </w:t>
      </w:r>
      <w:r w:rsidRPr="006521D3">
        <w:rPr>
          <w:rFonts w:ascii="Corbel" w:hAnsi="Corbel"/>
        </w:rPr>
        <w:t>in qualità di Responsabile scientifico</w:t>
      </w:r>
      <w:r w:rsidR="009C0596">
        <w:rPr>
          <w:rFonts w:ascii="Corbel" w:hAnsi="Corbel"/>
        </w:rPr>
        <w:t>,</w:t>
      </w:r>
      <w:r w:rsidRPr="006521D3">
        <w:rPr>
          <w:rFonts w:ascii="Corbel" w:hAnsi="Corbel"/>
        </w:rPr>
        <w:t xml:space="preserve"> sta predisponendo la partecipazione del Dipartimento al Progetto di ricerca del Comune di Perugia dal titolo “Il contributo economico-manageriale alla rivitalizzazione e rigenerazione delle periferie urbane: verso nuovi scenari di sviluppo” - Progetto Sicurezza e sviluppo per </w:t>
      </w:r>
      <w:proofErr w:type="spellStart"/>
      <w:r w:rsidRPr="006521D3">
        <w:rPr>
          <w:rFonts w:ascii="Corbel" w:hAnsi="Corbel"/>
        </w:rPr>
        <w:t>Fontivegge</w:t>
      </w:r>
      <w:proofErr w:type="spellEnd"/>
      <w:r w:rsidRPr="006521D3">
        <w:rPr>
          <w:rFonts w:ascii="Corbel" w:hAnsi="Corbel"/>
        </w:rPr>
        <w:t>, Bellocchio, Madonna Alta: l’Accordo sarà sottoposto al Consiglio del Dipartimento, per l’approvazione, nella prima seduta utile del 2022.</w:t>
      </w:r>
    </w:p>
    <w:p w:rsidR="00360816" w:rsidRDefault="00360816">
      <w:pPr>
        <w:rPr>
          <w:rFonts w:ascii="Corbel" w:hAnsi="Corbel"/>
        </w:rPr>
      </w:pPr>
      <w:r>
        <w:rPr>
          <w:rFonts w:ascii="Corbel" w:hAnsi="Corbel"/>
        </w:rPr>
        <w:br w:type="page"/>
      </w:r>
    </w:p>
    <w:p w:rsidR="00A7218A" w:rsidRDefault="00A7218A">
      <w:pPr>
        <w:rPr>
          <w:rFonts w:ascii="Corbel" w:hAnsi="Corbe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9"/>
        <w:gridCol w:w="490"/>
        <w:gridCol w:w="1199"/>
        <w:gridCol w:w="4766"/>
      </w:tblGrid>
      <w:tr w:rsidR="0041409E" w:rsidRPr="00006934" w:rsidTr="003A39BE">
        <w:tc>
          <w:tcPr>
            <w:tcW w:w="2889" w:type="dxa"/>
          </w:tcPr>
          <w:p w:rsidR="0041409E" w:rsidRPr="00006934" w:rsidRDefault="0041409E" w:rsidP="003A39BE">
            <w:pPr>
              <w:pStyle w:val="Intestazione"/>
              <w:rPr>
                <w:rFonts w:ascii="Corbel" w:hAnsi="Corbel"/>
                <w:szCs w:val="24"/>
              </w:rPr>
            </w:pPr>
            <w:bookmarkStart w:id="1" w:name="_Hlk86839877"/>
            <w:r w:rsidRPr="00006934">
              <w:rPr>
                <w:rFonts w:ascii="Corbel" w:hAnsi="Corbel"/>
                <w:szCs w:val="24"/>
              </w:rPr>
              <w:br w:type="page"/>
            </w:r>
            <w:r w:rsidRPr="00006934">
              <w:rPr>
                <w:rFonts w:ascii="Corbel" w:hAnsi="Corbel"/>
                <w:szCs w:val="24"/>
              </w:rPr>
              <w:br w:type="page"/>
            </w:r>
            <w:r w:rsidRPr="00006934">
              <w:rPr>
                <w:rFonts w:ascii="Corbel" w:hAnsi="Corbel"/>
                <w:szCs w:val="24"/>
              </w:rPr>
              <w:br w:type="page"/>
              <w:t>ORDINE DEL GIORNO N.</w:t>
            </w:r>
          </w:p>
        </w:tc>
        <w:tc>
          <w:tcPr>
            <w:tcW w:w="490" w:type="dxa"/>
          </w:tcPr>
          <w:p w:rsidR="0041409E" w:rsidRPr="00006934" w:rsidRDefault="0041409E" w:rsidP="003A39BE">
            <w:pPr>
              <w:pStyle w:val="Intestazione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1199" w:type="dxa"/>
          </w:tcPr>
          <w:p w:rsidR="0041409E" w:rsidRPr="00006934" w:rsidRDefault="0041409E" w:rsidP="003A39BE">
            <w:pPr>
              <w:pStyle w:val="Intestazione"/>
              <w:rPr>
                <w:rFonts w:ascii="Corbel" w:hAnsi="Corbel"/>
                <w:szCs w:val="24"/>
              </w:rPr>
            </w:pPr>
            <w:r w:rsidRPr="00006934">
              <w:rPr>
                <w:rFonts w:ascii="Corbel" w:hAnsi="Corbel"/>
                <w:szCs w:val="24"/>
              </w:rPr>
              <w:t>Oggetto:</w:t>
            </w:r>
          </w:p>
        </w:tc>
        <w:tc>
          <w:tcPr>
            <w:tcW w:w="4766" w:type="dxa"/>
            <w:vAlign w:val="center"/>
          </w:tcPr>
          <w:p w:rsidR="0041409E" w:rsidRPr="00006934" w:rsidRDefault="008529A8" w:rsidP="003A39BE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Ratifica Decreti.</w:t>
            </w:r>
          </w:p>
        </w:tc>
      </w:tr>
      <w:bookmarkEnd w:id="1"/>
    </w:tbl>
    <w:p w:rsidR="00584C97" w:rsidRDefault="00584C97">
      <w:pPr>
        <w:rPr>
          <w:rFonts w:ascii="Corbel" w:hAnsi="Corbel"/>
        </w:rPr>
      </w:pPr>
    </w:p>
    <w:p w:rsidR="00746904" w:rsidRPr="00746904" w:rsidRDefault="00746904" w:rsidP="00746904">
      <w:pPr>
        <w:tabs>
          <w:tab w:val="left" w:pos="9214"/>
        </w:tabs>
        <w:ind w:right="424"/>
        <w:jc w:val="both"/>
        <w:rPr>
          <w:rFonts w:ascii="Corbel" w:hAnsi="Corbel"/>
        </w:rPr>
      </w:pPr>
      <w:r w:rsidRPr="00746904">
        <w:rPr>
          <w:rFonts w:ascii="Corbel" w:hAnsi="Corbel"/>
        </w:rPr>
        <w:t>Vengono sottoposti al Consiglio i seguenti i decreti, emessi dal Direttore per motivi di necessità e di urgenza e riportati in allegato al presente verbale:</w:t>
      </w:r>
    </w:p>
    <w:p w:rsidR="00746904" w:rsidRPr="00746904" w:rsidRDefault="00746904" w:rsidP="00746904">
      <w:pPr>
        <w:tabs>
          <w:tab w:val="left" w:pos="9214"/>
        </w:tabs>
        <w:jc w:val="both"/>
        <w:rPr>
          <w:rFonts w:ascii="Corbel" w:hAnsi="Corbel"/>
        </w:rPr>
      </w:pP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5"/>
        <w:gridCol w:w="1134"/>
        <w:gridCol w:w="6379"/>
      </w:tblGrid>
      <w:tr w:rsidR="00746904" w:rsidRPr="00746904" w:rsidTr="009C0596">
        <w:trPr>
          <w:trHeight w:val="316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904" w:rsidRPr="00746904" w:rsidRDefault="00746904" w:rsidP="00746904">
            <w:bookmarkStart w:id="2" w:name="_Hlk69392575"/>
            <w:bookmarkStart w:id="3" w:name="_Hlk54185213"/>
            <w:r w:rsidRPr="00746904">
              <w:rPr>
                <w:rFonts w:ascii="Corbel" w:hAnsi="Corbel"/>
              </w:rPr>
              <w:t xml:space="preserve">Decreto n.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904" w:rsidRPr="00746904" w:rsidRDefault="00746904" w:rsidP="00746904">
            <w:pPr>
              <w:jc w:val="center"/>
              <w:rPr>
                <w:rFonts w:ascii="Corbel" w:hAnsi="Corbel"/>
              </w:rPr>
            </w:pPr>
            <w:r w:rsidRPr="00746904">
              <w:rPr>
                <w:rFonts w:ascii="Corbel" w:hAnsi="Corbel"/>
              </w:rPr>
              <w:t>58/21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904" w:rsidRPr="00746904" w:rsidRDefault="00746904" w:rsidP="00746904">
            <w:pPr>
              <w:jc w:val="both"/>
              <w:rPr>
                <w:rFonts w:ascii="Corbel" w:hAnsi="Corbel"/>
              </w:rPr>
            </w:pPr>
            <w:r w:rsidRPr="00746904">
              <w:rPr>
                <w:rFonts w:ascii="Corbel" w:hAnsi="Corbel"/>
              </w:rPr>
              <w:t>Approvazione verbale commissione esaminatrice assegnazione incarico Lavoro autonomo Rif. D.D. n. 50/2021 - Resp. Prof. Alessandro Montrone</w:t>
            </w:r>
          </w:p>
        </w:tc>
      </w:tr>
      <w:tr w:rsidR="00746904" w:rsidRPr="00746904" w:rsidTr="009C0596">
        <w:trPr>
          <w:trHeight w:val="316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904" w:rsidRPr="00746904" w:rsidRDefault="00746904" w:rsidP="00746904">
            <w:r w:rsidRPr="00746904">
              <w:rPr>
                <w:rFonts w:ascii="Corbel" w:hAnsi="Corbel"/>
              </w:rPr>
              <w:t xml:space="preserve">Decreto n.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904" w:rsidRPr="00746904" w:rsidRDefault="00746904" w:rsidP="00746904">
            <w:pPr>
              <w:jc w:val="center"/>
              <w:rPr>
                <w:rFonts w:ascii="Corbel" w:hAnsi="Corbel"/>
              </w:rPr>
            </w:pPr>
            <w:r w:rsidRPr="00746904">
              <w:rPr>
                <w:rFonts w:ascii="Corbel" w:hAnsi="Corbel"/>
              </w:rPr>
              <w:t>58/bis/21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904" w:rsidRPr="00746904" w:rsidRDefault="00746904" w:rsidP="00746904">
            <w:pPr>
              <w:jc w:val="both"/>
              <w:rPr>
                <w:rFonts w:ascii="Corbel" w:hAnsi="Corbel"/>
              </w:rPr>
            </w:pPr>
            <w:r w:rsidRPr="00746904">
              <w:rPr>
                <w:rFonts w:ascii="Corbel" w:hAnsi="Corbel"/>
              </w:rPr>
              <w:t xml:space="preserve">Nomina Commissioni Bando di procedura comparativa preliminare alla stipula di contratti per incarico di Attività integrative alla didattica </w:t>
            </w:r>
          </w:p>
          <w:p w:rsidR="00746904" w:rsidRPr="00746904" w:rsidRDefault="00746904" w:rsidP="00746904">
            <w:pPr>
              <w:jc w:val="both"/>
              <w:rPr>
                <w:rFonts w:ascii="Corbel" w:hAnsi="Corbel"/>
              </w:rPr>
            </w:pPr>
            <w:r w:rsidRPr="00746904">
              <w:rPr>
                <w:rFonts w:ascii="Corbel" w:hAnsi="Corbel"/>
              </w:rPr>
              <w:t>L. 170/2003</w:t>
            </w:r>
          </w:p>
        </w:tc>
      </w:tr>
      <w:bookmarkEnd w:id="2"/>
      <w:bookmarkEnd w:id="3"/>
    </w:tbl>
    <w:p w:rsidR="00746904" w:rsidRPr="00746904" w:rsidRDefault="00746904" w:rsidP="00746904">
      <w:pPr>
        <w:rPr>
          <w:rFonts w:ascii="Corbel" w:hAnsi="Corbel"/>
        </w:rPr>
      </w:pPr>
    </w:p>
    <w:p w:rsidR="00746904" w:rsidRPr="00746904" w:rsidRDefault="00746904" w:rsidP="00746904">
      <w:pPr>
        <w:ind w:right="424"/>
        <w:jc w:val="both"/>
        <w:rPr>
          <w:rFonts w:ascii="Corbel" w:hAnsi="Corbel"/>
        </w:rPr>
      </w:pPr>
      <w:r w:rsidRPr="00746904">
        <w:rPr>
          <w:rFonts w:ascii="Corbel" w:hAnsi="Corbel"/>
        </w:rPr>
        <w:t xml:space="preserve">I suindicati decreti, emessi dal Direttore per motivi di necessità e di urgenza, vengono approvati all’unanimità. </w:t>
      </w:r>
    </w:p>
    <w:p w:rsidR="00746904" w:rsidRPr="00746904" w:rsidRDefault="00746904" w:rsidP="00746904">
      <w:pPr>
        <w:ind w:right="424"/>
      </w:pPr>
    </w:p>
    <w:p w:rsidR="00746904" w:rsidRPr="00746904" w:rsidRDefault="00746904" w:rsidP="009C0596">
      <w:pPr>
        <w:ind w:right="424"/>
        <w:jc w:val="both"/>
        <w:rPr>
          <w:rFonts w:ascii="Corbel" w:hAnsi="Corbel"/>
        </w:rPr>
      </w:pPr>
      <w:r w:rsidRPr="00746904">
        <w:rPr>
          <w:rFonts w:ascii="Corbel" w:hAnsi="Corbel"/>
        </w:rPr>
        <w:t>Il Consiglio prende visione, inoltre, dei seguenti decreti emessi dal Segretario Amministrativo per motivi di necessità e di urgenza e riportati in allegato al presente verbale:</w:t>
      </w:r>
    </w:p>
    <w:p w:rsidR="00746904" w:rsidRPr="00746904" w:rsidRDefault="00746904" w:rsidP="00746904">
      <w:pPr>
        <w:ind w:right="424"/>
        <w:rPr>
          <w:rFonts w:ascii="Corbel" w:hAnsi="Corbel"/>
          <w:u w:val="single"/>
        </w:rPr>
      </w:pP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1135"/>
        <w:gridCol w:w="6264"/>
      </w:tblGrid>
      <w:tr w:rsidR="00746904" w:rsidRPr="00746904" w:rsidTr="009C0596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904" w:rsidRPr="00746904" w:rsidRDefault="00746904" w:rsidP="00746904">
            <w:pPr>
              <w:rPr>
                <w:rFonts w:ascii="Corbel" w:hAnsi="Corbel"/>
              </w:rPr>
            </w:pPr>
            <w:bookmarkStart w:id="4" w:name="_Hlk88749404"/>
            <w:bookmarkStart w:id="5" w:name="_Hlk83736034"/>
            <w:r w:rsidRPr="00746904">
              <w:rPr>
                <w:rFonts w:ascii="Corbel" w:hAnsi="Corbel"/>
              </w:rPr>
              <w:t>Decreto n.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904" w:rsidRPr="00746904" w:rsidRDefault="00746904" w:rsidP="00746904">
            <w:pPr>
              <w:rPr>
                <w:rFonts w:ascii="Corbel" w:hAnsi="Corbel"/>
              </w:rPr>
            </w:pPr>
            <w:r w:rsidRPr="00746904">
              <w:rPr>
                <w:rFonts w:ascii="Corbel" w:hAnsi="Corbel"/>
              </w:rPr>
              <w:t>26/21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904" w:rsidRPr="00746904" w:rsidRDefault="00746904" w:rsidP="00746904">
            <w:pPr>
              <w:jc w:val="both"/>
              <w:rPr>
                <w:rFonts w:ascii="Corbel" w:hAnsi="Corbel"/>
              </w:rPr>
            </w:pPr>
            <w:r w:rsidRPr="00746904">
              <w:rPr>
                <w:rFonts w:ascii="Corbel" w:hAnsi="Corbel"/>
              </w:rPr>
              <w:t xml:space="preserve">Attivazione di n. 1 assegno di ricerca di durata 12 mesi - Responsabile Scientifico Prof.ssa Elena </w:t>
            </w:r>
            <w:proofErr w:type="spellStart"/>
            <w:r w:rsidRPr="00746904">
              <w:rPr>
                <w:rFonts w:ascii="Corbel" w:hAnsi="Corbel"/>
              </w:rPr>
              <w:t>Stanghellini</w:t>
            </w:r>
            <w:proofErr w:type="spellEnd"/>
          </w:p>
        </w:tc>
      </w:tr>
      <w:bookmarkEnd w:id="4"/>
      <w:tr w:rsidR="00746904" w:rsidRPr="00746904" w:rsidTr="009C0596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904" w:rsidRPr="00746904" w:rsidRDefault="00746904" w:rsidP="00746904">
            <w:pPr>
              <w:rPr>
                <w:rFonts w:ascii="Corbel" w:hAnsi="Corbel"/>
              </w:rPr>
            </w:pPr>
            <w:r w:rsidRPr="00746904">
              <w:rPr>
                <w:rFonts w:ascii="Corbel" w:hAnsi="Corbel"/>
              </w:rPr>
              <w:t>Decreto n.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904" w:rsidRPr="00746904" w:rsidRDefault="00746904" w:rsidP="00746904">
            <w:pPr>
              <w:rPr>
                <w:rFonts w:ascii="Corbel" w:hAnsi="Corbel"/>
              </w:rPr>
            </w:pPr>
            <w:r w:rsidRPr="00746904">
              <w:rPr>
                <w:rFonts w:ascii="Corbel" w:hAnsi="Corbel"/>
              </w:rPr>
              <w:t>27/21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904" w:rsidRPr="00746904" w:rsidRDefault="00746904" w:rsidP="00746904">
            <w:pPr>
              <w:jc w:val="both"/>
              <w:rPr>
                <w:rFonts w:ascii="Corbel" w:hAnsi="Corbel"/>
              </w:rPr>
            </w:pPr>
            <w:r w:rsidRPr="00746904">
              <w:rPr>
                <w:rFonts w:ascii="Corbel" w:hAnsi="Corbel"/>
              </w:rPr>
              <w:t xml:space="preserve">Maggiori entrate per trasferimento interno per assegnazione </w:t>
            </w:r>
            <w:r w:rsidRPr="00746904">
              <w:rPr>
                <w:rFonts w:ascii="Corbel" w:hAnsi="Corbel"/>
                <w:bCs/>
              </w:rPr>
              <w:t>della quota di funzionamento del Fondo Ricerca di Base annualità 2021</w:t>
            </w:r>
          </w:p>
        </w:tc>
      </w:tr>
      <w:bookmarkEnd w:id="5"/>
    </w:tbl>
    <w:p w:rsidR="00746904" w:rsidRPr="00746904" w:rsidRDefault="00746904" w:rsidP="00746904">
      <w:pPr>
        <w:ind w:right="424"/>
        <w:rPr>
          <w:rFonts w:ascii="Corbel" w:hAnsi="Corbel"/>
        </w:rPr>
      </w:pPr>
    </w:p>
    <w:p w:rsidR="00746904" w:rsidRPr="00746904" w:rsidRDefault="00746904" w:rsidP="009C0596">
      <w:pPr>
        <w:ind w:right="424"/>
        <w:jc w:val="both"/>
        <w:rPr>
          <w:rFonts w:ascii="Corbel" w:hAnsi="Corbel"/>
        </w:rPr>
      </w:pPr>
      <w:r w:rsidRPr="00746904">
        <w:rPr>
          <w:rFonts w:ascii="Corbel" w:hAnsi="Corbel"/>
        </w:rPr>
        <w:t xml:space="preserve">I suindicati decreti, emessi dal Segretario Amministrativo per motivi di necessità e di urgenza, vengono approvati all’unanimità. </w:t>
      </w:r>
    </w:p>
    <w:p w:rsidR="0041409E" w:rsidRDefault="0041409E">
      <w:pPr>
        <w:rPr>
          <w:rFonts w:ascii="Corbel" w:hAnsi="Corbel"/>
        </w:rPr>
      </w:pPr>
      <w:r>
        <w:rPr>
          <w:rFonts w:ascii="Corbel" w:hAnsi="Corbel"/>
        </w:rPr>
        <w:br w:type="page"/>
      </w:r>
    </w:p>
    <w:p w:rsidR="00EF1975" w:rsidRDefault="00EF1975" w:rsidP="00EF1975">
      <w:pPr>
        <w:ind w:right="424"/>
        <w:jc w:val="both"/>
        <w:outlineLvl w:val="0"/>
        <w:rPr>
          <w:rFonts w:ascii="Corbel" w:hAnsi="Corbe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9"/>
        <w:gridCol w:w="490"/>
        <w:gridCol w:w="1199"/>
        <w:gridCol w:w="4766"/>
      </w:tblGrid>
      <w:tr w:rsidR="00EF1975" w:rsidRPr="00006934" w:rsidTr="003A39BE">
        <w:tc>
          <w:tcPr>
            <w:tcW w:w="2889" w:type="dxa"/>
          </w:tcPr>
          <w:p w:rsidR="00EF1975" w:rsidRPr="00006934" w:rsidRDefault="00EF1975" w:rsidP="003A39BE">
            <w:pPr>
              <w:pStyle w:val="Intestazione"/>
              <w:rPr>
                <w:rFonts w:ascii="Corbel" w:hAnsi="Corbel"/>
                <w:szCs w:val="24"/>
              </w:rPr>
            </w:pPr>
            <w:r w:rsidRPr="00006934">
              <w:rPr>
                <w:rFonts w:ascii="Corbel" w:hAnsi="Corbel"/>
                <w:szCs w:val="24"/>
              </w:rPr>
              <w:br w:type="page"/>
            </w:r>
            <w:r w:rsidRPr="00006934">
              <w:rPr>
                <w:rFonts w:ascii="Corbel" w:hAnsi="Corbel"/>
                <w:szCs w:val="24"/>
              </w:rPr>
              <w:br w:type="page"/>
            </w:r>
            <w:r w:rsidRPr="00006934">
              <w:rPr>
                <w:rFonts w:ascii="Corbel" w:hAnsi="Corbel"/>
                <w:szCs w:val="24"/>
              </w:rPr>
              <w:br w:type="page"/>
              <w:t>ORDINE DEL GIORNO N.</w:t>
            </w:r>
          </w:p>
        </w:tc>
        <w:tc>
          <w:tcPr>
            <w:tcW w:w="490" w:type="dxa"/>
          </w:tcPr>
          <w:p w:rsidR="00EF1975" w:rsidRPr="00006934" w:rsidRDefault="00EF1975" w:rsidP="003A39BE">
            <w:pPr>
              <w:pStyle w:val="Intestazione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1199" w:type="dxa"/>
          </w:tcPr>
          <w:p w:rsidR="00EF1975" w:rsidRPr="00006934" w:rsidRDefault="00EF1975" w:rsidP="003A39BE">
            <w:pPr>
              <w:pStyle w:val="Intestazione"/>
              <w:rPr>
                <w:rFonts w:ascii="Corbel" w:hAnsi="Corbel"/>
                <w:szCs w:val="24"/>
              </w:rPr>
            </w:pPr>
            <w:r w:rsidRPr="00006934">
              <w:rPr>
                <w:rFonts w:ascii="Corbel" w:hAnsi="Corbel"/>
                <w:szCs w:val="24"/>
              </w:rPr>
              <w:t>Oggetto:</w:t>
            </w:r>
          </w:p>
        </w:tc>
        <w:tc>
          <w:tcPr>
            <w:tcW w:w="4766" w:type="dxa"/>
            <w:vAlign w:val="center"/>
          </w:tcPr>
          <w:p w:rsidR="00EF1975" w:rsidRPr="00006934" w:rsidRDefault="00F15C4F" w:rsidP="003A39BE">
            <w:pPr>
              <w:jc w:val="both"/>
              <w:rPr>
                <w:rFonts w:ascii="Corbel" w:hAnsi="Corbel"/>
              </w:rPr>
            </w:pPr>
            <w:r w:rsidRPr="00824E17">
              <w:rPr>
                <w:rFonts w:ascii="Corbel" w:hAnsi="Corbel"/>
              </w:rPr>
              <w:t>Approvazione Riesame Ciclico e Schede di Monitoraggio Annuale (SMA) dei Corsi di Studio del Dipartimento di Economia</w:t>
            </w:r>
            <w:r>
              <w:rPr>
                <w:rFonts w:ascii="Corbel" w:hAnsi="Corbel"/>
              </w:rPr>
              <w:t>.</w:t>
            </w:r>
          </w:p>
        </w:tc>
      </w:tr>
    </w:tbl>
    <w:p w:rsidR="00EF1975" w:rsidRDefault="00EF1975" w:rsidP="00EF1975">
      <w:pPr>
        <w:ind w:right="424"/>
        <w:jc w:val="both"/>
        <w:outlineLvl w:val="0"/>
        <w:rPr>
          <w:rFonts w:ascii="Corbel" w:hAnsi="Corbel"/>
        </w:rPr>
      </w:pPr>
    </w:p>
    <w:p w:rsidR="00983AA8" w:rsidRDefault="00983AA8" w:rsidP="00983AA8">
      <w:pPr>
        <w:jc w:val="both"/>
        <w:rPr>
          <w:rFonts w:ascii="Corbel" w:hAnsi="Corbel"/>
        </w:rPr>
      </w:pPr>
      <w:r w:rsidRPr="00B1236F">
        <w:rPr>
          <w:rFonts w:ascii="Corbel" w:hAnsi="Corbel"/>
        </w:rPr>
        <w:t xml:space="preserve">Il Direttore invita il Consiglio ad approvare </w:t>
      </w:r>
      <w:r>
        <w:rPr>
          <w:rFonts w:ascii="Corbel" w:hAnsi="Corbel"/>
        </w:rPr>
        <w:t>il</w:t>
      </w:r>
      <w:r w:rsidRPr="0051558B">
        <w:rPr>
          <w:rFonts w:ascii="Corbel" w:hAnsi="Corbel"/>
        </w:rPr>
        <w:t xml:space="preserve"> </w:t>
      </w:r>
      <w:r w:rsidRPr="00E936FE">
        <w:rPr>
          <w:rFonts w:ascii="Corbel" w:hAnsi="Corbel"/>
        </w:rPr>
        <w:t xml:space="preserve">Rapporto di Riesame Ciclico </w:t>
      </w:r>
      <w:r>
        <w:rPr>
          <w:rFonts w:ascii="Corbel" w:hAnsi="Corbel"/>
        </w:rPr>
        <w:t xml:space="preserve">e Schede di Monitoraggio annuale (SMA) </w:t>
      </w:r>
      <w:r w:rsidRPr="00E936FE">
        <w:rPr>
          <w:rFonts w:ascii="Corbel" w:hAnsi="Corbel"/>
        </w:rPr>
        <w:t>dei Corsi di Studio del Dipartimento di Economia</w:t>
      </w:r>
      <w:r>
        <w:rPr>
          <w:rFonts w:ascii="Corbel" w:hAnsi="Corbel"/>
        </w:rPr>
        <w:t xml:space="preserve"> già deliberati nei rispettivi Consigli dei Corsi di Studio del Dipartimento</w:t>
      </w:r>
      <w:r w:rsidRPr="00B1236F">
        <w:rPr>
          <w:rFonts w:ascii="Corbel" w:hAnsi="Corbel"/>
        </w:rPr>
        <w:t xml:space="preserve">. </w:t>
      </w:r>
    </w:p>
    <w:p w:rsidR="00983AA8" w:rsidRPr="00B1236F" w:rsidRDefault="00983AA8" w:rsidP="00983AA8">
      <w:pPr>
        <w:jc w:val="both"/>
        <w:rPr>
          <w:rFonts w:ascii="Corbel" w:hAnsi="Corbel"/>
        </w:rPr>
      </w:pPr>
      <w:r w:rsidRPr="00B1236F">
        <w:rPr>
          <w:rFonts w:ascii="Corbel" w:hAnsi="Corbel"/>
        </w:rPr>
        <w:t xml:space="preserve">Dopo breve discussione </w:t>
      </w:r>
      <w:r>
        <w:rPr>
          <w:rFonts w:ascii="Corbel" w:hAnsi="Corbel"/>
        </w:rPr>
        <w:t xml:space="preserve">il Consiglio </w:t>
      </w:r>
      <w:r w:rsidRPr="00B1236F">
        <w:rPr>
          <w:rFonts w:ascii="Corbel" w:hAnsi="Corbel"/>
        </w:rPr>
        <w:t>approva all’unanimità come da alle</w:t>
      </w:r>
      <w:r>
        <w:rPr>
          <w:rFonts w:ascii="Corbel" w:hAnsi="Corbel"/>
        </w:rPr>
        <w:t>gato al presente verbale (ALL. A</w:t>
      </w:r>
      <w:r w:rsidRPr="00B1236F">
        <w:rPr>
          <w:rFonts w:ascii="Corbel" w:hAnsi="Corbel"/>
        </w:rPr>
        <w:t>).</w:t>
      </w:r>
    </w:p>
    <w:p w:rsidR="00340D01" w:rsidRDefault="00983AA8" w:rsidP="00983AA8">
      <w:pPr>
        <w:ind w:right="424"/>
        <w:jc w:val="both"/>
        <w:outlineLvl w:val="0"/>
        <w:rPr>
          <w:rFonts w:ascii="Corbel" w:hAnsi="Corbel"/>
        </w:rPr>
      </w:pPr>
      <w:r w:rsidRPr="00B1236F">
        <w:rPr>
          <w:rFonts w:ascii="Corbel" w:hAnsi="Corbel"/>
        </w:rPr>
        <w:t>La verbalizzazione della presente delibera è approvata seduta stante</w:t>
      </w:r>
    </w:p>
    <w:p w:rsidR="00EF1975" w:rsidRDefault="00EF1975">
      <w:pPr>
        <w:rPr>
          <w:rFonts w:ascii="Corbel" w:hAnsi="Corbel"/>
        </w:rPr>
      </w:pPr>
      <w:r>
        <w:rPr>
          <w:rFonts w:ascii="Corbel" w:hAnsi="Corbel"/>
        </w:rPr>
        <w:br w:type="page"/>
      </w:r>
    </w:p>
    <w:p w:rsidR="0041409E" w:rsidRDefault="0041409E">
      <w:pPr>
        <w:rPr>
          <w:rFonts w:ascii="Corbel" w:hAnsi="Corbe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9"/>
        <w:gridCol w:w="606"/>
        <w:gridCol w:w="1197"/>
        <w:gridCol w:w="4692"/>
      </w:tblGrid>
      <w:tr w:rsidR="00EF1975" w:rsidRPr="00006934" w:rsidTr="003A39BE">
        <w:tc>
          <w:tcPr>
            <w:tcW w:w="2889" w:type="dxa"/>
          </w:tcPr>
          <w:p w:rsidR="00EF1975" w:rsidRPr="00006934" w:rsidRDefault="00EF1975" w:rsidP="003A39BE">
            <w:pPr>
              <w:pStyle w:val="Intestazione"/>
              <w:rPr>
                <w:rFonts w:ascii="Corbel" w:hAnsi="Corbel"/>
                <w:szCs w:val="24"/>
              </w:rPr>
            </w:pPr>
            <w:r w:rsidRPr="00006934">
              <w:rPr>
                <w:rFonts w:ascii="Corbel" w:hAnsi="Corbel"/>
                <w:szCs w:val="24"/>
              </w:rPr>
              <w:br w:type="page"/>
            </w:r>
            <w:r w:rsidRPr="00006934">
              <w:rPr>
                <w:rFonts w:ascii="Corbel" w:hAnsi="Corbel"/>
                <w:szCs w:val="24"/>
              </w:rPr>
              <w:br w:type="page"/>
            </w:r>
            <w:r w:rsidRPr="00006934">
              <w:rPr>
                <w:rFonts w:ascii="Corbel" w:hAnsi="Corbel"/>
                <w:szCs w:val="24"/>
              </w:rPr>
              <w:br w:type="page"/>
              <w:t>ORDINE DEL GIORNO N.</w:t>
            </w:r>
          </w:p>
        </w:tc>
        <w:tc>
          <w:tcPr>
            <w:tcW w:w="490" w:type="dxa"/>
          </w:tcPr>
          <w:p w:rsidR="00EF1975" w:rsidRPr="00006934" w:rsidRDefault="008529A8" w:rsidP="003A39BE">
            <w:pPr>
              <w:pStyle w:val="Intestazione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3bis</w:t>
            </w:r>
          </w:p>
        </w:tc>
        <w:tc>
          <w:tcPr>
            <w:tcW w:w="1199" w:type="dxa"/>
          </w:tcPr>
          <w:p w:rsidR="00EF1975" w:rsidRPr="00006934" w:rsidRDefault="00EF1975" w:rsidP="003A39BE">
            <w:pPr>
              <w:pStyle w:val="Intestazione"/>
              <w:rPr>
                <w:rFonts w:ascii="Corbel" w:hAnsi="Corbel"/>
                <w:szCs w:val="24"/>
              </w:rPr>
            </w:pPr>
            <w:r w:rsidRPr="00006934">
              <w:rPr>
                <w:rFonts w:ascii="Corbel" w:hAnsi="Corbel"/>
                <w:szCs w:val="24"/>
              </w:rPr>
              <w:t>Oggetto:</w:t>
            </w:r>
          </w:p>
        </w:tc>
        <w:tc>
          <w:tcPr>
            <w:tcW w:w="4766" w:type="dxa"/>
            <w:vAlign w:val="center"/>
          </w:tcPr>
          <w:p w:rsidR="00EF1975" w:rsidRPr="00006934" w:rsidRDefault="005D7DDE" w:rsidP="005D7DDE">
            <w:pPr>
              <w:rPr>
                <w:rFonts w:ascii="Corbel" w:hAnsi="Corbel"/>
              </w:rPr>
            </w:pPr>
            <w:r w:rsidRPr="00824E17">
              <w:rPr>
                <w:rFonts w:ascii="Corbel" w:hAnsi="Corbel" w:cs="Arial"/>
              </w:rPr>
              <w:t>Dottorato di Ricerca in Diritto dei Consumi: designazion</w:t>
            </w:r>
            <w:r>
              <w:rPr>
                <w:rFonts w:ascii="Corbel" w:hAnsi="Corbel" w:cs="Arial"/>
              </w:rPr>
              <w:t xml:space="preserve">e </w:t>
            </w:r>
            <w:r w:rsidRPr="00824E17">
              <w:rPr>
                <w:rFonts w:ascii="Corbel" w:hAnsi="Corbel" w:cs="Arial"/>
              </w:rPr>
              <w:t>Coordinator</w:t>
            </w:r>
            <w:r>
              <w:rPr>
                <w:rFonts w:ascii="Corbel" w:hAnsi="Corbel" w:cs="Arial"/>
              </w:rPr>
              <w:t>e trienni0 2021-2024</w:t>
            </w:r>
          </w:p>
        </w:tc>
      </w:tr>
    </w:tbl>
    <w:p w:rsidR="00EF1975" w:rsidRDefault="00EF1975" w:rsidP="00EF1975">
      <w:pPr>
        <w:ind w:right="424"/>
        <w:jc w:val="both"/>
        <w:outlineLvl w:val="0"/>
        <w:rPr>
          <w:rFonts w:ascii="Corbel" w:hAnsi="Corbel"/>
        </w:rPr>
      </w:pPr>
    </w:p>
    <w:p w:rsidR="0013646C" w:rsidRPr="009C0596" w:rsidRDefault="00814607" w:rsidP="0013646C">
      <w:pPr>
        <w:jc w:val="both"/>
        <w:rPr>
          <w:rFonts w:ascii="Corbel" w:hAnsi="Corbel"/>
        </w:rPr>
      </w:pPr>
      <w:r w:rsidRPr="009C0596">
        <w:rPr>
          <w:rFonts w:ascii="Corbel" w:hAnsi="Corbel"/>
        </w:rPr>
        <w:t xml:space="preserve">Il Direttore comunica che </w:t>
      </w:r>
      <w:r w:rsidR="0013646C" w:rsidRPr="009C0596">
        <w:rPr>
          <w:rFonts w:ascii="Corbel" w:hAnsi="Corbel"/>
        </w:rPr>
        <w:t xml:space="preserve">si è reso necessario designare un nuovo Coordinatore del Dottorato di cui all’oggetto in quanto la </w:t>
      </w:r>
      <w:r w:rsidR="0013646C" w:rsidRPr="009C0596">
        <w:rPr>
          <w:rFonts w:ascii="Corbel" w:hAnsi="Corbel" w:cs="Arial"/>
        </w:rPr>
        <w:t>Prof.ssa Alessandra Bellelli</w:t>
      </w:r>
      <w:r w:rsidR="00417973" w:rsidRPr="009C0596">
        <w:rPr>
          <w:rFonts w:ascii="Corbel" w:hAnsi="Corbel" w:cs="Arial"/>
        </w:rPr>
        <w:t xml:space="preserve"> </w:t>
      </w:r>
      <w:r w:rsidR="0013646C" w:rsidRPr="009C0596">
        <w:rPr>
          <w:rFonts w:ascii="Corbel" w:hAnsi="Corbel" w:cs="Arial"/>
        </w:rPr>
        <w:t xml:space="preserve">sarà collocata a riposo dal 1.11.2022. </w:t>
      </w:r>
      <w:r w:rsidR="0013646C" w:rsidRPr="009C0596">
        <w:rPr>
          <w:rFonts w:ascii="Corbel" w:hAnsi="Corbel"/>
        </w:rPr>
        <w:t>N</w:t>
      </w:r>
      <w:r w:rsidR="00814C9A" w:rsidRPr="009C0596">
        <w:rPr>
          <w:rFonts w:ascii="Corbel" w:hAnsi="Corbel"/>
        </w:rPr>
        <w:t xml:space="preserve">ella seduta del Collegio Docenti del Dottorato di </w:t>
      </w:r>
      <w:r w:rsidR="004F11A3" w:rsidRPr="009C0596">
        <w:rPr>
          <w:rFonts w:ascii="Corbel" w:hAnsi="Corbel"/>
        </w:rPr>
        <w:t>R</w:t>
      </w:r>
      <w:r w:rsidR="00814C9A" w:rsidRPr="009C0596">
        <w:rPr>
          <w:rFonts w:ascii="Corbel" w:hAnsi="Corbel"/>
        </w:rPr>
        <w:t>icerca in Diritto dei Consumi del 1.12.2021</w:t>
      </w:r>
      <w:r w:rsidR="00417973" w:rsidRPr="009C0596">
        <w:rPr>
          <w:rFonts w:ascii="Corbel" w:hAnsi="Corbel"/>
        </w:rPr>
        <w:t>,</w:t>
      </w:r>
      <w:r w:rsidR="00814C9A" w:rsidRPr="009C0596">
        <w:rPr>
          <w:rFonts w:ascii="Corbel" w:hAnsi="Corbel"/>
        </w:rPr>
        <w:t xml:space="preserve"> </w:t>
      </w:r>
      <w:r w:rsidR="0013646C" w:rsidRPr="009C0596">
        <w:rPr>
          <w:rFonts w:ascii="Corbel" w:hAnsi="Corbel"/>
        </w:rPr>
        <w:t xml:space="preserve">espletate le dovute verifiche, </w:t>
      </w:r>
      <w:r w:rsidR="00814C9A" w:rsidRPr="009C0596">
        <w:rPr>
          <w:rFonts w:ascii="Corbel" w:hAnsi="Corbel"/>
        </w:rPr>
        <w:t xml:space="preserve">è stato designato Coordinatore </w:t>
      </w:r>
      <w:r w:rsidR="0013646C" w:rsidRPr="009C0596">
        <w:rPr>
          <w:rFonts w:ascii="Corbel" w:hAnsi="Corbel"/>
        </w:rPr>
        <w:t xml:space="preserve">il Prof. Lorenzo </w:t>
      </w:r>
      <w:proofErr w:type="spellStart"/>
      <w:r w:rsidR="0013646C" w:rsidRPr="009C0596">
        <w:rPr>
          <w:rFonts w:ascii="Corbel" w:hAnsi="Corbel"/>
        </w:rPr>
        <w:t>Mezzasoma</w:t>
      </w:r>
      <w:proofErr w:type="spellEnd"/>
      <w:r w:rsidR="0013646C" w:rsidRPr="009C0596">
        <w:rPr>
          <w:rFonts w:ascii="Corbel" w:hAnsi="Corbel"/>
        </w:rPr>
        <w:t xml:space="preserve"> ai sensi dell’art. 13 del Regolamento, in base al quale “il Coordinatore è un professore ordinario a tempo pieno ovvero, in mancanza, un professore associato a tempo pieno membro del Collegio dei Docenti”.</w:t>
      </w:r>
    </w:p>
    <w:p w:rsidR="00910A76" w:rsidRPr="009C0596" w:rsidRDefault="00910A76" w:rsidP="00910A76">
      <w:pPr>
        <w:jc w:val="both"/>
        <w:rPr>
          <w:rFonts w:ascii="Corbel" w:hAnsi="Corbel"/>
        </w:rPr>
      </w:pPr>
      <w:r w:rsidRPr="009C0596">
        <w:rPr>
          <w:rFonts w:ascii="Corbel" w:hAnsi="Corbel"/>
        </w:rPr>
        <w:t>Il Consiglio ratifica la designazione del Coordinatore del Dottorato di ricerca in Diritt</w:t>
      </w:r>
      <w:r w:rsidR="0013646C" w:rsidRPr="009C0596">
        <w:rPr>
          <w:rFonts w:ascii="Corbel" w:hAnsi="Corbel"/>
        </w:rPr>
        <w:t>o</w:t>
      </w:r>
      <w:r w:rsidRPr="009C0596">
        <w:rPr>
          <w:rFonts w:ascii="Corbel" w:hAnsi="Corbel"/>
        </w:rPr>
        <w:t xml:space="preserve"> dei consumi nella persona del Prof. Lorenzo </w:t>
      </w:r>
      <w:proofErr w:type="spellStart"/>
      <w:r w:rsidRPr="009C0596">
        <w:rPr>
          <w:rFonts w:ascii="Corbel" w:hAnsi="Corbel"/>
        </w:rPr>
        <w:t>Mezzasoma</w:t>
      </w:r>
      <w:proofErr w:type="spellEnd"/>
      <w:r w:rsidRPr="009C0596">
        <w:rPr>
          <w:rFonts w:ascii="Corbel" w:hAnsi="Corbel"/>
        </w:rPr>
        <w:t>, Professore ordinario per il SSD IUS/01</w:t>
      </w:r>
      <w:r w:rsidR="00D3057B" w:rsidRPr="009C0596">
        <w:rPr>
          <w:rFonts w:ascii="Corbel" w:hAnsi="Corbel"/>
        </w:rPr>
        <w:t>, a partire dal 01.01.2022</w:t>
      </w:r>
    </w:p>
    <w:p w:rsidR="00910A76" w:rsidRPr="009C0596" w:rsidRDefault="00910A76" w:rsidP="00910A76">
      <w:pPr>
        <w:jc w:val="both"/>
        <w:rPr>
          <w:rFonts w:ascii="Corbel" w:hAnsi="Corbel"/>
        </w:rPr>
      </w:pPr>
      <w:r w:rsidRPr="009C0596">
        <w:rPr>
          <w:rFonts w:ascii="Corbel" w:hAnsi="Corbel"/>
        </w:rPr>
        <w:t>La verbalizzazione della presente delibera è approvata seduta stante.</w:t>
      </w:r>
    </w:p>
    <w:p w:rsidR="00910A76" w:rsidRPr="00B12215" w:rsidRDefault="00910A76" w:rsidP="00910A76">
      <w:pPr>
        <w:ind w:right="424"/>
        <w:jc w:val="both"/>
        <w:outlineLvl w:val="0"/>
        <w:rPr>
          <w:rFonts w:ascii="Work Sans" w:hAnsi="Work Sans"/>
          <w:sz w:val="22"/>
          <w:szCs w:val="22"/>
        </w:rPr>
      </w:pPr>
    </w:p>
    <w:p w:rsidR="00910A76" w:rsidRDefault="00910A76" w:rsidP="00814607">
      <w:pPr>
        <w:jc w:val="both"/>
        <w:rPr>
          <w:rFonts w:ascii="Corbel" w:hAnsi="Corbel" w:cs="Arial"/>
        </w:rPr>
      </w:pPr>
    </w:p>
    <w:p w:rsidR="00910A76" w:rsidRDefault="00910A76" w:rsidP="00814607">
      <w:pPr>
        <w:jc w:val="both"/>
        <w:rPr>
          <w:rFonts w:ascii="Corbel" w:hAnsi="Corbel" w:cs="Arial"/>
        </w:rPr>
      </w:pPr>
    </w:p>
    <w:p w:rsidR="00910A76" w:rsidRDefault="00910A76" w:rsidP="00814607">
      <w:pPr>
        <w:jc w:val="both"/>
        <w:rPr>
          <w:rFonts w:ascii="Corbel" w:hAnsi="Corbel" w:cs="Arial"/>
        </w:rPr>
      </w:pPr>
    </w:p>
    <w:p w:rsidR="00910A76" w:rsidRDefault="00910A76" w:rsidP="00814607">
      <w:pPr>
        <w:jc w:val="both"/>
        <w:rPr>
          <w:rFonts w:ascii="Corbel" w:hAnsi="Corbel" w:cs="Arial"/>
        </w:rPr>
      </w:pPr>
    </w:p>
    <w:p w:rsidR="00910A76" w:rsidRDefault="00910A76" w:rsidP="00814607">
      <w:pPr>
        <w:jc w:val="both"/>
        <w:rPr>
          <w:rFonts w:ascii="Corbel" w:hAnsi="Corbel" w:cs="Arial"/>
        </w:rPr>
      </w:pPr>
    </w:p>
    <w:p w:rsidR="00910A76" w:rsidRDefault="00910A76" w:rsidP="00814607">
      <w:pPr>
        <w:jc w:val="both"/>
        <w:rPr>
          <w:rFonts w:ascii="Corbel" w:hAnsi="Corbel" w:cs="Arial"/>
        </w:rPr>
      </w:pPr>
    </w:p>
    <w:p w:rsidR="00910A76" w:rsidRDefault="00910A76" w:rsidP="00814607">
      <w:pPr>
        <w:jc w:val="both"/>
        <w:rPr>
          <w:rFonts w:ascii="Corbel" w:hAnsi="Corbel" w:cs="Arial"/>
        </w:rPr>
      </w:pPr>
    </w:p>
    <w:p w:rsidR="00910A76" w:rsidRDefault="00910A76" w:rsidP="00814607">
      <w:pPr>
        <w:jc w:val="both"/>
        <w:rPr>
          <w:rFonts w:ascii="Corbel" w:hAnsi="Corbel" w:cs="Arial"/>
        </w:rPr>
      </w:pPr>
    </w:p>
    <w:p w:rsidR="00814607" w:rsidRDefault="00814607" w:rsidP="00814607">
      <w:pPr>
        <w:jc w:val="both"/>
        <w:rPr>
          <w:rFonts w:ascii="Work Sans" w:hAnsi="Work Sans"/>
          <w:sz w:val="22"/>
          <w:szCs w:val="22"/>
          <w:highlight w:val="yellow"/>
        </w:rPr>
      </w:pPr>
      <w:r>
        <w:rPr>
          <w:rFonts w:ascii="Corbel" w:hAnsi="Corbel"/>
        </w:rPr>
        <w:br w:type="page"/>
      </w:r>
    </w:p>
    <w:p w:rsidR="00814607" w:rsidRDefault="00814607" w:rsidP="00B12215">
      <w:pPr>
        <w:jc w:val="both"/>
        <w:rPr>
          <w:rFonts w:ascii="Work Sans" w:hAnsi="Work Sans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6"/>
        <w:gridCol w:w="937"/>
        <w:gridCol w:w="1701"/>
        <w:gridCol w:w="3820"/>
      </w:tblGrid>
      <w:tr w:rsidR="00EF1975" w:rsidRPr="00006934" w:rsidTr="008529A8">
        <w:tc>
          <w:tcPr>
            <w:tcW w:w="2886" w:type="dxa"/>
          </w:tcPr>
          <w:p w:rsidR="00EF1975" w:rsidRPr="00006934" w:rsidRDefault="00EF1975" w:rsidP="003A39BE">
            <w:pPr>
              <w:pStyle w:val="Intestazione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</w:rPr>
              <w:br w:type="page"/>
            </w:r>
            <w:r w:rsidRPr="00006934">
              <w:rPr>
                <w:rFonts w:ascii="Corbel" w:hAnsi="Corbel"/>
                <w:szCs w:val="24"/>
              </w:rPr>
              <w:br w:type="page"/>
            </w:r>
            <w:r w:rsidRPr="00006934">
              <w:rPr>
                <w:rFonts w:ascii="Corbel" w:hAnsi="Corbel"/>
                <w:szCs w:val="24"/>
              </w:rPr>
              <w:br w:type="page"/>
            </w:r>
            <w:r w:rsidRPr="00006934">
              <w:rPr>
                <w:rFonts w:ascii="Corbel" w:hAnsi="Corbel"/>
                <w:szCs w:val="24"/>
              </w:rPr>
              <w:br w:type="page"/>
              <w:t>ORDINE DEL GIORNO N.</w:t>
            </w:r>
          </w:p>
        </w:tc>
        <w:tc>
          <w:tcPr>
            <w:tcW w:w="937" w:type="dxa"/>
          </w:tcPr>
          <w:p w:rsidR="00EF1975" w:rsidRPr="00006934" w:rsidRDefault="008529A8" w:rsidP="003A39BE">
            <w:pPr>
              <w:pStyle w:val="Intestazione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 ter</w:t>
            </w:r>
          </w:p>
        </w:tc>
        <w:tc>
          <w:tcPr>
            <w:tcW w:w="1701" w:type="dxa"/>
          </w:tcPr>
          <w:p w:rsidR="00EF1975" w:rsidRPr="00006934" w:rsidRDefault="00EF1975" w:rsidP="003A39BE">
            <w:pPr>
              <w:pStyle w:val="Intestazione"/>
              <w:rPr>
                <w:rFonts w:ascii="Corbel" w:hAnsi="Corbel"/>
                <w:szCs w:val="24"/>
              </w:rPr>
            </w:pPr>
            <w:r w:rsidRPr="00006934">
              <w:rPr>
                <w:rFonts w:ascii="Corbel" w:hAnsi="Corbel"/>
                <w:szCs w:val="24"/>
              </w:rPr>
              <w:t>Oggetto:</w:t>
            </w:r>
          </w:p>
        </w:tc>
        <w:tc>
          <w:tcPr>
            <w:tcW w:w="3820" w:type="dxa"/>
            <w:vAlign w:val="center"/>
          </w:tcPr>
          <w:p w:rsidR="00EF1975" w:rsidRPr="00006934" w:rsidRDefault="00736D13" w:rsidP="00736D13">
            <w:pPr>
              <w:tabs>
                <w:tab w:val="num" w:pos="3912"/>
                <w:tab w:val="left" w:pos="4320"/>
              </w:tabs>
              <w:jc w:val="both"/>
              <w:rPr>
                <w:rFonts w:ascii="Corbel" w:hAnsi="Corbel"/>
              </w:rPr>
            </w:pPr>
            <w:r w:rsidRPr="00824E17">
              <w:rPr>
                <w:rFonts w:ascii="Corbel" w:hAnsi="Corbel"/>
                <w:snapToGrid w:val="0"/>
              </w:rPr>
              <w:t>Bando FIS 2021: determinazioni.</w:t>
            </w:r>
          </w:p>
        </w:tc>
      </w:tr>
    </w:tbl>
    <w:p w:rsidR="00057FB0" w:rsidRPr="00FB6204" w:rsidRDefault="00057FB0" w:rsidP="00057FB0">
      <w:pPr>
        <w:ind w:right="424"/>
        <w:jc w:val="both"/>
        <w:outlineLvl w:val="0"/>
        <w:rPr>
          <w:rFonts w:ascii="Corbel" w:hAnsi="Corbel"/>
        </w:rPr>
      </w:pPr>
    </w:p>
    <w:p w:rsidR="00FB6204" w:rsidRDefault="00FB6204" w:rsidP="00FB6204">
      <w:pPr>
        <w:jc w:val="both"/>
        <w:rPr>
          <w:rFonts w:ascii="Corbel" w:eastAsia="Calibri" w:hAnsi="Corbel"/>
          <w:color w:val="000000"/>
          <w:lang w:eastAsia="en-US"/>
        </w:rPr>
      </w:pPr>
    </w:p>
    <w:p w:rsidR="003A39BE" w:rsidRPr="00FB6204" w:rsidRDefault="003A39BE" w:rsidP="00FB6204">
      <w:pPr>
        <w:jc w:val="both"/>
        <w:rPr>
          <w:rFonts w:ascii="Corbel" w:eastAsia="Calibri" w:hAnsi="Corbel"/>
          <w:color w:val="000000"/>
          <w:lang w:eastAsia="en-US"/>
        </w:rPr>
      </w:pPr>
      <w:r>
        <w:rPr>
          <w:rFonts w:ascii="Corbel" w:eastAsia="Calibri" w:hAnsi="Corbel"/>
          <w:color w:val="000000"/>
          <w:lang w:eastAsia="en-US"/>
        </w:rPr>
        <w:t>Con riferimento alle proposte progettuali FI</w:t>
      </w:r>
      <w:r w:rsidR="0077703F">
        <w:rPr>
          <w:rFonts w:ascii="Corbel" w:eastAsia="Calibri" w:hAnsi="Corbel"/>
          <w:color w:val="000000"/>
          <w:lang w:eastAsia="en-US"/>
        </w:rPr>
        <w:t>S</w:t>
      </w:r>
      <w:r w:rsidR="006F426A">
        <w:rPr>
          <w:rFonts w:ascii="Corbel" w:eastAsia="Calibri" w:hAnsi="Corbel"/>
          <w:color w:val="000000"/>
          <w:lang w:eastAsia="en-US"/>
        </w:rPr>
        <w:t xml:space="preserve"> 2021 in corso di presentazione, il Direttore sottopone al Consiglio, per l’approvazione, le seguenti richieste di partecipazione del Prof. </w:t>
      </w:r>
      <w:r w:rsidR="006F426A" w:rsidRPr="0077703F">
        <w:rPr>
          <w:rFonts w:ascii="Corbel" w:eastAsia="Calibri" w:hAnsi="Corbel"/>
          <w:b/>
          <w:color w:val="000000"/>
          <w:lang w:eastAsia="en-US"/>
        </w:rPr>
        <w:t>Francesco Bartolucci</w:t>
      </w:r>
      <w:r w:rsidR="006F426A">
        <w:rPr>
          <w:rFonts w:ascii="Corbel" w:eastAsia="Calibri" w:hAnsi="Corbel"/>
          <w:color w:val="000000"/>
          <w:lang w:eastAsia="en-US"/>
        </w:rPr>
        <w:t xml:space="preserve"> e Prof. </w:t>
      </w:r>
      <w:r w:rsidR="006F426A" w:rsidRPr="0077703F">
        <w:rPr>
          <w:rFonts w:ascii="Corbel" w:eastAsia="Calibri" w:hAnsi="Corbel"/>
          <w:b/>
          <w:color w:val="000000"/>
          <w:lang w:eastAsia="en-US"/>
        </w:rPr>
        <w:t>Luca Castelli</w:t>
      </w:r>
      <w:r w:rsidR="006F426A">
        <w:rPr>
          <w:rFonts w:ascii="Corbel" w:eastAsia="Calibri" w:hAnsi="Corbel"/>
          <w:color w:val="000000"/>
          <w:lang w:eastAsia="en-US"/>
        </w:rPr>
        <w:t>.</w:t>
      </w:r>
    </w:p>
    <w:p w:rsidR="006F426A" w:rsidRDefault="006F426A" w:rsidP="00FB6204">
      <w:pPr>
        <w:jc w:val="both"/>
        <w:rPr>
          <w:rFonts w:ascii="Corbel" w:eastAsia="Calibri" w:hAnsi="Corbel"/>
          <w:color w:val="000000"/>
          <w:lang w:eastAsia="en-US"/>
        </w:rPr>
      </w:pPr>
    </w:p>
    <w:p w:rsidR="006F426A" w:rsidRDefault="006F426A" w:rsidP="00FB6204">
      <w:pPr>
        <w:jc w:val="both"/>
        <w:rPr>
          <w:rFonts w:ascii="Corbel" w:eastAsia="Calibri" w:hAnsi="Corbel"/>
          <w:color w:val="000000"/>
          <w:lang w:eastAsia="en-US"/>
        </w:rPr>
      </w:pPr>
    </w:p>
    <w:p w:rsidR="006F426A" w:rsidRDefault="006F426A" w:rsidP="00FB6204">
      <w:pPr>
        <w:jc w:val="both"/>
        <w:rPr>
          <w:rFonts w:ascii="Corbel" w:eastAsia="Calibri" w:hAnsi="Corbel"/>
          <w:color w:val="000000"/>
          <w:u w:val="single"/>
          <w:lang w:eastAsia="en-US"/>
        </w:rPr>
      </w:pPr>
      <w:r w:rsidRPr="006F426A">
        <w:rPr>
          <w:rFonts w:ascii="Corbel" w:eastAsia="Calibri" w:hAnsi="Corbel"/>
          <w:color w:val="000000"/>
          <w:u w:val="single"/>
          <w:lang w:eastAsia="en-US"/>
        </w:rPr>
        <w:t xml:space="preserve">Prof. </w:t>
      </w:r>
      <w:r w:rsidRPr="0077703F">
        <w:rPr>
          <w:rFonts w:ascii="Corbel" w:eastAsia="Calibri" w:hAnsi="Corbel"/>
          <w:b/>
          <w:color w:val="000000"/>
          <w:u w:val="single"/>
          <w:lang w:eastAsia="en-US"/>
        </w:rPr>
        <w:t>Francesco Bartolucci</w:t>
      </w:r>
    </w:p>
    <w:p w:rsidR="006F426A" w:rsidRPr="006F426A" w:rsidRDefault="006F426A" w:rsidP="00FB6204">
      <w:pPr>
        <w:jc w:val="both"/>
        <w:rPr>
          <w:rFonts w:ascii="Corbel" w:eastAsia="Calibri" w:hAnsi="Corbel"/>
          <w:color w:val="000000"/>
          <w:u w:val="single"/>
          <w:lang w:eastAsia="en-US"/>
        </w:rPr>
      </w:pPr>
    </w:p>
    <w:p w:rsidR="00FB6204" w:rsidRPr="00FB6204" w:rsidRDefault="00FB6204" w:rsidP="00FB6204">
      <w:pPr>
        <w:jc w:val="both"/>
        <w:rPr>
          <w:rFonts w:ascii="Corbel" w:eastAsia="Calibri" w:hAnsi="Corbel"/>
          <w:color w:val="000000"/>
          <w:lang w:eastAsia="en-US"/>
        </w:rPr>
      </w:pPr>
      <w:r w:rsidRPr="00FB6204">
        <w:rPr>
          <w:rFonts w:ascii="Corbel" w:eastAsia="Calibri" w:hAnsi="Corbel"/>
          <w:color w:val="000000"/>
          <w:lang w:eastAsia="en-US"/>
        </w:rPr>
        <w:t>Visto il Decreto Direttoriale n. 2281 del 28/09/2021 recante la “</w:t>
      </w:r>
      <w:r w:rsidRPr="00FB6204">
        <w:rPr>
          <w:rFonts w:ascii="Corbel" w:eastAsia="Calibri" w:hAnsi="Corbel"/>
          <w:i/>
          <w:color w:val="000000"/>
          <w:lang w:eastAsia="en-US"/>
        </w:rPr>
        <w:t>Procedura competitiva per lo sviluppo delle attività di ricerca fondamentale, a valere sul Fondo Italiano per la Scienza</w:t>
      </w:r>
      <w:r w:rsidRPr="00FB6204">
        <w:rPr>
          <w:rFonts w:ascii="Corbel" w:eastAsia="Calibri" w:hAnsi="Corbel"/>
          <w:color w:val="000000"/>
          <w:lang w:eastAsia="en-US"/>
        </w:rPr>
        <w:t>”, di seguito Bando FIS;</w:t>
      </w:r>
    </w:p>
    <w:p w:rsidR="00FB6204" w:rsidRPr="00FB6204" w:rsidRDefault="00FB6204" w:rsidP="00FB6204">
      <w:pPr>
        <w:jc w:val="both"/>
        <w:rPr>
          <w:rFonts w:ascii="Corbel" w:eastAsia="Calibri" w:hAnsi="Corbel"/>
          <w:color w:val="000000"/>
          <w:lang w:eastAsia="en-US"/>
        </w:rPr>
      </w:pPr>
      <w:r w:rsidRPr="00FB6204">
        <w:rPr>
          <w:rFonts w:ascii="Corbel" w:eastAsia="Calibri" w:hAnsi="Corbel"/>
          <w:color w:val="000000"/>
          <w:lang w:eastAsia="en-US"/>
        </w:rPr>
        <w:t>Viste le “</w:t>
      </w:r>
      <w:r w:rsidRPr="00FB6204">
        <w:rPr>
          <w:rFonts w:ascii="Corbel" w:eastAsia="Calibri" w:hAnsi="Corbel"/>
          <w:i/>
          <w:color w:val="000000"/>
          <w:lang w:eastAsia="en-US"/>
        </w:rPr>
        <w:t>Linee guida per la rendicontazione e per la determinazione delle spese ammissibili</w:t>
      </w:r>
      <w:r w:rsidRPr="00FB6204">
        <w:rPr>
          <w:rFonts w:ascii="Corbel" w:eastAsia="Calibri" w:hAnsi="Corbel"/>
          <w:color w:val="000000"/>
          <w:lang w:eastAsia="en-US"/>
        </w:rPr>
        <w:t>”;</w:t>
      </w:r>
    </w:p>
    <w:p w:rsidR="00FB6204" w:rsidRPr="00FB6204" w:rsidRDefault="00FB6204" w:rsidP="00FB6204">
      <w:pPr>
        <w:jc w:val="both"/>
        <w:rPr>
          <w:rFonts w:ascii="Corbel" w:eastAsia="Calibri" w:hAnsi="Corbel"/>
          <w:color w:val="000000"/>
          <w:lang w:eastAsia="en-US"/>
        </w:rPr>
      </w:pPr>
      <w:r w:rsidRPr="00FB6204">
        <w:rPr>
          <w:rFonts w:ascii="Corbel" w:eastAsia="Calibri" w:hAnsi="Corbel"/>
          <w:color w:val="000000"/>
          <w:lang w:eastAsia="en-US"/>
        </w:rPr>
        <w:t>Vista la circolare Prot. n. 303024 del 10/12/2021, pervenuta dall’Area Progettazione, valorizzazione e valutazione della ricerca dell’Università degli Studi di Perugia, recante le indicazioni operative per la partecipazione al Bando FIS;</w:t>
      </w:r>
    </w:p>
    <w:p w:rsidR="00FB6204" w:rsidRPr="00FB6204" w:rsidRDefault="00FB6204" w:rsidP="00FB6204">
      <w:pPr>
        <w:autoSpaceDE w:val="0"/>
        <w:autoSpaceDN w:val="0"/>
        <w:adjustRightInd w:val="0"/>
        <w:jc w:val="both"/>
        <w:rPr>
          <w:rFonts w:ascii="Corbel" w:eastAsia="Calibri" w:hAnsi="Corbel" w:cs="Work Sans"/>
          <w:color w:val="000000"/>
          <w:lang w:eastAsia="en-US"/>
        </w:rPr>
      </w:pPr>
      <w:r w:rsidRPr="00FB6204">
        <w:rPr>
          <w:rFonts w:ascii="Corbel" w:eastAsia="Calibri" w:hAnsi="Corbel" w:cs="Work Sans"/>
          <w:color w:val="000000"/>
          <w:lang w:eastAsia="en-US"/>
        </w:rPr>
        <w:t>Visto che il Bando FIS è volto al finanziamento di progetti di ricerca fondamentale e prevede due schemi di finanziamento: “</w:t>
      </w:r>
      <w:r w:rsidRPr="00FB6204">
        <w:rPr>
          <w:rFonts w:ascii="Corbel" w:eastAsia="Calibri" w:hAnsi="Corbel" w:cs="Work Sans"/>
          <w:i/>
          <w:color w:val="000000"/>
          <w:lang w:eastAsia="en-US"/>
        </w:rPr>
        <w:t>Starting Grant</w:t>
      </w:r>
      <w:r w:rsidRPr="00FB6204">
        <w:rPr>
          <w:rFonts w:ascii="Corbel" w:eastAsia="Calibri" w:hAnsi="Corbel" w:cs="Work Sans"/>
          <w:color w:val="000000"/>
          <w:lang w:eastAsia="en-US"/>
        </w:rPr>
        <w:t>”, destinato ai ricercatori emergenti, e “</w:t>
      </w:r>
      <w:r w:rsidRPr="00FB6204">
        <w:rPr>
          <w:rFonts w:ascii="Corbel" w:eastAsia="Calibri" w:hAnsi="Corbel" w:cs="Work Sans"/>
          <w:i/>
          <w:color w:val="000000"/>
          <w:lang w:eastAsia="en-US"/>
        </w:rPr>
        <w:t>Advanced Grant</w:t>
      </w:r>
      <w:r w:rsidRPr="00FB6204">
        <w:rPr>
          <w:rFonts w:ascii="Corbel" w:eastAsia="Calibri" w:hAnsi="Corbel" w:cs="Work Sans"/>
          <w:color w:val="000000"/>
          <w:lang w:eastAsia="en-US"/>
        </w:rPr>
        <w:t>”, destinato ai ricercatori affermati;</w:t>
      </w:r>
    </w:p>
    <w:p w:rsidR="00FB6204" w:rsidRPr="00FB6204" w:rsidRDefault="00FB6204" w:rsidP="00FB6204">
      <w:pPr>
        <w:jc w:val="both"/>
        <w:rPr>
          <w:rFonts w:ascii="Corbel" w:eastAsia="Calibri" w:hAnsi="Corbel"/>
          <w:color w:val="000000"/>
          <w:lang w:eastAsia="en-US"/>
        </w:rPr>
      </w:pPr>
      <w:r w:rsidRPr="00FB6204">
        <w:rPr>
          <w:rFonts w:ascii="Corbel" w:eastAsia="Calibri" w:hAnsi="Corbel"/>
          <w:color w:val="000000"/>
          <w:lang w:eastAsia="en-US"/>
        </w:rPr>
        <w:t xml:space="preserve">Preso atto che il Bando FIS riconosce quali soggetti ammissibili alla presentazione delle proposte progettuali, nel ruolo di </w:t>
      </w:r>
      <w:proofErr w:type="spellStart"/>
      <w:r w:rsidRPr="00FB6204">
        <w:rPr>
          <w:rFonts w:ascii="Corbel" w:eastAsia="Calibri" w:hAnsi="Corbel"/>
          <w:color w:val="000000"/>
          <w:lang w:eastAsia="en-US"/>
        </w:rPr>
        <w:t>Principal</w:t>
      </w:r>
      <w:proofErr w:type="spellEnd"/>
      <w:r w:rsidRPr="00FB6204">
        <w:rPr>
          <w:rFonts w:ascii="Corbel" w:eastAsia="Calibri" w:hAnsi="Corbel"/>
          <w:color w:val="000000"/>
          <w:lang w:eastAsia="en-US"/>
        </w:rPr>
        <w:t xml:space="preserve"> Investigator, candidati di qualunque nazionalità a prescindere dal relativo </w:t>
      </w:r>
      <w:r w:rsidRPr="00FB6204">
        <w:rPr>
          <w:rFonts w:ascii="Corbel" w:eastAsia="Calibri" w:hAnsi="Corbel"/>
          <w:i/>
          <w:color w:val="000000"/>
          <w:lang w:eastAsia="en-US"/>
        </w:rPr>
        <w:t>status</w:t>
      </w:r>
      <w:r w:rsidRPr="00FB6204">
        <w:rPr>
          <w:rFonts w:ascii="Corbel" w:eastAsia="Calibri" w:hAnsi="Corbel"/>
          <w:color w:val="000000"/>
          <w:lang w:eastAsia="en-US"/>
        </w:rPr>
        <w:t xml:space="preserve"> giuridico;</w:t>
      </w:r>
    </w:p>
    <w:p w:rsidR="00FB6204" w:rsidRPr="00FB6204" w:rsidRDefault="00FB6204" w:rsidP="00FB6204">
      <w:pPr>
        <w:jc w:val="both"/>
        <w:rPr>
          <w:rFonts w:ascii="Corbel" w:eastAsia="Calibri" w:hAnsi="Corbel"/>
          <w:color w:val="000000"/>
          <w:lang w:eastAsia="en-US"/>
        </w:rPr>
      </w:pPr>
      <w:r w:rsidRPr="00FB6204">
        <w:rPr>
          <w:rFonts w:ascii="Corbel" w:eastAsia="Calibri" w:hAnsi="Corbel"/>
          <w:color w:val="000000"/>
          <w:lang w:eastAsia="en-US"/>
        </w:rPr>
        <w:t>Visto che il Bando dispone che il finanziamento massimo, concedibile ai progetti, ammonta ad 1 milione di Euro per gli Starting Grant e ad 1,5 milioni di Euro per gli Advanced Grant;</w:t>
      </w:r>
    </w:p>
    <w:p w:rsidR="00FB6204" w:rsidRPr="00FB6204" w:rsidRDefault="00FB6204" w:rsidP="00FB6204">
      <w:pPr>
        <w:jc w:val="both"/>
        <w:rPr>
          <w:rFonts w:ascii="Corbel" w:eastAsia="Calibri" w:hAnsi="Corbel"/>
          <w:color w:val="000000"/>
          <w:lang w:eastAsia="en-US"/>
        </w:rPr>
      </w:pPr>
      <w:r w:rsidRPr="00FB6204">
        <w:rPr>
          <w:rFonts w:ascii="Corbel" w:eastAsia="Calibri" w:hAnsi="Corbel"/>
          <w:color w:val="000000"/>
          <w:lang w:eastAsia="en-US"/>
        </w:rPr>
        <w:t>Visto che per le proposte progettuali afferenti ai macrosettori LS e PE è, inoltre, prevista la possibilità di chiedere un contributo aggiuntivo, dell’importo massimo di 500 mila Euro, da destinare all’acquisto di attrezzature;</w:t>
      </w:r>
    </w:p>
    <w:p w:rsidR="00FB6204" w:rsidRPr="00FB6204" w:rsidRDefault="00FB6204" w:rsidP="00FB6204">
      <w:pPr>
        <w:autoSpaceDE w:val="0"/>
        <w:autoSpaceDN w:val="0"/>
        <w:adjustRightInd w:val="0"/>
        <w:jc w:val="both"/>
        <w:rPr>
          <w:rFonts w:ascii="Corbel" w:eastAsia="Calibri" w:hAnsi="Corbel" w:cs="Work Sans"/>
          <w:color w:val="000000"/>
          <w:lang w:eastAsia="en-US"/>
        </w:rPr>
      </w:pPr>
      <w:r w:rsidRPr="00FB6204">
        <w:rPr>
          <w:rFonts w:ascii="Corbel" w:eastAsia="Calibri" w:hAnsi="Corbel" w:cs="Work Sans"/>
          <w:color w:val="000000"/>
          <w:lang w:eastAsia="en-US"/>
        </w:rPr>
        <w:t xml:space="preserve">Visto che i </w:t>
      </w:r>
      <w:proofErr w:type="spellStart"/>
      <w:r w:rsidRPr="00FB6204">
        <w:rPr>
          <w:rFonts w:ascii="Corbel" w:eastAsia="Calibri" w:hAnsi="Corbel" w:cs="Work Sans"/>
          <w:color w:val="000000"/>
          <w:lang w:eastAsia="en-US"/>
        </w:rPr>
        <w:t>Principal</w:t>
      </w:r>
      <w:proofErr w:type="spellEnd"/>
      <w:r w:rsidRPr="00FB6204">
        <w:rPr>
          <w:rFonts w:ascii="Corbel" w:eastAsia="Calibri" w:hAnsi="Corbel" w:cs="Work Sans"/>
          <w:color w:val="000000"/>
          <w:lang w:eastAsia="en-US"/>
        </w:rPr>
        <w:t xml:space="preserve"> Investigator, ai fini dello svolgimento delle attività progettuali, sono tenuti a garantire un impegno temporale minimo che, nell’ambito degli Starting Grant, non può essere inferiore al 50% del tempo produttivo annuo, mentre nell’ambito degli Advanced Grant non può essere inferiore al 30%;</w:t>
      </w:r>
    </w:p>
    <w:p w:rsidR="00FB6204" w:rsidRPr="00FB6204" w:rsidRDefault="00FB6204" w:rsidP="00FB6204">
      <w:pPr>
        <w:jc w:val="both"/>
        <w:rPr>
          <w:rFonts w:ascii="Corbel" w:eastAsia="Calibri" w:hAnsi="Corbel"/>
          <w:color w:val="000000"/>
          <w:lang w:eastAsia="en-US"/>
        </w:rPr>
      </w:pPr>
      <w:r w:rsidRPr="00FB6204">
        <w:rPr>
          <w:rFonts w:ascii="Corbel" w:eastAsia="Calibri" w:hAnsi="Corbel"/>
          <w:color w:val="000000"/>
          <w:lang w:eastAsia="en-US"/>
        </w:rPr>
        <w:t>Preso atto che alla proposta progettuale dovrà essere allegata, sia dai PI strutturati che dai PI non strutturati, una “</w:t>
      </w:r>
      <w:r w:rsidRPr="00FB6204">
        <w:rPr>
          <w:rFonts w:ascii="Corbel" w:eastAsia="Calibri" w:hAnsi="Corbel"/>
          <w:i/>
          <w:color w:val="000000"/>
          <w:lang w:eastAsia="en-US"/>
        </w:rPr>
        <w:t>dichiarazione vincolante di sostegno</w:t>
      </w:r>
      <w:r w:rsidRPr="00FB6204">
        <w:rPr>
          <w:rFonts w:ascii="Corbel" w:eastAsia="Calibri" w:hAnsi="Corbel"/>
          <w:color w:val="000000"/>
          <w:lang w:eastAsia="en-US"/>
        </w:rPr>
        <w:t>” sottoscritta digitalmente dal rappresentante legale dell’istituzione scientifica ospitante;</w:t>
      </w:r>
    </w:p>
    <w:p w:rsidR="00FB6204" w:rsidRPr="00FB6204" w:rsidRDefault="00FB6204" w:rsidP="00FB6204">
      <w:pPr>
        <w:jc w:val="both"/>
        <w:rPr>
          <w:rFonts w:ascii="Corbel" w:eastAsia="Calibri" w:hAnsi="Corbel"/>
          <w:bCs/>
          <w:color w:val="000000"/>
          <w:highlight w:val="cyan"/>
          <w:lang w:eastAsia="en-US"/>
        </w:rPr>
      </w:pPr>
      <w:r w:rsidRPr="00FB6204">
        <w:rPr>
          <w:rFonts w:ascii="Corbel" w:eastAsia="Calibri" w:hAnsi="Corbel"/>
          <w:color w:val="000000"/>
          <w:lang w:eastAsia="en-US"/>
        </w:rPr>
        <w:t xml:space="preserve">Visto che </w:t>
      </w:r>
      <w:bookmarkStart w:id="6" w:name="_Hlk90549541"/>
      <w:r w:rsidRPr="00FB6204">
        <w:rPr>
          <w:rFonts w:ascii="Corbel" w:eastAsia="Calibri" w:hAnsi="Corbel"/>
          <w:color w:val="000000"/>
          <w:lang w:eastAsia="en-US"/>
        </w:rPr>
        <w:t xml:space="preserve">il Prof. Francesco Bartolucci </w:t>
      </w:r>
      <w:bookmarkEnd w:id="6"/>
      <w:r w:rsidRPr="00FB6204">
        <w:rPr>
          <w:rFonts w:ascii="Corbel" w:eastAsia="Calibri" w:hAnsi="Corbel"/>
          <w:color w:val="000000"/>
          <w:lang w:eastAsia="en-US"/>
        </w:rPr>
        <w:t xml:space="preserve">ha manifestato la volontà di presentare, in qualità di </w:t>
      </w:r>
      <w:proofErr w:type="spellStart"/>
      <w:r w:rsidRPr="00FB6204">
        <w:rPr>
          <w:rFonts w:ascii="Corbel" w:eastAsia="Calibri" w:hAnsi="Corbel"/>
          <w:color w:val="000000"/>
          <w:lang w:eastAsia="en-US"/>
        </w:rPr>
        <w:t>Principal</w:t>
      </w:r>
      <w:proofErr w:type="spellEnd"/>
      <w:r w:rsidRPr="00FB6204">
        <w:rPr>
          <w:rFonts w:ascii="Corbel" w:eastAsia="Calibri" w:hAnsi="Corbel"/>
          <w:color w:val="000000"/>
          <w:lang w:eastAsia="en-US"/>
        </w:rPr>
        <w:t xml:space="preserve"> Investigator, la proposta progettuale dal titolo “</w:t>
      </w:r>
      <w:r w:rsidRPr="00FB6204">
        <w:rPr>
          <w:rFonts w:ascii="Corbel" w:eastAsia="Calibri" w:hAnsi="Corbel"/>
          <w:bCs/>
          <w:color w:val="000000"/>
          <w:lang w:eastAsia="en-US"/>
        </w:rPr>
        <w:t xml:space="preserve">Discrete </w:t>
      </w:r>
      <w:proofErr w:type="spellStart"/>
      <w:r w:rsidRPr="00FB6204">
        <w:rPr>
          <w:rFonts w:ascii="Corbel" w:eastAsia="Calibri" w:hAnsi="Corbel"/>
          <w:bCs/>
          <w:color w:val="000000"/>
          <w:lang w:eastAsia="en-US"/>
        </w:rPr>
        <w:t>latent</w:t>
      </w:r>
      <w:proofErr w:type="spellEnd"/>
      <w:r w:rsidRPr="00FB6204">
        <w:rPr>
          <w:rFonts w:ascii="Corbel" w:eastAsia="Calibri" w:hAnsi="Corbel"/>
          <w:bCs/>
          <w:color w:val="000000"/>
          <w:lang w:eastAsia="en-US"/>
        </w:rPr>
        <w:t xml:space="preserve"> </w:t>
      </w:r>
      <w:proofErr w:type="spellStart"/>
      <w:r w:rsidRPr="00FB6204">
        <w:rPr>
          <w:rFonts w:ascii="Corbel" w:eastAsia="Calibri" w:hAnsi="Corbel"/>
          <w:bCs/>
          <w:color w:val="000000"/>
          <w:lang w:eastAsia="en-US"/>
        </w:rPr>
        <w:t>variable</w:t>
      </w:r>
      <w:proofErr w:type="spellEnd"/>
      <w:r w:rsidRPr="00FB6204">
        <w:rPr>
          <w:rFonts w:ascii="Corbel" w:eastAsia="Calibri" w:hAnsi="Corbel"/>
          <w:bCs/>
          <w:color w:val="000000"/>
          <w:lang w:eastAsia="en-US"/>
        </w:rPr>
        <w:t xml:space="preserve"> </w:t>
      </w:r>
      <w:proofErr w:type="spellStart"/>
      <w:r w:rsidRPr="00FB6204">
        <w:rPr>
          <w:rFonts w:ascii="Corbel" w:eastAsia="Calibri" w:hAnsi="Corbel"/>
          <w:bCs/>
          <w:color w:val="000000"/>
          <w:lang w:eastAsia="en-US"/>
        </w:rPr>
        <w:t>models</w:t>
      </w:r>
      <w:proofErr w:type="spellEnd"/>
      <w:r w:rsidRPr="00FB6204">
        <w:rPr>
          <w:rFonts w:ascii="Corbel" w:eastAsia="Calibri" w:hAnsi="Corbel"/>
          <w:bCs/>
          <w:color w:val="000000"/>
          <w:lang w:eastAsia="en-US"/>
        </w:rPr>
        <w:t>”, acronimo - DLVM</w:t>
      </w:r>
      <w:r w:rsidRPr="00FB6204">
        <w:rPr>
          <w:rFonts w:ascii="Corbel" w:eastAsia="Calibri" w:hAnsi="Corbel"/>
          <w:color w:val="000000"/>
          <w:lang w:eastAsia="en-US"/>
        </w:rPr>
        <w:t xml:space="preserve">; </w:t>
      </w:r>
    </w:p>
    <w:p w:rsidR="00FB6204" w:rsidRPr="00FB6204" w:rsidRDefault="00FB6204" w:rsidP="00FB6204">
      <w:pPr>
        <w:jc w:val="both"/>
        <w:rPr>
          <w:rFonts w:ascii="Corbel" w:eastAsia="Calibri" w:hAnsi="Corbel"/>
          <w:color w:val="000000"/>
          <w:lang w:eastAsia="en-US"/>
        </w:rPr>
      </w:pPr>
      <w:r w:rsidRPr="00FB6204">
        <w:rPr>
          <w:rFonts w:ascii="Corbel" w:eastAsia="Calibri" w:hAnsi="Corbel"/>
          <w:color w:val="000000"/>
          <w:lang w:eastAsia="en-US"/>
        </w:rPr>
        <w:t>Visto che la proposta progettuale in parola ha una durata di 48 mesi e afferisce allo schema di finanziamento “</w:t>
      </w:r>
      <w:r w:rsidRPr="00FB6204">
        <w:rPr>
          <w:rFonts w:ascii="Corbel" w:eastAsia="Calibri" w:hAnsi="Corbel"/>
          <w:lang w:eastAsia="en-US"/>
        </w:rPr>
        <w:t>Advanced Grant</w:t>
      </w:r>
      <w:r w:rsidRPr="00FB6204">
        <w:rPr>
          <w:rFonts w:ascii="Corbel" w:eastAsia="Calibri" w:hAnsi="Corbel"/>
          <w:color w:val="000000"/>
          <w:lang w:eastAsia="en-US"/>
        </w:rPr>
        <w:t xml:space="preserve">”; </w:t>
      </w:r>
    </w:p>
    <w:p w:rsidR="00FB6204" w:rsidRPr="00FB6204" w:rsidRDefault="00FB6204" w:rsidP="00FB6204">
      <w:pPr>
        <w:jc w:val="both"/>
        <w:rPr>
          <w:rFonts w:ascii="Corbel" w:eastAsia="Calibri" w:hAnsi="Corbel"/>
          <w:color w:val="000000"/>
          <w:lang w:eastAsia="en-US"/>
        </w:rPr>
      </w:pPr>
      <w:r w:rsidRPr="00FB6204">
        <w:rPr>
          <w:rFonts w:ascii="Corbel" w:eastAsia="Calibri" w:hAnsi="Corbel"/>
          <w:color w:val="000000"/>
          <w:lang w:eastAsia="en-US"/>
        </w:rPr>
        <w:t>Presa visione dell’</w:t>
      </w:r>
      <w:r w:rsidRPr="00FB6204">
        <w:rPr>
          <w:rFonts w:ascii="Corbel" w:eastAsia="Calibri" w:hAnsi="Corbel"/>
          <w:i/>
          <w:color w:val="000000"/>
          <w:lang w:eastAsia="en-US"/>
        </w:rPr>
        <w:t>abstract</w:t>
      </w:r>
      <w:r w:rsidRPr="00FB6204">
        <w:rPr>
          <w:rFonts w:ascii="Corbel" w:eastAsia="Calibri" w:hAnsi="Corbel"/>
          <w:color w:val="000000"/>
          <w:lang w:eastAsia="en-US"/>
        </w:rPr>
        <w:t xml:space="preserve"> e del piano finanziario della proposta progettuale;</w:t>
      </w:r>
    </w:p>
    <w:p w:rsidR="00FB6204" w:rsidRPr="00FB6204" w:rsidRDefault="00FB6204" w:rsidP="00FB6204">
      <w:pPr>
        <w:jc w:val="both"/>
        <w:rPr>
          <w:rFonts w:ascii="Corbel" w:eastAsia="Calibri" w:hAnsi="Corbel"/>
          <w:color w:val="000000"/>
          <w:lang w:eastAsia="en-US"/>
        </w:rPr>
      </w:pPr>
      <w:r w:rsidRPr="00FB6204">
        <w:rPr>
          <w:rFonts w:ascii="Corbel" w:eastAsia="Calibri" w:hAnsi="Corbel"/>
          <w:color w:val="000000"/>
          <w:lang w:eastAsia="en-US"/>
        </w:rPr>
        <w:lastRenderedPageBreak/>
        <w:t>Verificata la sostenibilità economica del piano finanziario, con particolare riguardo alle forme contrattuali da attivare per il reclutamento di personale e alle strumentazioni/attrezzature da acquisire;</w:t>
      </w:r>
    </w:p>
    <w:p w:rsidR="00FB6204" w:rsidRPr="00FB6204" w:rsidRDefault="00FB6204" w:rsidP="00FB6204">
      <w:pPr>
        <w:jc w:val="both"/>
        <w:rPr>
          <w:rFonts w:ascii="Corbel" w:eastAsia="Calibri" w:hAnsi="Corbel"/>
          <w:color w:val="000000"/>
          <w:lang w:eastAsia="en-US"/>
        </w:rPr>
      </w:pPr>
      <w:r w:rsidRPr="00FB6204">
        <w:rPr>
          <w:rFonts w:ascii="Corbel" w:eastAsia="Calibri" w:hAnsi="Corbel"/>
          <w:color w:val="000000"/>
          <w:lang w:eastAsia="en-US"/>
        </w:rPr>
        <w:t>Tenuto conto che il Bando dispone che le proposte progettuali debbano essere presentate esclusivamente per via telematica, tramite la piattaforma GEA, entro le ore 12:00 del 27 dicembre 2021;</w:t>
      </w:r>
    </w:p>
    <w:p w:rsidR="00FB6204" w:rsidRPr="00FB6204" w:rsidRDefault="00FB6204" w:rsidP="00FB6204">
      <w:pPr>
        <w:jc w:val="both"/>
        <w:rPr>
          <w:rFonts w:ascii="Corbel" w:eastAsia="Calibri" w:hAnsi="Corbel"/>
          <w:color w:val="000000"/>
          <w:lang w:eastAsia="en-US"/>
        </w:rPr>
      </w:pPr>
    </w:p>
    <w:p w:rsidR="00FB6204" w:rsidRPr="006F426A" w:rsidRDefault="00FB6204" w:rsidP="006F426A">
      <w:pPr>
        <w:jc w:val="center"/>
        <w:rPr>
          <w:rFonts w:ascii="Corbel" w:eastAsia="Calibri" w:hAnsi="Corbel"/>
          <w:b/>
          <w:lang w:eastAsia="en-US"/>
        </w:rPr>
      </w:pPr>
      <w:r w:rsidRPr="006F426A">
        <w:rPr>
          <w:rFonts w:ascii="Corbel" w:eastAsia="Calibri" w:hAnsi="Corbel"/>
          <w:b/>
          <w:lang w:eastAsia="en-US"/>
        </w:rPr>
        <w:t>DELIBERA</w:t>
      </w:r>
    </w:p>
    <w:p w:rsidR="00FB6204" w:rsidRPr="00FB6204" w:rsidRDefault="00FB6204" w:rsidP="00FB6204">
      <w:pPr>
        <w:jc w:val="both"/>
        <w:rPr>
          <w:rFonts w:ascii="Corbel" w:eastAsia="Calibri" w:hAnsi="Corbel"/>
          <w:lang w:eastAsia="en-US"/>
        </w:rPr>
      </w:pPr>
    </w:p>
    <w:p w:rsidR="00FB6204" w:rsidRPr="00FB6204" w:rsidRDefault="00FB6204" w:rsidP="00FB6204">
      <w:pPr>
        <w:numPr>
          <w:ilvl w:val="0"/>
          <w:numId w:val="29"/>
        </w:numPr>
        <w:spacing w:after="160" w:line="259" w:lineRule="auto"/>
        <w:ind w:left="284" w:hanging="284"/>
        <w:jc w:val="both"/>
        <w:rPr>
          <w:rFonts w:ascii="Corbel" w:eastAsia="Calibri" w:hAnsi="Corbel"/>
          <w:color w:val="000000"/>
          <w:lang w:eastAsia="en-US"/>
        </w:rPr>
      </w:pPr>
      <w:r w:rsidRPr="00FB6204">
        <w:rPr>
          <w:rFonts w:ascii="Corbel" w:eastAsia="Calibri" w:hAnsi="Corbel"/>
          <w:color w:val="000000"/>
          <w:lang w:eastAsia="en-US"/>
        </w:rPr>
        <w:t xml:space="preserve">Di approvare la proposta progettuale dal titolo “Discrete </w:t>
      </w:r>
      <w:proofErr w:type="spellStart"/>
      <w:r w:rsidRPr="00FB6204">
        <w:rPr>
          <w:rFonts w:ascii="Corbel" w:eastAsia="Calibri" w:hAnsi="Corbel"/>
          <w:color w:val="000000"/>
          <w:lang w:eastAsia="en-US"/>
        </w:rPr>
        <w:t>latent</w:t>
      </w:r>
      <w:proofErr w:type="spellEnd"/>
      <w:r w:rsidRPr="00FB6204">
        <w:rPr>
          <w:rFonts w:ascii="Corbel" w:eastAsia="Calibri" w:hAnsi="Corbel"/>
          <w:color w:val="000000"/>
          <w:lang w:eastAsia="en-US"/>
        </w:rPr>
        <w:t xml:space="preserve"> </w:t>
      </w:r>
      <w:proofErr w:type="spellStart"/>
      <w:r w:rsidRPr="00FB6204">
        <w:rPr>
          <w:rFonts w:ascii="Corbel" w:eastAsia="Calibri" w:hAnsi="Corbel"/>
          <w:color w:val="000000"/>
          <w:lang w:eastAsia="en-US"/>
        </w:rPr>
        <w:t>variable</w:t>
      </w:r>
      <w:proofErr w:type="spellEnd"/>
      <w:r w:rsidRPr="00FB6204">
        <w:rPr>
          <w:rFonts w:ascii="Corbel" w:eastAsia="Calibri" w:hAnsi="Corbel"/>
          <w:color w:val="000000"/>
          <w:lang w:eastAsia="en-US"/>
        </w:rPr>
        <w:t xml:space="preserve"> </w:t>
      </w:r>
      <w:proofErr w:type="spellStart"/>
      <w:r w:rsidRPr="00FB6204">
        <w:rPr>
          <w:rFonts w:ascii="Corbel" w:eastAsia="Calibri" w:hAnsi="Corbel"/>
          <w:color w:val="000000"/>
          <w:lang w:eastAsia="en-US"/>
        </w:rPr>
        <w:t>models</w:t>
      </w:r>
      <w:proofErr w:type="spellEnd"/>
      <w:r w:rsidRPr="00FB6204">
        <w:rPr>
          <w:rFonts w:ascii="Corbel" w:eastAsia="Calibri" w:hAnsi="Corbel"/>
          <w:color w:val="000000"/>
          <w:lang w:eastAsia="en-US"/>
        </w:rPr>
        <w:t xml:space="preserve">”, acronimo - DLVM e di autorizzare, pertanto, il Prof. Francesco Bartolucci a presentarla, quale </w:t>
      </w:r>
      <w:proofErr w:type="spellStart"/>
      <w:r w:rsidRPr="00FB6204">
        <w:rPr>
          <w:rFonts w:ascii="Corbel" w:eastAsia="Calibri" w:hAnsi="Corbel"/>
          <w:color w:val="000000"/>
          <w:lang w:eastAsia="en-US"/>
        </w:rPr>
        <w:t>Principal</w:t>
      </w:r>
      <w:proofErr w:type="spellEnd"/>
      <w:r w:rsidRPr="00FB6204">
        <w:rPr>
          <w:rFonts w:ascii="Corbel" w:eastAsia="Calibri" w:hAnsi="Corbel"/>
          <w:color w:val="000000"/>
          <w:lang w:eastAsia="en-US"/>
        </w:rPr>
        <w:t xml:space="preserve"> Investigator, in risposta al Bando FIS 2021.</w:t>
      </w:r>
    </w:p>
    <w:p w:rsidR="00FB6204" w:rsidRPr="00FB6204" w:rsidRDefault="00FB6204" w:rsidP="00FB6204">
      <w:pPr>
        <w:numPr>
          <w:ilvl w:val="0"/>
          <w:numId w:val="29"/>
        </w:numPr>
        <w:spacing w:after="160" w:line="259" w:lineRule="auto"/>
        <w:ind w:left="284" w:hanging="284"/>
        <w:jc w:val="both"/>
        <w:rPr>
          <w:rFonts w:ascii="Corbel" w:eastAsia="Calibri" w:hAnsi="Corbel"/>
          <w:color w:val="000000"/>
          <w:lang w:eastAsia="en-US"/>
        </w:rPr>
      </w:pPr>
      <w:r w:rsidRPr="00FB6204">
        <w:rPr>
          <w:rFonts w:ascii="Corbel" w:eastAsia="Calibri" w:hAnsi="Corbel"/>
          <w:color w:val="000000"/>
          <w:lang w:eastAsia="en-US"/>
        </w:rPr>
        <w:t xml:space="preserve">Di garantire sia al </w:t>
      </w:r>
      <w:proofErr w:type="spellStart"/>
      <w:r w:rsidRPr="00FB6204">
        <w:rPr>
          <w:rFonts w:ascii="Corbel" w:eastAsia="Calibri" w:hAnsi="Corbel"/>
          <w:color w:val="000000"/>
          <w:lang w:eastAsia="en-US"/>
        </w:rPr>
        <w:t>Principal</w:t>
      </w:r>
      <w:proofErr w:type="spellEnd"/>
      <w:r w:rsidRPr="00FB6204">
        <w:rPr>
          <w:rFonts w:ascii="Corbel" w:eastAsia="Calibri" w:hAnsi="Corbel"/>
          <w:color w:val="000000"/>
          <w:lang w:eastAsia="en-US"/>
        </w:rPr>
        <w:t xml:space="preserve"> Investigator che al gruppo di ricerca che prenderà parte alla realizzazione del progetto l’accesso alle strutture del Dipartimento di Economia nonché l’utilizzo delle relative strumentazioni e attrezzature.</w:t>
      </w:r>
    </w:p>
    <w:p w:rsidR="00FB6204" w:rsidRPr="00FB6204" w:rsidRDefault="00FB6204" w:rsidP="00FB6204">
      <w:pPr>
        <w:numPr>
          <w:ilvl w:val="0"/>
          <w:numId w:val="29"/>
        </w:numPr>
        <w:spacing w:after="160" w:line="259" w:lineRule="auto"/>
        <w:ind w:left="284" w:hanging="284"/>
        <w:jc w:val="both"/>
        <w:rPr>
          <w:rFonts w:ascii="Corbel" w:eastAsia="Calibri" w:hAnsi="Corbel"/>
          <w:color w:val="000000"/>
          <w:lang w:eastAsia="en-US"/>
        </w:rPr>
      </w:pPr>
      <w:r w:rsidRPr="00FB6204">
        <w:rPr>
          <w:rFonts w:ascii="Corbel" w:eastAsia="Calibri" w:hAnsi="Corbel"/>
          <w:color w:val="000000"/>
          <w:lang w:eastAsia="en-US"/>
        </w:rPr>
        <w:t>Di garantire con fondi dipartimentali, qualora la proposta progettuale venga finanziata, il sostenimento di ogni costo, derivante dallo svolgimento delle attività di ricerca, che non trovi copertura economica a valere sul finanziamento ottenuto.</w:t>
      </w:r>
    </w:p>
    <w:p w:rsidR="00FB6204" w:rsidRPr="00FB6204" w:rsidRDefault="00FB6204" w:rsidP="00FB6204">
      <w:pPr>
        <w:numPr>
          <w:ilvl w:val="0"/>
          <w:numId w:val="29"/>
        </w:numPr>
        <w:spacing w:after="160" w:line="259" w:lineRule="auto"/>
        <w:ind w:left="284" w:hanging="284"/>
        <w:jc w:val="both"/>
        <w:rPr>
          <w:rFonts w:ascii="Corbel" w:eastAsia="Calibri" w:hAnsi="Corbel"/>
          <w:lang w:eastAsia="en-US"/>
        </w:rPr>
      </w:pPr>
      <w:r w:rsidRPr="00FB6204">
        <w:rPr>
          <w:rFonts w:ascii="Corbel" w:eastAsia="Calibri" w:hAnsi="Corbel"/>
          <w:lang w:eastAsia="en-US"/>
        </w:rPr>
        <w:t>Di formulare al Magnifico Rettore la richiesta di rilascio della “</w:t>
      </w:r>
      <w:r w:rsidRPr="00FB6204">
        <w:rPr>
          <w:rFonts w:ascii="Corbel" w:eastAsia="Calibri" w:hAnsi="Corbel"/>
          <w:i/>
          <w:lang w:eastAsia="en-US"/>
        </w:rPr>
        <w:t>dichiarazione vincolante di sostegno</w:t>
      </w:r>
      <w:r w:rsidRPr="00FB6204">
        <w:rPr>
          <w:rFonts w:ascii="Corbel" w:eastAsia="Calibri" w:hAnsi="Corbel"/>
          <w:lang w:eastAsia="en-US"/>
        </w:rPr>
        <w:t>” da allegare alla proposta progettuale.</w:t>
      </w:r>
    </w:p>
    <w:p w:rsidR="00FB6204" w:rsidRPr="00FB6204" w:rsidRDefault="00FB6204" w:rsidP="00FB6204">
      <w:pPr>
        <w:numPr>
          <w:ilvl w:val="0"/>
          <w:numId w:val="29"/>
        </w:numPr>
        <w:spacing w:after="160" w:line="259" w:lineRule="auto"/>
        <w:ind w:left="284" w:hanging="284"/>
        <w:jc w:val="both"/>
        <w:rPr>
          <w:rFonts w:ascii="Corbel" w:eastAsia="Calibri" w:hAnsi="Corbel"/>
          <w:lang w:eastAsia="en-US"/>
        </w:rPr>
      </w:pPr>
      <w:r w:rsidRPr="00FB6204">
        <w:rPr>
          <w:rFonts w:ascii="Corbel" w:eastAsia="Calibri" w:hAnsi="Corbel"/>
          <w:lang w:eastAsia="en-US"/>
        </w:rPr>
        <w:t xml:space="preserve">Di disporre che il </w:t>
      </w:r>
      <w:proofErr w:type="spellStart"/>
      <w:r w:rsidRPr="00FB6204">
        <w:rPr>
          <w:rFonts w:ascii="Corbel" w:eastAsia="Calibri" w:hAnsi="Corbel"/>
          <w:lang w:eastAsia="en-US"/>
        </w:rPr>
        <w:t>Principal</w:t>
      </w:r>
      <w:proofErr w:type="spellEnd"/>
      <w:r w:rsidRPr="00FB6204">
        <w:rPr>
          <w:rFonts w:ascii="Corbel" w:eastAsia="Calibri" w:hAnsi="Corbel"/>
          <w:lang w:eastAsia="en-US"/>
        </w:rPr>
        <w:t xml:space="preserve"> Investigator, una volta chiusa la procedura telematica di sottomissione della proposta progettuale, trasmetta la proposta medesima, debitamente sottoscritta, alla segreteria amministrativa di questo Dipartimento.</w:t>
      </w:r>
    </w:p>
    <w:p w:rsidR="00FB6204" w:rsidRPr="00FB6204" w:rsidRDefault="00FB6204" w:rsidP="00FB6204">
      <w:pPr>
        <w:numPr>
          <w:ilvl w:val="0"/>
          <w:numId w:val="29"/>
        </w:numPr>
        <w:spacing w:after="160" w:line="259" w:lineRule="auto"/>
        <w:ind w:left="284" w:hanging="284"/>
        <w:jc w:val="both"/>
        <w:rPr>
          <w:rFonts w:ascii="Corbel" w:eastAsia="Calibri" w:hAnsi="Corbel"/>
          <w:lang w:eastAsia="en-US"/>
        </w:rPr>
      </w:pPr>
      <w:r w:rsidRPr="00FB6204">
        <w:rPr>
          <w:rFonts w:ascii="Corbel" w:eastAsia="Calibri" w:hAnsi="Corbel"/>
          <w:lang w:eastAsia="en-US"/>
        </w:rPr>
        <w:t>Di disporre la trasmissione della presente delibera all’Ufficio Ricerca Nazionale per il seguito di compete</w:t>
      </w:r>
      <w:r>
        <w:rPr>
          <w:rFonts w:ascii="Corbel" w:eastAsia="Calibri" w:hAnsi="Corbel"/>
          <w:lang w:eastAsia="en-US"/>
        </w:rPr>
        <w:t>n</w:t>
      </w:r>
      <w:r w:rsidRPr="00FB6204">
        <w:rPr>
          <w:rFonts w:ascii="Corbel" w:eastAsia="Calibri" w:hAnsi="Corbel"/>
          <w:lang w:eastAsia="en-US"/>
        </w:rPr>
        <w:t>za.</w:t>
      </w:r>
    </w:p>
    <w:p w:rsidR="006F426A" w:rsidRPr="006F426A" w:rsidRDefault="006F426A" w:rsidP="00FB6204">
      <w:pPr>
        <w:jc w:val="both"/>
        <w:rPr>
          <w:rFonts w:ascii="Corbel" w:hAnsi="Corbel"/>
          <w:u w:val="single"/>
        </w:rPr>
      </w:pPr>
      <w:r w:rsidRPr="006F426A">
        <w:rPr>
          <w:rFonts w:ascii="Corbel" w:hAnsi="Corbel"/>
          <w:u w:val="single"/>
        </w:rPr>
        <w:t>Prof.</w:t>
      </w:r>
      <w:r>
        <w:rPr>
          <w:rFonts w:ascii="Corbel" w:hAnsi="Corbel"/>
          <w:u w:val="single"/>
        </w:rPr>
        <w:t xml:space="preserve"> </w:t>
      </w:r>
      <w:r w:rsidRPr="0077703F">
        <w:rPr>
          <w:rFonts w:ascii="Corbel" w:hAnsi="Corbel"/>
          <w:b/>
          <w:u w:val="single"/>
        </w:rPr>
        <w:t>Luca Castelli</w:t>
      </w:r>
    </w:p>
    <w:p w:rsidR="009C0596" w:rsidRDefault="008E60FF" w:rsidP="006F426A">
      <w:pPr>
        <w:jc w:val="both"/>
        <w:rPr>
          <w:rFonts w:ascii="Corbel" w:hAnsi="Corbel"/>
        </w:rPr>
      </w:pPr>
      <w:r w:rsidRPr="00FB6204">
        <w:rPr>
          <w:rFonts w:ascii="Corbel" w:hAnsi="Corbel"/>
        </w:rPr>
        <w:br/>
      </w:r>
      <w:r w:rsidRPr="00FB6204">
        <w:rPr>
          <w:rFonts w:ascii="Corbel" w:hAnsi="Corbel" w:cs="Arial"/>
        </w:rPr>
        <w:t>Visto il Decreto Direttoriale n. 2281 del 28/09/2021 recante la “Procedura competitiva per</w:t>
      </w:r>
      <w:r w:rsidR="009C0596">
        <w:rPr>
          <w:rFonts w:ascii="Corbel" w:hAnsi="Corbel"/>
        </w:rPr>
        <w:t xml:space="preserve"> </w:t>
      </w:r>
      <w:r w:rsidRPr="00FB6204">
        <w:rPr>
          <w:rFonts w:ascii="Corbel" w:hAnsi="Corbel" w:cs="Arial"/>
        </w:rPr>
        <w:t>lo sviluppo delle attività di ricerca fondamentale, a valere sul Fondo Italiano per la</w:t>
      </w:r>
      <w:r w:rsidR="009C0596">
        <w:rPr>
          <w:rFonts w:ascii="Corbel" w:hAnsi="Corbel"/>
        </w:rPr>
        <w:t xml:space="preserve"> </w:t>
      </w:r>
      <w:r w:rsidRPr="00FB6204">
        <w:rPr>
          <w:rFonts w:ascii="Corbel" w:hAnsi="Corbel" w:cs="Arial"/>
        </w:rPr>
        <w:t>Scienza”, di seguito Bando FIS;</w:t>
      </w:r>
    </w:p>
    <w:p w:rsidR="009C0596" w:rsidRDefault="008E60FF" w:rsidP="006F426A">
      <w:pPr>
        <w:jc w:val="both"/>
        <w:rPr>
          <w:rFonts w:ascii="Corbel" w:hAnsi="Corbel"/>
        </w:rPr>
      </w:pPr>
      <w:r w:rsidRPr="00FB6204">
        <w:rPr>
          <w:rFonts w:ascii="Corbel" w:hAnsi="Corbel" w:cs="Arial"/>
        </w:rPr>
        <w:t>Viste le “Linee guida per la rendicontazione e per la determinazione delle spese</w:t>
      </w:r>
      <w:r w:rsidRPr="00FB6204">
        <w:rPr>
          <w:rFonts w:ascii="Corbel" w:hAnsi="Corbel"/>
        </w:rPr>
        <w:br/>
      </w:r>
      <w:r w:rsidRPr="00FB6204">
        <w:rPr>
          <w:rFonts w:ascii="Corbel" w:hAnsi="Corbel" w:cs="Arial"/>
        </w:rPr>
        <w:t>ammissibili”;</w:t>
      </w:r>
    </w:p>
    <w:p w:rsidR="009C0596" w:rsidRDefault="008E60FF" w:rsidP="006F426A">
      <w:pPr>
        <w:jc w:val="both"/>
        <w:rPr>
          <w:rFonts w:ascii="Corbel" w:hAnsi="Corbel"/>
        </w:rPr>
      </w:pPr>
      <w:r w:rsidRPr="00FB6204">
        <w:rPr>
          <w:rFonts w:ascii="Corbel" w:hAnsi="Corbel" w:cs="Arial"/>
        </w:rPr>
        <w:t xml:space="preserve">Vista la circolare </w:t>
      </w:r>
      <w:proofErr w:type="spellStart"/>
      <w:r w:rsidRPr="00FB6204">
        <w:rPr>
          <w:rFonts w:ascii="Corbel" w:hAnsi="Corbel" w:cs="Arial"/>
        </w:rPr>
        <w:t>Prot</w:t>
      </w:r>
      <w:proofErr w:type="spellEnd"/>
      <w:r w:rsidRPr="00FB6204">
        <w:rPr>
          <w:rFonts w:ascii="Corbel" w:hAnsi="Corbel" w:cs="Arial"/>
        </w:rPr>
        <w:t>. n. 303024 del 10/12/2021, pervenuta dall’Area Progettazione,</w:t>
      </w:r>
      <w:r w:rsidR="009C0596">
        <w:rPr>
          <w:rFonts w:ascii="Corbel" w:hAnsi="Corbel"/>
        </w:rPr>
        <w:t xml:space="preserve"> </w:t>
      </w:r>
      <w:r w:rsidRPr="00FB6204">
        <w:rPr>
          <w:rFonts w:ascii="Corbel" w:hAnsi="Corbel" w:cs="Arial"/>
        </w:rPr>
        <w:t>valorizzazione e valutazione della ricerca dell’Università degli Studi di Perugia, recante le</w:t>
      </w:r>
      <w:r w:rsidR="009C0596">
        <w:rPr>
          <w:rFonts w:ascii="Corbel" w:hAnsi="Corbel"/>
        </w:rPr>
        <w:t xml:space="preserve"> </w:t>
      </w:r>
      <w:r w:rsidRPr="00FB6204">
        <w:rPr>
          <w:rFonts w:ascii="Corbel" w:hAnsi="Corbel" w:cs="Arial"/>
        </w:rPr>
        <w:t>indicazioni operative per la partecipazione al Bando FIS;</w:t>
      </w:r>
    </w:p>
    <w:p w:rsidR="009C0596" w:rsidRDefault="008E60FF" w:rsidP="006F426A">
      <w:pPr>
        <w:jc w:val="both"/>
        <w:rPr>
          <w:rFonts w:ascii="Corbel" w:hAnsi="Corbel"/>
        </w:rPr>
      </w:pPr>
      <w:r w:rsidRPr="00FB6204">
        <w:rPr>
          <w:rFonts w:ascii="Corbel" w:hAnsi="Corbel" w:cs="Arial"/>
        </w:rPr>
        <w:t>Visto che il Bando FIS è volto al finanziamento di progetti di ricerca fondamentale e</w:t>
      </w:r>
      <w:r w:rsidR="009C0596">
        <w:rPr>
          <w:rFonts w:ascii="Corbel" w:hAnsi="Corbel"/>
        </w:rPr>
        <w:t xml:space="preserve"> </w:t>
      </w:r>
      <w:r w:rsidRPr="00FB6204">
        <w:rPr>
          <w:rFonts w:ascii="Corbel" w:hAnsi="Corbel" w:cs="Arial"/>
        </w:rPr>
        <w:t>prevede due schemi di finanziamento: “Starting Grant”, destinato ai ricercatori emergenti,</w:t>
      </w:r>
      <w:r w:rsidR="009C0596">
        <w:rPr>
          <w:rFonts w:ascii="Corbel" w:hAnsi="Corbel"/>
        </w:rPr>
        <w:t xml:space="preserve"> </w:t>
      </w:r>
      <w:r w:rsidRPr="00FB6204">
        <w:rPr>
          <w:rFonts w:ascii="Corbel" w:hAnsi="Corbel" w:cs="Arial"/>
        </w:rPr>
        <w:t>e “Advanced Grant”, destinato ai ricercatori affermati;</w:t>
      </w:r>
    </w:p>
    <w:p w:rsidR="009C0596" w:rsidRDefault="008E60FF" w:rsidP="006F426A">
      <w:pPr>
        <w:jc w:val="both"/>
        <w:rPr>
          <w:rFonts w:ascii="Corbel" w:hAnsi="Corbel"/>
        </w:rPr>
      </w:pPr>
      <w:r w:rsidRPr="00FB6204">
        <w:rPr>
          <w:rFonts w:ascii="Corbel" w:hAnsi="Corbel" w:cs="Arial"/>
        </w:rPr>
        <w:lastRenderedPageBreak/>
        <w:t>Preso atto che il Bando FIS riconosce quali soggetti ammissibili alla presentazione delle</w:t>
      </w:r>
      <w:r w:rsidR="009C0596">
        <w:rPr>
          <w:rFonts w:ascii="Corbel" w:hAnsi="Corbel"/>
        </w:rPr>
        <w:t xml:space="preserve"> </w:t>
      </w:r>
      <w:r w:rsidRPr="00FB6204">
        <w:rPr>
          <w:rFonts w:ascii="Corbel" w:hAnsi="Corbel" w:cs="Arial"/>
        </w:rPr>
        <w:t xml:space="preserve">proposte progettuali, nel ruolo di </w:t>
      </w:r>
      <w:proofErr w:type="spellStart"/>
      <w:r w:rsidRPr="00FB6204">
        <w:rPr>
          <w:rFonts w:ascii="Corbel" w:hAnsi="Corbel" w:cs="Arial"/>
        </w:rPr>
        <w:t>Principal</w:t>
      </w:r>
      <w:proofErr w:type="spellEnd"/>
      <w:r w:rsidRPr="00FB6204">
        <w:rPr>
          <w:rFonts w:ascii="Corbel" w:hAnsi="Corbel" w:cs="Arial"/>
        </w:rPr>
        <w:t xml:space="preserve"> Investigator, candidati di qualunque nazionalità</w:t>
      </w:r>
      <w:r w:rsidR="009C0596">
        <w:rPr>
          <w:rFonts w:ascii="Corbel" w:hAnsi="Corbel"/>
        </w:rPr>
        <w:t xml:space="preserve"> </w:t>
      </w:r>
      <w:r w:rsidRPr="00FB6204">
        <w:rPr>
          <w:rFonts w:ascii="Corbel" w:hAnsi="Corbel" w:cs="Arial"/>
        </w:rPr>
        <w:t>a prescindere dal relativo status giuridico;</w:t>
      </w:r>
    </w:p>
    <w:p w:rsidR="009C0596" w:rsidRDefault="008E60FF" w:rsidP="006F426A">
      <w:pPr>
        <w:jc w:val="both"/>
        <w:rPr>
          <w:rFonts w:ascii="Corbel" w:hAnsi="Corbel"/>
        </w:rPr>
      </w:pPr>
      <w:r w:rsidRPr="00FB6204">
        <w:rPr>
          <w:rFonts w:ascii="Corbel" w:hAnsi="Corbel" w:cs="Arial"/>
        </w:rPr>
        <w:t>Visto che il Bando dispone che il finanziamento massimo, concedibile ai progetti,</w:t>
      </w:r>
      <w:r w:rsidR="009C0596">
        <w:rPr>
          <w:rFonts w:ascii="Corbel" w:hAnsi="Corbel"/>
        </w:rPr>
        <w:t xml:space="preserve"> </w:t>
      </w:r>
      <w:r w:rsidRPr="00FB6204">
        <w:rPr>
          <w:rFonts w:ascii="Corbel" w:hAnsi="Corbel" w:cs="Arial"/>
        </w:rPr>
        <w:t>ammonta ad 1 milione di Euro per gli Starting Grant e ad 1,5 milioni di Euro per gli</w:t>
      </w:r>
      <w:r w:rsidR="009C0596">
        <w:rPr>
          <w:rFonts w:ascii="Corbel" w:hAnsi="Corbel"/>
        </w:rPr>
        <w:t xml:space="preserve"> </w:t>
      </w:r>
      <w:r w:rsidRPr="00FB6204">
        <w:rPr>
          <w:rFonts w:ascii="Corbel" w:hAnsi="Corbel" w:cs="Arial"/>
        </w:rPr>
        <w:t>Advanced Grant;</w:t>
      </w:r>
    </w:p>
    <w:p w:rsidR="009C0596" w:rsidRDefault="008E60FF" w:rsidP="006F426A">
      <w:pPr>
        <w:jc w:val="both"/>
        <w:rPr>
          <w:rFonts w:ascii="Corbel" w:hAnsi="Corbel"/>
        </w:rPr>
      </w:pPr>
      <w:r w:rsidRPr="00FB6204">
        <w:rPr>
          <w:rFonts w:ascii="Corbel" w:hAnsi="Corbel" w:cs="Arial"/>
        </w:rPr>
        <w:t>Visto che per le proposte progettuali afferenti ai macrosettori LS e PE è, inoltre, prevista</w:t>
      </w:r>
      <w:r w:rsidR="009C0596">
        <w:rPr>
          <w:rFonts w:ascii="Corbel" w:hAnsi="Corbel"/>
        </w:rPr>
        <w:t xml:space="preserve"> </w:t>
      </w:r>
      <w:r w:rsidRPr="00FB6204">
        <w:rPr>
          <w:rFonts w:ascii="Corbel" w:hAnsi="Corbel" w:cs="Arial"/>
        </w:rPr>
        <w:t>la possibilità di chiedere un contributo aggiuntivo, dell’importo massimo di 500 mila Euro,</w:t>
      </w:r>
      <w:r w:rsidR="009C0596">
        <w:rPr>
          <w:rFonts w:ascii="Corbel" w:hAnsi="Corbel"/>
        </w:rPr>
        <w:t xml:space="preserve"> </w:t>
      </w:r>
      <w:r w:rsidRPr="00FB6204">
        <w:rPr>
          <w:rFonts w:ascii="Corbel" w:hAnsi="Corbel" w:cs="Arial"/>
        </w:rPr>
        <w:t>da destinare all’acquisto di attrezzature;</w:t>
      </w:r>
    </w:p>
    <w:p w:rsidR="009C0596" w:rsidRDefault="008E60FF" w:rsidP="006F426A">
      <w:pPr>
        <w:jc w:val="both"/>
        <w:rPr>
          <w:rFonts w:ascii="Corbel" w:hAnsi="Corbel"/>
        </w:rPr>
      </w:pPr>
      <w:r w:rsidRPr="00FB6204">
        <w:rPr>
          <w:rFonts w:ascii="Corbel" w:hAnsi="Corbel" w:cs="Arial"/>
        </w:rPr>
        <w:t xml:space="preserve">Visto che i </w:t>
      </w:r>
      <w:proofErr w:type="spellStart"/>
      <w:r w:rsidRPr="00FB6204">
        <w:rPr>
          <w:rFonts w:ascii="Corbel" w:hAnsi="Corbel" w:cs="Arial"/>
        </w:rPr>
        <w:t>Principal</w:t>
      </w:r>
      <w:proofErr w:type="spellEnd"/>
      <w:r w:rsidRPr="00FB6204">
        <w:rPr>
          <w:rFonts w:ascii="Corbel" w:hAnsi="Corbel" w:cs="Arial"/>
        </w:rPr>
        <w:t xml:space="preserve"> Investigator, ai fini dello svolgimento delle attività progettuali, sono</w:t>
      </w:r>
      <w:r w:rsidR="009C0596">
        <w:rPr>
          <w:rFonts w:ascii="Corbel" w:hAnsi="Corbel"/>
        </w:rPr>
        <w:t xml:space="preserve"> </w:t>
      </w:r>
      <w:r w:rsidRPr="00FB6204">
        <w:rPr>
          <w:rFonts w:ascii="Corbel" w:hAnsi="Corbel" w:cs="Arial"/>
        </w:rPr>
        <w:t xml:space="preserve">tenuti a garantire un impegno temporale minimo che, nell’ambito degli </w:t>
      </w:r>
      <w:proofErr w:type="spellStart"/>
      <w:r w:rsidRPr="00FB6204">
        <w:rPr>
          <w:rFonts w:ascii="Corbel" w:hAnsi="Corbel" w:cs="Arial"/>
        </w:rPr>
        <w:t>Starting</w:t>
      </w:r>
      <w:proofErr w:type="spellEnd"/>
      <w:r w:rsidRPr="00FB6204">
        <w:rPr>
          <w:rFonts w:ascii="Corbel" w:hAnsi="Corbel" w:cs="Arial"/>
        </w:rPr>
        <w:t xml:space="preserve"> Grant, non</w:t>
      </w:r>
      <w:r w:rsidR="009C0596">
        <w:rPr>
          <w:rFonts w:ascii="Corbel" w:hAnsi="Corbel"/>
        </w:rPr>
        <w:t xml:space="preserve"> </w:t>
      </w:r>
      <w:r w:rsidRPr="00FB6204">
        <w:rPr>
          <w:rFonts w:ascii="Corbel" w:hAnsi="Corbel" w:cs="Arial"/>
        </w:rPr>
        <w:t>può essere inferiore al 50% del tempo produttivo annuo, mentre nell’ambito degli</w:t>
      </w:r>
      <w:r w:rsidR="009C0596">
        <w:rPr>
          <w:rFonts w:ascii="Corbel" w:hAnsi="Corbel"/>
        </w:rPr>
        <w:t xml:space="preserve"> </w:t>
      </w:r>
      <w:r w:rsidRPr="00FB6204">
        <w:rPr>
          <w:rFonts w:ascii="Corbel" w:hAnsi="Corbel" w:cs="Arial"/>
        </w:rPr>
        <w:t>Advanced Grant non può essere inferiore al 30%;</w:t>
      </w:r>
    </w:p>
    <w:p w:rsidR="009C0596" w:rsidRDefault="008E60FF" w:rsidP="006F426A">
      <w:pPr>
        <w:jc w:val="both"/>
        <w:rPr>
          <w:rFonts w:ascii="Corbel" w:hAnsi="Corbel"/>
        </w:rPr>
      </w:pPr>
      <w:r w:rsidRPr="00FB6204">
        <w:rPr>
          <w:rFonts w:ascii="Corbel" w:hAnsi="Corbel" w:cs="Arial"/>
        </w:rPr>
        <w:t>Preso atto che alla proposta progettuale dovrà essere allegata, sia dai PI strutturati che</w:t>
      </w:r>
      <w:r w:rsidR="009C0596">
        <w:rPr>
          <w:rFonts w:ascii="Corbel" w:hAnsi="Corbel"/>
        </w:rPr>
        <w:t xml:space="preserve"> </w:t>
      </w:r>
      <w:r w:rsidRPr="00FB6204">
        <w:rPr>
          <w:rFonts w:ascii="Corbel" w:hAnsi="Corbel" w:cs="Arial"/>
        </w:rPr>
        <w:t>dai PI non strutturati, una “dichiarazione vincolante di sostegno” sottoscritta digitalmente</w:t>
      </w:r>
      <w:r w:rsidR="009C0596">
        <w:rPr>
          <w:rFonts w:ascii="Corbel" w:hAnsi="Corbel"/>
        </w:rPr>
        <w:t xml:space="preserve"> </w:t>
      </w:r>
      <w:r w:rsidRPr="00FB6204">
        <w:rPr>
          <w:rFonts w:ascii="Corbel" w:hAnsi="Corbel" w:cs="Arial"/>
        </w:rPr>
        <w:t>dal rappresentante legale dell’istituzione scientifica ospitante;</w:t>
      </w:r>
    </w:p>
    <w:p w:rsidR="009C0596" w:rsidRDefault="008E60FF" w:rsidP="006F426A">
      <w:pPr>
        <w:jc w:val="both"/>
        <w:rPr>
          <w:rFonts w:ascii="Corbel" w:hAnsi="Corbel"/>
        </w:rPr>
      </w:pPr>
      <w:r w:rsidRPr="00FB6204">
        <w:rPr>
          <w:rFonts w:ascii="Corbel" w:hAnsi="Corbel" w:cs="Arial"/>
        </w:rPr>
        <w:t>Visto che il Prof. Luca Castelli ha manifestato la volontà di presentare, in qualità di</w:t>
      </w:r>
      <w:r w:rsidR="009C0596">
        <w:rPr>
          <w:rFonts w:ascii="Corbel" w:hAnsi="Corbel"/>
        </w:rPr>
        <w:t xml:space="preserve"> </w:t>
      </w:r>
      <w:proofErr w:type="spellStart"/>
      <w:r w:rsidRPr="00FB6204">
        <w:rPr>
          <w:rFonts w:ascii="Corbel" w:hAnsi="Corbel" w:cs="Arial"/>
        </w:rPr>
        <w:t>Principal</w:t>
      </w:r>
      <w:proofErr w:type="spellEnd"/>
      <w:r w:rsidRPr="00FB6204">
        <w:rPr>
          <w:rFonts w:ascii="Corbel" w:hAnsi="Corbel" w:cs="Arial"/>
        </w:rPr>
        <w:t xml:space="preserve"> Investigator, la proposta progettuale dal titolo “</w:t>
      </w:r>
      <w:proofErr w:type="spellStart"/>
      <w:r w:rsidRPr="00FB6204">
        <w:rPr>
          <w:rFonts w:ascii="Corbel" w:hAnsi="Corbel" w:cs="Arial"/>
        </w:rPr>
        <w:t>Pandemic</w:t>
      </w:r>
      <w:proofErr w:type="spellEnd"/>
      <w:r w:rsidRPr="00FB6204">
        <w:rPr>
          <w:rFonts w:ascii="Corbel" w:hAnsi="Corbel" w:cs="Arial"/>
        </w:rPr>
        <w:t xml:space="preserve"> and </w:t>
      </w:r>
      <w:proofErr w:type="spellStart"/>
      <w:r w:rsidRPr="00FB6204">
        <w:rPr>
          <w:rFonts w:ascii="Corbel" w:hAnsi="Corbel" w:cs="Arial"/>
        </w:rPr>
        <w:t>Constitution</w:t>
      </w:r>
      <w:proofErr w:type="spellEnd"/>
      <w:r w:rsidRPr="00FB6204">
        <w:rPr>
          <w:rFonts w:ascii="Corbel" w:hAnsi="Corbel" w:cs="Arial"/>
        </w:rPr>
        <w:t>:</w:t>
      </w:r>
      <w:r w:rsidR="009C0596">
        <w:rPr>
          <w:rFonts w:ascii="Corbel" w:hAnsi="Corbel"/>
        </w:rPr>
        <w:t xml:space="preserve"> </w:t>
      </w:r>
      <w:proofErr w:type="spellStart"/>
      <w:r w:rsidRPr="00FB6204">
        <w:rPr>
          <w:rFonts w:ascii="Corbel" w:hAnsi="Corbel" w:cs="Arial"/>
        </w:rPr>
        <w:t>Assessing</w:t>
      </w:r>
      <w:proofErr w:type="spellEnd"/>
      <w:r w:rsidRPr="00FB6204">
        <w:rPr>
          <w:rFonts w:ascii="Corbel" w:hAnsi="Corbel" w:cs="Arial"/>
        </w:rPr>
        <w:t xml:space="preserve"> the impact of global </w:t>
      </w:r>
      <w:proofErr w:type="spellStart"/>
      <w:r w:rsidRPr="00FB6204">
        <w:rPr>
          <w:rFonts w:ascii="Corbel" w:hAnsi="Corbel" w:cs="Arial"/>
        </w:rPr>
        <w:t>outbreaks</w:t>
      </w:r>
      <w:proofErr w:type="spellEnd"/>
      <w:r w:rsidRPr="00FB6204">
        <w:rPr>
          <w:rFonts w:ascii="Corbel" w:hAnsi="Corbel" w:cs="Arial"/>
        </w:rPr>
        <w:t xml:space="preserve"> on the </w:t>
      </w:r>
      <w:proofErr w:type="spellStart"/>
      <w:r w:rsidRPr="00FB6204">
        <w:rPr>
          <w:rFonts w:ascii="Corbel" w:hAnsi="Corbel" w:cs="Arial"/>
        </w:rPr>
        <w:t>individual</w:t>
      </w:r>
      <w:proofErr w:type="spellEnd"/>
      <w:r w:rsidRPr="00FB6204">
        <w:rPr>
          <w:rFonts w:ascii="Corbel" w:hAnsi="Corbel" w:cs="Arial"/>
        </w:rPr>
        <w:t xml:space="preserve"> </w:t>
      </w:r>
      <w:proofErr w:type="spellStart"/>
      <w:r w:rsidRPr="00FB6204">
        <w:rPr>
          <w:rFonts w:ascii="Corbel" w:hAnsi="Corbel" w:cs="Arial"/>
        </w:rPr>
        <w:t>liberties</w:t>
      </w:r>
      <w:proofErr w:type="spellEnd"/>
      <w:r w:rsidRPr="00FB6204">
        <w:rPr>
          <w:rFonts w:ascii="Corbel" w:hAnsi="Corbel" w:cs="Arial"/>
        </w:rPr>
        <w:t>”, acronimo -</w:t>
      </w:r>
      <w:r w:rsidR="009C0596">
        <w:rPr>
          <w:rFonts w:ascii="Corbel" w:hAnsi="Corbel"/>
        </w:rPr>
        <w:t xml:space="preserve"> </w:t>
      </w:r>
      <w:r w:rsidRPr="00FB6204">
        <w:rPr>
          <w:rFonts w:ascii="Corbel" w:hAnsi="Corbel" w:cs="Arial"/>
        </w:rPr>
        <w:t>PANDEMICON;</w:t>
      </w:r>
    </w:p>
    <w:p w:rsidR="009C0596" w:rsidRDefault="008E60FF" w:rsidP="006F426A">
      <w:pPr>
        <w:jc w:val="both"/>
        <w:rPr>
          <w:rFonts w:ascii="Corbel" w:hAnsi="Corbel"/>
        </w:rPr>
      </w:pPr>
      <w:r w:rsidRPr="00FB6204">
        <w:rPr>
          <w:rFonts w:ascii="Corbel" w:hAnsi="Corbel" w:cs="Arial"/>
        </w:rPr>
        <w:t>Visto che la proposta progettuale in parola ha una durata di 60 mesi e afferisce allo</w:t>
      </w:r>
      <w:r w:rsidR="009C0596">
        <w:rPr>
          <w:rFonts w:ascii="Corbel" w:hAnsi="Corbel"/>
        </w:rPr>
        <w:t xml:space="preserve"> </w:t>
      </w:r>
      <w:r w:rsidRPr="00FB6204">
        <w:rPr>
          <w:rFonts w:ascii="Corbel" w:hAnsi="Corbel" w:cs="Arial"/>
        </w:rPr>
        <w:t>schema di finanziamento “Advanced Grant”;</w:t>
      </w:r>
    </w:p>
    <w:p w:rsidR="009C0596" w:rsidRDefault="008E60FF" w:rsidP="006F426A">
      <w:pPr>
        <w:jc w:val="both"/>
        <w:rPr>
          <w:rFonts w:ascii="Corbel" w:hAnsi="Corbel"/>
        </w:rPr>
      </w:pPr>
      <w:r w:rsidRPr="00FB6204">
        <w:rPr>
          <w:rFonts w:ascii="Corbel" w:hAnsi="Corbel" w:cs="Arial"/>
        </w:rPr>
        <w:t>Presa visione dell’</w:t>
      </w:r>
      <w:proofErr w:type="spellStart"/>
      <w:r w:rsidRPr="00FB6204">
        <w:rPr>
          <w:rFonts w:ascii="Corbel" w:hAnsi="Corbel" w:cs="Arial"/>
        </w:rPr>
        <w:t>abstract</w:t>
      </w:r>
      <w:proofErr w:type="spellEnd"/>
      <w:r w:rsidRPr="00FB6204">
        <w:rPr>
          <w:rFonts w:ascii="Corbel" w:hAnsi="Corbel" w:cs="Arial"/>
        </w:rPr>
        <w:t xml:space="preserve"> e del piano finanziario della proposta progettuale;</w:t>
      </w:r>
    </w:p>
    <w:p w:rsidR="009C0596" w:rsidRDefault="008E60FF" w:rsidP="006F426A">
      <w:pPr>
        <w:jc w:val="both"/>
        <w:rPr>
          <w:rFonts w:ascii="Corbel" w:hAnsi="Corbel"/>
        </w:rPr>
      </w:pPr>
      <w:r w:rsidRPr="00FB6204">
        <w:rPr>
          <w:rFonts w:ascii="Corbel" w:hAnsi="Corbel" w:cs="Arial"/>
        </w:rPr>
        <w:t>Verificata la sostenibilità economica del piano finanziario, con particolare riguardo alle</w:t>
      </w:r>
      <w:r w:rsidR="009C0596">
        <w:rPr>
          <w:rFonts w:ascii="Corbel" w:hAnsi="Corbel"/>
        </w:rPr>
        <w:t xml:space="preserve"> </w:t>
      </w:r>
      <w:r w:rsidRPr="00FB6204">
        <w:rPr>
          <w:rFonts w:ascii="Corbel" w:hAnsi="Corbel" w:cs="Arial"/>
        </w:rPr>
        <w:t>forme contrattuali da attivare per il reclutamento di personale e alle</w:t>
      </w:r>
      <w:r w:rsidR="009C0596">
        <w:rPr>
          <w:rFonts w:ascii="Corbel" w:hAnsi="Corbel"/>
        </w:rPr>
        <w:t xml:space="preserve"> </w:t>
      </w:r>
      <w:r w:rsidRPr="00FB6204">
        <w:rPr>
          <w:rFonts w:ascii="Corbel" w:hAnsi="Corbel" w:cs="Arial"/>
        </w:rPr>
        <w:t>strumentazioni/attrezzature da acquisire;</w:t>
      </w:r>
    </w:p>
    <w:p w:rsidR="006F426A" w:rsidRDefault="008E60FF" w:rsidP="006F426A">
      <w:pPr>
        <w:jc w:val="both"/>
        <w:rPr>
          <w:rFonts w:ascii="Corbel" w:hAnsi="Corbel" w:cs="Arial"/>
        </w:rPr>
      </w:pPr>
      <w:r w:rsidRPr="00FB6204">
        <w:rPr>
          <w:rFonts w:ascii="Corbel" w:hAnsi="Corbel" w:cs="Arial"/>
        </w:rPr>
        <w:t>Tenuto conto che il Bando dispone che le proposte progettuali debbano essere presentate</w:t>
      </w:r>
      <w:r w:rsidR="009C0596">
        <w:rPr>
          <w:rFonts w:ascii="Corbel" w:hAnsi="Corbel"/>
        </w:rPr>
        <w:t xml:space="preserve"> </w:t>
      </w:r>
      <w:r w:rsidRPr="00FB6204">
        <w:rPr>
          <w:rFonts w:ascii="Corbel" w:hAnsi="Corbel" w:cs="Arial"/>
        </w:rPr>
        <w:t>esclusivamente per via telematica, tramite la piattaforma GEA, entro le ore 12:00 del 27</w:t>
      </w:r>
      <w:r w:rsidR="009C0596">
        <w:rPr>
          <w:rFonts w:ascii="Corbel" w:hAnsi="Corbel"/>
        </w:rPr>
        <w:t xml:space="preserve"> </w:t>
      </w:r>
      <w:r w:rsidRPr="00FB6204">
        <w:rPr>
          <w:rFonts w:ascii="Corbel" w:hAnsi="Corbel" w:cs="Arial"/>
        </w:rPr>
        <w:t>dicembre2021;</w:t>
      </w:r>
    </w:p>
    <w:p w:rsidR="009C0596" w:rsidRDefault="009C0596" w:rsidP="006F426A">
      <w:pPr>
        <w:jc w:val="center"/>
        <w:rPr>
          <w:rFonts w:ascii="Corbel" w:hAnsi="Corbel"/>
        </w:rPr>
      </w:pPr>
    </w:p>
    <w:p w:rsidR="006F426A" w:rsidRDefault="008E60FF" w:rsidP="006F426A">
      <w:pPr>
        <w:jc w:val="center"/>
        <w:rPr>
          <w:rFonts w:ascii="Corbel" w:hAnsi="Corbel"/>
          <w:b/>
        </w:rPr>
      </w:pPr>
      <w:r w:rsidRPr="006F426A">
        <w:rPr>
          <w:rFonts w:ascii="Corbel" w:hAnsi="Corbel" w:cs="Arial"/>
          <w:b/>
        </w:rPr>
        <w:t>DELIBERA</w:t>
      </w:r>
    </w:p>
    <w:p w:rsidR="009C0596" w:rsidRPr="006F426A" w:rsidRDefault="009C0596" w:rsidP="006F426A">
      <w:pPr>
        <w:jc w:val="center"/>
        <w:rPr>
          <w:rFonts w:ascii="Corbel" w:hAnsi="Corbel" w:cs="Arial"/>
          <w:b/>
        </w:rPr>
      </w:pPr>
    </w:p>
    <w:p w:rsidR="008E60FF" w:rsidRPr="00FB6204" w:rsidRDefault="008E60FF" w:rsidP="006F426A">
      <w:pPr>
        <w:jc w:val="both"/>
        <w:rPr>
          <w:rFonts w:ascii="Corbel" w:hAnsi="Corbel"/>
        </w:rPr>
      </w:pPr>
      <w:r w:rsidRPr="00FB6204">
        <w:rPr>
          <w:rFonts w:ascii="Corbel" w:hAnsi="Corbel" w:cs="Arial"/>
        </w:rPr>
        <w:t>1. Di approvare la proposta progettuale dal titolo “</w:t>
      </w:r>
      <w:proofErr w:type="spellStart"/>
      <w:r w:rsidRPr="00FB6204">
        <w:rPr>
          <w:rFonts w:ascii="Corbel" w:hAnsi="Corbel" w:cs="Arial"/>
        </w:rPr>
        <w:t>Pandemic</w:t>
      </w:r>
      <w:proofErr w:type="spellEnd"/>
      <w:r w:rsidRPr="00FB6204">
        <w:rPr>
          <w:rFonts w:ascii="Corbel" w:hAnsi="Corbel" w:cs="Arial"/>
        </w:rPr>
        <w:t xml:space="preserve"> and </w:t>
      </w:r>
      <w:proofErr w:type="spellStart"/>
      <w:r w:rsidRPr="00FB6204">
        <w:rPr>
          <w:rFonts w:ascii="Corbel" w:hAnsi="Corbel" w:cs="Arial"/>
        </w:rPr>
        <w:t>Constitution</w:t>
      </w:r>
      <w:proofErr w:type="spellEnd"/>
      <w:r w:rsidRPr="00FB6204">
        <w:rPr>
          <w:rFonts w:ascii="Corbel" w:hAnsi="Corbel" w:cs="Arial"/>
        </w:rPr>
        <w:t xml:space="preserve">: </w:t>
      </w:r>
      <w:proofErr w:type="spellStart"/>
      <w:r w:rsidRPr="00FB6204">
        <w:rPr>
          <w:rFonts w:ascii="Corbel" w:hAnsi="Corbel" w:cs="Arial"/>
        </w:rPr>
        <w:t>Assessing</w:t>
      </w:r>
      <w:proofErr w:type="spellEnd"/>
      <w:r w:rsidR="009C0596">
        <w:rPr>
          <w:rFonts w:ascii="Corbel" w:hAnsi="Corbel"/>
        </w:rPr>
        <w:t xml:space="preserve"> </w:t>
      </w:r>
      <w:r w:rsidRPr="00FB6204">
        <w:rPr>
          <w:rFonts w:ascii="Corbel" w:hAnsi="Corbel" w:cs="Arial"/>
        </w:rPr>
        <w:t xml:space="preserve">the impact of global </w:t>
      </w:r>
      <w:proofErr w:type="spellStart"/>
      <w:r w:rsidRPr="00FB6204">
        <w:rPr>
          <w:rFonts w:ascii="Corbel" w:hAnsi="Corbel" w:cs="Arial"/>
        </w:rPr>
        <w:t>outbreaks</w:t>
      </w:r>
      <w:proofErr w:type="spellEnd"/>
      <w:r w:rsidRPr="00FB6204">
        <w:rPr>
          <w:rFonts w:ascii="Corbel" w:hAnsi="Corbel" w:cs="Arial"/>
        </w:rPr>
        <w:t xml:space="preserve"> on the </w:t>
      </w:r>
      <w:proofErr w:type="spellStart"/>
      <w:r w:rsidRPr="00FB6204">
        <w:rPr>
          <w:rFonts w:ascii="Corbel" w:hAnsi="Corbel" w:cs="Arial"/>
        </w:rPr>
        <w:t>individual</w:t>
      </w:r>
      <w:proofErr w:type="spellEnd"/>
      <w:r w:rsidRPr="00FB6204">
        <w:rPr>
          <w:rFonts w:ascii="Corbel" w:hAnsi="Corbel" w:cs="Arial"/>
        </w:rPr>
        <w:t xml:space="preserve"> </w:t>
      </w:r>
      <w:proofErr w:type="spellStart"/>
      <w:r w:rsidRPr="00FB6204">
        <w:rPr>
          <w:rFonts w:ascii="Corbel" w:hAnsi="Corbel" w:cs="Arial"/>
        </w:rPr>
        <w:t>liberties</w:t>
      </w:r>
      <w:proofErr w:type="spellEnd"/>
      <w:r w:rsidRPr="00FB6204">
        <w:rPr>
          <w:rFonts w:ascii="Corbel" w:hAnsi="Corbel" w:cs="Arial"/>
        </w:rPr>
        <w:t>”, acronimo - PANDEMICON e</w:t>
      </w:r>
      <w:r w:rsidR="009C0596">
        <w:rPr>
          <w:rFonts w:ascii="Corbel" w:hAnsi="Corbel"/>
        </w:rPr>
        <w:t xml:space="preserve"> </w:t>
      </w:r>
      <w:r w:rsidRPr="00FB6204">
        <w:rPr>
          <w:rFonts w:ascii="Corbel" w:hAnsi="Corbel" w:cs="Arial"/>
        </w:rPr>
        <w:t xml:space="preserve">di autorizzare, pertanto, il Prof. Luca Castelli a presentarla, quale </w:t>
      </w:r>
      <w:proofErr w:type="spellStart"/>
      <w:r w:rsidRPr="00FB6204">
        <w:rPr>
          <w:rFonts w:ascii="Corbel" w:hAnsi="Corbel" w:cs="Arial"/>
        </w:rPr>
        <w:t>Principal</w:t>
      </w:r>
      <w:proofErr w:type="spellEnd"/>
      <w:r w:rsidRPr="00FB6204">
        <w:rPr>
          <w:rFonts w:ascii="Corbel" w:hAnsi="Corbel" w:cs="Arial"/>
        </w:rPr>
        <w:t xml:space="preserve"> Investigator,</w:t>
      </w:r>
      <w:r w:rsidR="009C0596">
        <w:rPr>
          <w:rFonts w:ascii="Corbel" w:hAnsi="Corbel"/>
        </w:rPr>
        <w:t xml:space="preserve"> </w:t>
      </w:r>
      <w:r w:rsidRPr="00FB6204">
        <w:rPr>
          <w:rFonts w:ascii="Corbel" w:hAnsi="Corbel" w:cs="Arial"/>
        </w:rPr>
        <w:t>in risposta al Bando FIS 2021.</w:t>
      </w:r>
    </w:p>
    <w:p w:rsidR="009C0596" w:rsidRDefault="008E60FF" w:rsidP="00FB6204">
      <w:pPr>
        <w:jc w:val="both"/>
        <w:rPr>
          <w:rFonts w:ascii="Corbel" w:hAnsi="Corbel"/>
        </w:rPr>
      </w:pPr>
      <w:r w:rsidRPr="00FB6204">
        <w:rPr>
          <w:rFonts w:ascii="Corbel" w:hAnsi="Corbel" w:cs="Arial"/>
        </w:rPr>
        <w:t xml:space="preserve">2. Di garantire sia al </w:t>
      </w:r>
      <w:proofErr w:type="spellStart"/>
      <w:r w:rsidRPr="00FB6204">
        <w:rPr>
          <w:rFonts w:ascii="Corbel" w:hAnsi="Corbel" w:cs="Arial"/>
        </w:rPr>
        <w:t>Principal</w:t>
      </w:r>
      <w:proofErr w:type="spellEnd"/>
      <w:r w:rsidRPr="00FB6204">
        <w:rPr>
          <w:rFonts w:ascii="Corbel" w:hAnsi="Corbel" w:cs="Arial"/>
        </w:rPr>
        <w:t xml:space="preserve"> Investigator che al gruppo di ricerca che prenderà parte alla</w:t>
      </w:r>
      <w:r w:rsidR="009C0596">
        <w:rPr>
          <w:rFonts w:ascii="Corbel" w:hAnsi="Corbel"/>
        </w:rPr>
        <w:t xml:space="preserve"> </w:t>
      </w:r>
      <w:r w:rsidRPr="00FB6204">
        <w:rPr>
          <w:rFonts w:ascii="Corbel" w:hAnsi="Corbel" w:cs="Arial"/>
        </w:rPr>
        <w:t>realizzazione del progetto l’accesso alle strutture del Dipartimento di Economia nonché</w:t>
      </w:r>
      <w:r w:rsidR="009C0596">
        <w:rPr>
          <w:rFonts w:ascii="Corbel" w:hAnsi="Corbel"/>
        </w:rPr>
        <w:t xml:space="preserve"> </w:t>
      </w:r>
      <w:r w:rsidRPr="00FB6204">
        <w:rPr>
          <w:rFonts w:ascii="Corbel" w:hAnsi="Corbel" w:cs="Arial"/>
        </w:rPr>
        <w:t>l’utilizzo delle relative strumentazioni e attrezzature.</w:t>
      </w:r>
    </w:p>
    <w:p w:rsidR="009C0596" w:rsidRDefault="008E60FF" w:rsidP="00FB6204">
      <w:pPr>
        <w:jc w:val="both"/>
        <w:rPr>
          <w:rFonts w:ascii="Corbel" w:hAnsi="Corbel"/>
        </w:rPr>
      </w:pPr>
      <w:r w:rsidRPr="00FB6204">
        <w:rPr>
          <w:rFonts w:ascii="Corbel" w:hAnsi="Corbel" w:cs="Arial"/>
        </w:rPr>
        <w:t>3. Di garantire con fondi dipartimentali, qualora la proposta progettuale venga finanziata,</w:t>
      </w:r>
      <w:r w:rsidR="009C0596">
        <w:rPr>
          <w:rFonts w:ascii="Corbel" w:hAnsi="Corbel"/>
        </w:rPr>
        <w:t xml:space="preserve"> </w:t>
      </w:r>
      <w:r w:rsidRPr="00FB6204">
        <w:rPr>
          <w:rFonts w:ascii="Corbel" w:hAnsi="Corbel" w:cs="Arial"/>
        </w:rPr>
        <w:t>il sostenimento di ogni costo, derivante dallo svolgimento delle attività di ricerca, che</w:t>
      </w:r>
      <w:r w:rsidR="009C0596">
        <w:rPr>
          <w:rFonts w:ascii="Corbel" w:hAnsi="Corbel"/>
        </w:rPr>
        <w:t xml:space="preserve"> </w:t>
      </w:r>
      <w:r w:rsidRPr="00FB6204">
        <w:rPr>
          <w:rFonts w:ascii="Corbel" w:hAnsi="Corbel" w:cs="Arial"/>
        </w:rPr>
        <w:t>non trovi copertura economica a valere sul finanziamento ottenuto.</w:t>
      </w:r>
    </w:p>
    <w:p w:rsidR="009C0596" w:rsidRDefault="008E60FF" w:rsidP="00FB6204">
      <w:pPr>
        <w:jc w:val="both"/>
        <w:rPr>
          <w:rFonts w:ascii="Corbel" w:hAnsi="Corbel"/>
        </w:rPr>
      </w:pPr>
      <w:r w:rsidRPr="00FB6204">
        <w:rPr>
          <w:rFonts w:ascii="Corbel" w:hAnsi="Corbel" w:cs="Arial"/>
        </w:rPr>
        <w:t>4. Di formulare al Magnifico Rettore la richiesta di rilascio della “dichiarazione vincolante</w:t>
      </w:r>
      <w:r w:rsidR="009C0596">
        <w:rPr>
          <w:rFonts w:ascii="Corbel" w:hAnsi="Corbel"/>
        </w:rPr>
        <w:t xml:space="preserve"> </w:t>
      </w:r>
      <w:r w:rsidRPr="00FB6204">
        <w:rPr>
          <w:rFonts w:ascii="Corbel" w:hAnsi="Corbel" w:cs="Arial"/>
        </w:rPr>
        <w:t>di sostegno” da allegare alla proposta progettuale.</w:t>
      </w:r>
      <w:r w:rsidR="009C0596">
        <w:rPr>
          <w:rFonts w:ascii="Corbel" w:hAnsi="Corbel"/>
        </w:rPr>
        <w:t xml:space="preserve"> </w:t>
      </w:r>
    </w:p>
    <w:p w:rsidR="009C0596" w:rsidRDefault="008E60FF" w:rsidP="00FB6204">
      <w:pPr>
        <w:jc w:val="both"/>
        <w:rPr>
          <w:rFonts w:ascii="Corbel" w:hAnsi="Corbel"/>
        </w:rPr>
      </w:pPr>
      <w:r w:rsidRPr="00FB6204">
        <w:rPr>
          <w:rFonts w:ascii="Corbel" w:hAnsi="Corbel" w:cs="Arial"/>
        </w:rPr>
        <w:lastRenderedPageBreak/>
        <w:t xml:space="preserve">5. Di disporre che il </w:t>
      </w:r>
      <w:proofErr w:type="spellStart"/>
      <w:r w:rsidRPr="00FB6204">
        <w:rPr>
          <w:rFonts w:ascii="Corbel" w:hAnsi="Corbel" w:cs="Arial"/>
        </w:rPr>
        <w:t>Principal</w:t>
      </w:r>
      <w:proofErr w:type="spellEnd"/>
      <w:r w:rsidRPr="00FB6204">
        <w:rPr>
          <w:rFonts w:ascii="Corbel" w:hAnsi="Corbel" w:cs="Arial"/>
        </w:rPr>
        <w:t xml:space="preserve"> Investigator, una volta chiusa la procedura telematica di</w:t>
      </w:r>
      <w:r w:rsidR="009C0596">
        <w:rPr>
          <w:rFonts w:ascii="Corbel" w:hAnsi="Corbel"/>
        </w:rPr>
        <w:t xml:space="preserve"> </w:t>
      </w:r>
      <w:r w:rsidRPr="00FB6204">
        <w:rPr>
          <w:rFonts w:ascii="Corbel" w:hAnsi="Corbel" w:cs="Arial"/>
        </w:rPr>
        <w:t>sottomissione della proposta progettuale, trasmetta la proposta medesima,</w:t>
      </w:r>
      <w:r w:rsidR="009C0596">
        <w:rPr>
          <w:rFonts w:ascii="Corbel" w:hAnsi="Corbel"/>
        </w:rPr>
        <w:t xml:space="preserve"> </w:t>
      </w:r>
      <w:r w:rsidRPr="00FB6204">
        <w:rPr>
          <w:rFonts w:ascii="Corbel" w:hAnsi="Corbel" w:cs="Arial"/>
        </w:rPr>
        <w:t>debitamente sottoscritta, alla segreteria amministrativa di questo Dipartimento.</w:t>
      </w:r>
    </w:p>
    <w:p w:rsidR="008529A8" w:rsidRPr="00FB6204" w:rsidRDefault="008E60FF" w:rsidP="00FB6204">
      <w:pPr>
        <w:jc w:val="both"/>
        <w:rPr>
          <w:rFonts w:ascii="Corbel" w:hAnsi="Corbel"/>
        </w:rPr>
      </w:pPr>
      <w:r w:rsidRPr="00FB6204">
        <w:rPr>
          <w:rFonts w:ascii="Corbel" w:hAnsi="Corbel" w:cs="Arial"/>
        </w:rPr>
        <w:t>6. Di disporre la trasmissione della presente delibera all’Ufficio Ricerca Nazionale per il</w:t>
      </w:r>
      <w:r w:rsidR="009C0596">
        <w:rPr>
          <w:rFonts w:ascii="Corbel" w:hAnsi="Corbel"/>
        </w:rPr>
        <w:t xml:space="preserve"> </w:t>
      </w:r>
      <w:r w:rsidRPr="00FB6204">
        <w:rPr>
          <w:rFonts w:ascii="Corbel" w:hAnsi="Corbel" w:cs="Arial"/>
        </w:rPr>
        <w:t>seguito di competenza.</w:t>
      </w:r>
      <w:r w:rsidR="008529A8" w:rsidRPr="00FB6204">
        <w:rPr>
          <w:rFonts w:ascii="Corbel" w:hAnsi="Corbel"/>
        </w:rPr>
        <w:br w:type="page"/>
      </w:r>
    </w:p>
    <w:p w:rsidR="00057FB0" w:rsidRDefault="00057FB0" w:rsidP="00EF1975">
      <w:pPr>
        <w:ind w:right="424"/>
        <w:jc w:val="both"/>
        <w:outlineLvl w:val="0"/>
        <w:rPr>
          <w:rFonts w:ascii="Corbel" w:hAnsi="Corbe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9"/>
        <w:gridCol w:w="490"/>
        <w:gridCol w:w="1199"/>
        <w:gridCol w:w="4766"/>
      </w:tblGrid>
      <w:tr w:rsidR="00322C49" w:rsidRPr="005832AA" w:rsidTr="005C5DEF">
        <w:tc>
          <w:tcPr>
            <w:tcW w:w="2889" w:type="dxa"/>
          </w:tcPr>
          <w:p w:rsidR="00322C49" w:rsidRPr="004A6288" w:rsidRDefault="00BA5A86" w:rsidP="005C5DEF">
            <w:pPr>
              <w:pStyle w:val="Intestazione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</w:rPr>
              <w:br w:type="page"/>
            </w:r>
            <w:r w:rsidR="00C44CA9">
              <w:rPr>
                <w:rFonts w:ascii="Corbel" w:hAnsi="Corbel"/>
              </w:rPr>
              <w:br w:type="page"/>
            </w:r>
            <w:r w:rsidR="005A0E0C">
              <w:br w:type="page"/>
            </w:r>
            <w:bookmarkStart w:id="7" w:name="_Hlk74827342"/>
            <w:r w:rsidR="00322C49">
              <w:br w:type="page"/>
            </w:r>
            <w:r w:rsidR="00322C49" w:rsidRPr="004A6288">
              <w:rPr>
                <w:rFonts w:ascii="Corbel" w:hAnsi="Corbel"/>
                <w:szCs w:val="24"/>
              </w:rPr>
              <w:br w:type="page"/>
            </w:r>
            <w:r w:rsidR="00322C49" w:rsidRPr="004A6288">
              <w:rPr>
                <w:rFonts w:ascii="Corbel" w:hAnsi="Corbel"/>
                <w:szCs w:val="24"/>
              </w:rPr>
              <w:br w:type="page"/>
              <w:t>ORDINE DEL GIORNO N.</w:t>
            </w:r>
          </w:p>
        </w:tc>
        <w:tc>
          <w:tcPr>
            <w:tcW w:w="490" w:type="dxa"/>
          </w:tcPr>
          <w:p w:rsidR="00322C49" w:rsidRPr="00124786" w:rsidRDefault="008529A8" w:rsidP="005C5DEF">
            <w:pPr>
              <w:pStyle w:val="Intestazione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1199" w:type="dxa"/>
          </w:tcPr>
          <w:p w:rsidR="00322C49" w:rsidRPr="00124786" w:rsidRDefault="00322C49" w:rsidP="005C5DEF">
            <w:pPr>
              <w:pStyle w:val="Intestazione"/>
              <w:rPr>
                <w:rFonts w:ascii="Corbel" w:hAnsi="Corbel"/>
                <w:szCs w:val="24"/>
              </w:rPr>
            </w:pPr>
            <w:r w:rsidRPr="00124786">
              <w:rPr>
                <w:rFonts w:ascii="Corbel" w:hAnsi="Corbel"/>
                <w:szCs w:val="24"/>
              </w:rPr>
              <w:t>Oggetto:</w:t>
            </w:r>
          </w:p>
        </w:tc>
        <w:tc>
          <w:tcPr>
            <w:tcW w:w="4766" w:type="dxa"/>
            <w:vAlign w:val="center"/>
          </w:tcPr>
          <w:p w:rsidR="00322C49" w:rsidRPr="00124786" w:rsidRDefault="00322C49" w:rsidP="005C5DEF">
            <w:pPr>
              <w:jc w:val="both"/>
              <w:rPr>
                <w:rFonts w:ascii="Corbel" w:hAnsi="Corbel"/>
              </w:rPr>
            </w:pPr>
            <w:r w:rsidRPr="00124786">
              <w:rPr>
                <w:rFonts w:ascii="Work Sans" w:hAnsi="Work Sans"/>
                <w:sz w:val="22"/>
                <w:szCs w:val="22"/>
                <w:lang w:eastAsia="en-US"/>
              </w:rPr>
              <w:t>Varie ed eventuali</w:t>
            </w:r>
            <w:r w:rsidR="00B24F01" w:rsidRPr="00124786">
              <w:rPr>
                <w:rFonts w:ascii="Work Sans" w:hAnsi="Work Sans"/>
                <w:sz w:val="22"/>
                <w:szCs w:val="22"/>
                <w:lang w:eastAsia="en-US"/>
              </w:rPr>
              <w:t>.</w:t>
            </w:r>
          </w:p>
        </w:tc>
      </w:tr>
    </w:tbl>
    <w:p w:rsidR="003B1BB6" w:rsidRDefault="003B1BB6" w:rsidP="003B1BB6">
      <w:pPr>
        <w:ind w:right="424"/>
        <w:jc w:val="both"/>
        <w:outlineLvl w:val="0"/>
        <w:rPr>
          <w:rFonts w:ascii="Corbel" w:hAnsi="Corbel"/>
        </w:rPr>
      </w:pPr>
      <w:bookmarkStart w:id="8" w:name="_Hlk85625123"/>
      <w:bookmarkEnd w:id="7"/>
    </w:p>
    <w:bookmarkEnd w:id="8"/>
    <w:p w:rsidR="002966DA" w:rsidRDefault="00BC5244" w:rsidP="003B1BB6">
      <w:pPr>
        <w:ind w:right="424"/>
        <w:jc w:val="both"/>
        <w:outlineLvl w:val="0"/>
        <w:rPr>
          <w:rFonts w:ascii="Corbel" w:hAnsi="Corbel"/>
        </w:rPr>
      </w:pPr>
      <w:r w:rsidRPr="00910E17">
        <w:rPr>
          <w:rFonts w:ascii="Corbel" w:hAnsi="Corbel"/>
        </w:rPr>
        <w:t>Non essendovi altri punti dell’ordine del giorno da trattare, la seduta del Consiglio di Dipartimento è tolta alle ore</w:t>
      </w:r>
      <w:r w:rsidR="00AA75A6">
        <w:rPr>
          <w:rFonts w:ascii="Corbel" w:hAnsi="Corbel"/>
        </w:rPr>
        <w:t xml:space="preserve"> </w:t>
      </w:r>
      <w:r w:rsidR="0077703F">
        <w:rPr>
          <w:rFonts w:ascii="Corbel" w:hAnsi="Corbel"/>
        </w:rPr>
        <w:t>15:35.</w:t>
      </w:r>
    </w:p>
    <w:p w:rsidR="002966DA" w:rsidRDefault="002966DA" w:rsidP="00041061">
      <w:pPr>
        <w:pStyle w:val="NormaleWeb"/>
        <w:jc w:val="both"/>
        <w:rPr>
          <w:rFonts w:ascii="Corbel" w:hAnsi="Corbel"/>
        </w:rPr>
      </w:pPr>
    </w:p>
    <w:p w:rsidR="002966DA" w:rsidRPr="005C2552" w:rsidRDefault="002966DA" w:rsidP="00041061">
      <w:pPr>
        <w:pStyle w:val="NormaleWeb"/>
        <w:jc w:val="both"/>
        <w:rPr>
          <w:rFonts w:ascii="Corbel" w:hAnsi="Corbel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3888"/>
        <w:gridCol w:w="2160"/>
        <w:gridCol w:w="3600"/>
      </w:tblGrid>
      <w:tr w:rsidR="00BC5244" w:rsidRPr="005C2552" w:rsidTr="000002DD">
        <w:tc>
          <w:tcPr>
            <w:tcW w:w="3888" w:type="dxa"/>
          </w:tcPr>
          <w:p w:rsidR="00BC5244" w:rsidRPr="005C2552" w:rsidRDefault="00BC5244" w:rsidP="000002DD">
            <w:pPr>
              <w:jc w:val="both"/>
              <w:rPr>
                <w:rFonts w:ascii="Corbel" w:hAnsi="Corbel"/>
              </w:rPr>
            </w:pPr>
            <w:r w:rsidRPr="005C2552">
              <w:rPr>
                <w:rFonts w:ascii="Corbel" w:hAnsi="Corbel"/>
              </w:rPr>
              <w:t>Il Segretario Amministrativo</w:t>
            </w:r>
          </w:p>
        </w:tc>
        <w:tc>
          <w:tcPr>
            <w:tcW w:w="2160" w:type="dxa"/>
          </w:tcPr>
          <w:p w:rsidR="00BC5244" w:rsidRPr="005C2552" w:rsidRDefault="00BC5244" w:rsidP="000002DD">
            <w:pPr>
              <w:jc w:val="both"/>
              <w:rPr>
                <w:rFonts w:ascii="Corbel" w:hAnsi="Corbel"/>
              </w:rPr>
            </w:pPr>
          </w:p>
        </w:tc>
        <w:tc>
          <w:tcPr>
            <w:tcW w:w="3600" w:type="dxa"/>
          </w:tcPr>
          <w:p w:rsidR="00BC5244" w:rsidRPr="005C2552" w:rsidRDefault="00BC5244" w:rsidP="000002DD">
            <w:pPr>
              <w:jc w:val="both"/>
              <w:rPr>
                <w:rFonts w:ascii="Corbel" w:hAnsi="Corbel"/>
              </w:rPr>
            </w:pPr>
            <w:r w:rsidRPr="005C2552">
              <w:rPr>
                <w:rFonts w:ascii="Corbel" w:hAnsi="Corbel"/>
              </w:rPr>
              <w:t>Il Direttore del Dipartimento</w:t>
            </w:r>
          </w:p>
        </w:tc>
      </w:tr>
      <w:tr w:rsidR="00BC5244" w:rsidRPr="005C2552" w:rsidTr="000002DD">
        <w:tc>
          <w:tcPr>
            <w:tcW w:w="3888" w:type="dxa"/>
          </w:tcPr>
          <w:p w:rsidR="00BC5244" w:rsidRPr="005C2552" w:rsidRDefault="00CC3B04" w:rsidP="000002DD">
            <w:pPr>
              <w:jc w:val="both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 xml:space="preserve"> </w:t>
            </w:r>
            <w:r w:rsidR="008140E7">
              <w:rPr>
                <w:rFonts w:ascii="Corbel" w:hAnsi="Corbel"/>
                <w:b/>
              </w:rPr>
              <w:t xml:space="preserve">f.to </w:t>
            </w:r>
            <w:r w:rsidR="00BC5244">
              <w:rPr>
                <w:rFonts w:ascii="Corbel" w:hAnsi="Corbel"/>
                <w:b/>
              </w:rPr>
              <w:t xml:space="preserve">Dott.ssa Claudia </w:t>
            </w:r>
            <w:proofErr w:type="spellStart"/>
            <w:r w:rsidR="00BC5244">
              <w:rPr>
                <w:rFonts w:ascii="Corbel" w:hAnsi="Corbel"/>
                <w:b/>
              </w:rPr>
              <w:t>Bastianini</w:t>
            </w:r>
            <w:proofErr w:type="spellEnd"/>
          </w:p>
        </w:tc>
        <w:tc>
          <w:tcPr>
            <w:tcW w:w="2160" w:type="dxa"/>
          </w:tcPr>
          <w:p w:rsidR="00BC5244" w:rsidRPr="005C2552" w:rsidRDefault="00BC5244" w:rsidP="000002DD">
            <w:pPr>
              <w:jc w:val="both"/>
              <w:rPr>
                <w:rFonts w:ascii="Corbel" w:hAnsi="Corbel"/>
                <w:b/>
              </w:rPr>
            </w:pPr>
          </w:p>
        </w:tc>
        <w:tc>
          <w:tcPr>
            <w:tcW w:w="3600" w:type="dxa"/>
          </w:tcPr>
          <w:p w:rsidR="00BC5244" w:rsidRPr="005C2552" w:rsidRDefault="008140E7" w:rsidP="000002DD">
            <w:pPr>
              <w:jc w:val="both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f.to</w:t>
            </w:r>
            <w:r w:rsidR="00C12448">
              <w:rPr>
                <w:rFonts w:ascii="Corbel" w:hAnsi="Corbel"/>
                <w:b/>
              </w:rPr>
              <w:t xml:space="preserve"> </w:t>
            </w:r>
            <w:r w:rsidR="00BC5244" w:rsidRPr="005C2552">
              <w:rPr>
                <w:rFonts w:ascii="Corbel" w:hAnsi="Corbel"/>
                <w:b/>
              </w:rPr>
              <w:t xml:space="preserve">Prof. </w:t>
            </w:r>
            <w:r w:rsidR="00BC5244">
              <w:rPr>
                <w:rFonts w:ascii="Corbel" w:hAnsi="Corbel"/>
                <w:b/>
              </w:rPr>
              <w:t>Libero Mario Mari</w:t>
            </w:r>
          </w:p>
        </w:tc>
      </w:tr>
    </w:tbl>
    <w:p w:rsidR="00BC5244" w:rsidRPr="00017BF3" w:rsidRDefault="00BC5244" w:rsidP="00DD2CF6">
      <w:pPr>
        <w:jc w:val="both"/>
      </w:pPr>
    </w:p>
    <w:sectPr w:rsidR="00BC5244" w:rsidRPr="00017BF3" w:rsidSect="003E07F1">
      <w:headerReference w:type="default" r:id="rId8"/>
      <w:footerReference w:type="default" r:id="rId9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23B0" w:rsidRDefault="005023B0" w:rsidP="00FA3BD6">
      <w:pPr>
        <w:pStyle w:val="Pidipagina"/>
      </w:pPr>
      <w:r>
        <w:separator/>
      </w:r>
    </w:p>
  </w:endnote>
  <w:endnote w:type="continuationSeparator" w:id="0">
    <w:p w:rsidR="005023B0" w:rsidRDefault="005023B0" w:rsidP="00FA3BD6">
      <w:pPr>
        <w:pStyle w:val="Pidipagin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ew York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ork Sans">
    <w:altName w:val="Calibri"/>
    <w:panose1 w:val="020B0604020202020204"/>
    <w:charset w:val="00"/>
    <w:family w:val="auto"/>
    <w:pitch w:val="variable"/>
    <w:sig w:usb0="A00000FF" w:usb1="5000E07B" w:usb2="00000000" w:usb3="00000000" w:csb0="000001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805" w:type="dxa"/>
      <w:tblLook w:val="01E0" w:firstRow="1" w:lastRow="1" w:firstColumn="1" w:lastColumn="1" w:noHBand="0" w:noVBand="0"/>
    </w:tblPr>
    <w:tblGrid>
      <w:gridCol w:w="2262"/>
      <w:gridCol w:w="539"/>
      <w:gridCol w:w="547"/>
      <w:gridCol w:w="1440"/>
      <w:gridCol w:w="899"/>
      <w:gridCol w:w="2161"/>
      <w:gridCol w:w="1957"/>
    </w:tblGrid>
    <w:tr w:rsidR="003A39BE" w:rsidRPr="00DF18BF" w:rsidTr="00236820">
      <w:trPr>
        <w:trHeight w:val="454"/>
      </w:trPr>
      <w:tc>
        <w:tcPr>
          <w:tcW w:w="2262" w:type="dxa"/>
          <w:tcBorders>
            <w:top w:val="single" w:sz="8" w:space="0" w:color="993300"/>
          </w:tcBorders>
        </w:tcPr>
        <w:p w:rsidR="003A39BE" w:rsidRPr="004A6288" w:rsidRDefault="003A39BE" w:rsidP="00504DC6">
          <w:pPr>
            <w:pStyle w:val="Pidipagina"/>
            <w:rPr>
              <w:rFonts w:ascii="Verdana" w:hAnsi="Verdana"/>
              <w:sz w:val="16"/>
              <w:szCs w:val="16"/>
            </w:rPr>
          </w:pPr>
          <w:r w:rsidRPr="004A6288">
            <w:rPr>
              <w:rFonts w:ascii="Verdana" w:hAnsi="Verdana"/>
              <w:sz w:val="16"/>
              <w:szCs w:val="16"/>
            </w:rPr>
            <w:t>Consiglio di Dipartimento</w:t>
          </w:r>
        </w:p>
      </w:tc>
      <w:tc>
        <w:tcPr>
          <w:tcW w:w="539" w:type="dxa"/>
          <w:tcBorders>
            <w:top w:val="single" w:sz="8" w:space="0" w:color="993300"/>
          </w:tcBorders>
        </w:tcPr>
        <w:p w:rsidR="003A39BE" w:rsidRPr="004A6288" w:rsidRDefault="003A39BE" w:rsidP="00504DC6">
          <w:pPr>
            <w:pStyle w:val="Pidipagina"/>
            <w:rPr>
              <w:rFonts w:ascii="Verdana" w:hAnsi="Verdana"/>
              <w:sz w:val="16"/>
              <w:szCs w:val="16"/>
            </w:rPr>
          </w:pPr>
          <w:r w:rsidRPr="004A6288">
            <w:rPr>
              <w:rFonts w:ascii="Verdana" w:hAnsi="Verdana"/>
              <w:sz w:val="16"/>
              <w:szCs w:val="16"/>
            </w:rPr>
            <w:t>del</w:t>
          </w:r>
        </w:p>
      </w:tc>
      <w:tc>
        <w:tcPr>
          <w:tcW w:w="547" w:type="dxa"/>
          <w:tcBorders>
            <w:top w:val="single" w:sz="8" w:space="0" w:color="993300"/>
          </w:tcBorders>
        </w:tcPr>
        <w:p w:rsidR="003A39BE" w:rsidRPr="004A6288" w:rsidRDefault="003A39BE" w:rsidP="00504DC6">
          <w:pPr>
            <w:pStyle w:val="Pidipagina"/>
            <w:rPr>
              <w:rFonts w:ascii="Verdana" w:hAnsi="Verdana"/>
              <w:sz w:val="20"/>
            </w:rPr>
          </w:pPr>
        </w:p>
      </w:tc>
      <w:tc>
        <w:tcPr>
          <w:tcW w:w="2339" w:type="dxa"/>
          <w:gridSpan w:val="2"/>
          <w:tcBorders>
            <w:top w:val="single" w:sz="8" w:space="0" w:color="993300"/>
          </w:tcBorders>
        </w:tcPr>
        <w:p w:rsidR="003A39BE" w:rsidRPr="004A6288" w:rsidRDefault="003A39BE" w:rsidP="00E90464">
          <w:pPr>
            <w:pStyle w:val="Pidipagina"/>
            <w:rPr>
              <w:rFonts w:ascii="Verdana" w:hAnsi="Verdana"/>
              <w:sz w:val="20"/>
            </w:rPr>
          </w:pPr>
          <w:r>
            <w:rPr>
              <w:rFonts w:ascii="Verdana" w:hAnsi="Verdana"/>
              <w:sz w:val="20"/>
            </w:rPr>
            <w:t>13 Dicembre 2021</w:t>
          </w:r>
        </w:p>
      </w:tc>
      <w:tc>
        <w:tcPr>
          <w:tcW w:w="2161" w:type="dxa"/>
          <w:tcBorders>
            <w:top w:val="single" w:sz="8" w:space="0" w:color="993300"/>
          </w:tcBorders>
          <w:vAlign w:val="bottom"/>
        </w:tcPr>
        <w:p w:rsidR="003A39BE" w:rsidRPr="004A6288" w:rsidRDefault="003A39BE" w:rsidP="00EC4F97">
          <w:pPr>
            <w:pStyle w:val="Pidipagina"/>
            <w:rPr>
              <w:rFonts w:ascii="Verdana" w:hAnsi="Verdana"/>
              <w:i/>
              <w:sz w:val="16"/>
              <w:szCs w:val="16"/>
            </w:rPr>
          </w:pPr>
          <w:r w:rsidRPr="004A6288">
            <w:rPr>
              <w:rFonts w:ascii="Verdana" w:hAnsi="Verdana"/>
              <w:i/>
              <w:sz w:val="16"/>
              <w:szCs w:val="16"/>
            </w:rPr>
            <w:t>Visto Il Direttore</w:t>
          </w:r>
        </w:p>
      </w:tc>
      <w:tc>
        <w:tcPr>
          <w:tcW w:w="1957" w:type="dxa"/>
          <w:tcBorders>
            <w:top w:val="single" w:sz="8" w:space="0" w:color="993300"/>
            <w:bottom w:val="single" w:sz="8" w:space="0" w:color="993300"/>
          </w:tcBorders>
        </w:tcPr>
        <w:p w:rsidR="003A39BE" w:rsidRPr="004A6288" w:rsidRDefault="003A39BE" w:rsidP="00504DC6">
          <w:pPr>
            <w:pStyle w:val="Pidipagina"/>
            <w:rPr>
              <w:rFonts w:ascii="Garamond" w:hAnsi="Garamond"/>
              <w:sz w:val="20"/>
            </w:rPr>
          </w:pPr>
        </w:p>
      </w:tc>
    </w:tr>
    <w:tr w:rsidR="003A39BE" w:rsidRPr="00DF18BF" w:rsidTr="00236820">
      <w:tc>
        <w:tcPr>
          <w:tcW w:w="2262" w:type="dxa"/>
        </w:tcPr>
        <w:p w:rsidR="003A39BE" w:rsidRPr="004A6288" w:rsidRDefault="003A39BE" w:rsidP="00504DC6">
          <w:pPr>
            <w:pStyle w:val="Pidipagina"/>
            <w:rPr>
              <w:rFonts w:ascii="Garamond" w:hAnsi="Garamond"/>
              <w:sz w:val="20"/>
            </w:rPr>
          </w:pPr>
        </w:p>
      </w:tc>
      <w:tc>
        <w:tcPr>
          <w:tcW w:w="539" w:type="dxa"/>
        </w:tcPr>
        <w:p w:rsidR="003A39BE" w:rsidRPr="004A6288" w:rsidRDefault="003A39BE" w:rsidP="00504DC6">
          <w:pPr>
            <w:pStyle w:val="Pidipagina"/>
            <w:rPr>
              <w:rFonts w:ascii="Garamond" w:hAnsi="Garamond"/>
              <w:sz w:val="20"/>
            </w:rPr>
          </w:pPr>
        </w:p>
      </w:tc>
      <w:tc>
        <w:tcPr>
          <w:tcW w:w="547" w:type="dxa"/>
        </w:tcPr>
        <w:p w:rsidR="003A39BE" w:rsidRPr="004A6288" w:rsidRDefault="003A39BE" w:rsidP="00504DC6">
          <w:pPr>
            <w:pStyle w:val="Pidipagina"/>
            <w:rPr>
              <w:rFonts w:ascii="Garamond" w:hAnsi="Garamond"/>
              <w:sz w:val="20"/>
            </w:rPr>
          </w:pPr>
        </w:p>
      </w:tc>
      <w:tc>
        <w:tcPr>
          <w:tcW w:w="1440" w:type="dxa"/>
        </w:tcPr>
        <w:p w:rsidR="003A39BE" w:rsidRPr="004A6288" w:rsidRDefault="003A39BE" w:rsidP="00504DC6">
          <w:pPr>
            <w:pStyle w:val="Pidipagina"/>
            <w:rPr>
              <w:rFonts w:ascii="Garamond" w:hAnsi="Garamond"/>
              <w:sz w:val="20"/>
            </w:rPr>
          </w:pPr>
        </w:p>
      </w:tc>
      <w:tc>
        <w:tcPr>
          <w:tcW w:w="899" w:type="dxa"/>
        </w:tcPr>
        <w:p w:rsidR="003A39BE" w:rsidRPr="004A6288" w:rsidRDefault="003A39BE" w:rsidP="00504DC6">
          <w:pPr>
            <w:pStyle w:val="Pidipagina"/>
            <w:rPr>
              <w:rFonts w:ascii="Garamond" w:hAnsi="Garamond"/>
              <w:sz w:val="20"/>
            </w:rPr>
          </w:pPr>
        </w:p>
      </w:tc>
      <w:tc>
        <w:tcPr>
          <w:tcW w:w="2161" w:type="dxa"/>
        </w:tcPr>
        <w:p w:rsidR="003A39BE" w:rsidRPr="004A6288" w:rsidRDefault="003A39BE" w:rsidP="00504DC6">
          <w:pPr>
            <w:pStyle w:val="Pidipagina"/>
            <w:jc w:val="right"/>
            <w:rPr>
              <w:rFonts w:ascii="Verdana" w:hAnsi="Verdana"/>
              <w:sz w:val="16"/>
              <w:szCs w:val="16"/>
            </w:rPr>
          </w:pPr>
        </w:p>
      </w:tc>
      <w:tc>
        <w:tcPr>
          <w:tcW w:w="1957" w:type="dxa"/>
          <w:tcBorders>
            <w:top w:val="single" w:sz="8" w:space="0" w:color="993300"/>
          </w:tcBorders>
        </w:tcPr>
        <w:p w:rsidR="003A39BE" w:rsidRPr="004A6288" w:rsidRDefault="003A39BE" w:rsidP="00504DC6">
          <w:pPr>
            <w:pStyle w:val="Pidipagina"/>
            <w:rPr>
              <w:rFonts w:ascii="Garamond" w:hAnsi="Garamond"/>
              <w:sz w:val="20"/>
            </w:rPr>
          </w:pPr>
        </w:p>
      </w:tc>
    </w:tr>
    <w:tr w:rsidR="003A39BE" w:rsidRPr="00DF18BF" w:rsidTr="00236820">
      <w:tc>
        <w:tcPr>
          <w:tcW w:w="2262" w:type="dxa"/>
        </w:tcPr>
        <w:p w:rsidR="003A39BE" w:rsidRDefault="003A39BE" w:rsidP="00504DC6">
          <w:pPr>
            <w:pStyle w:val="Pidipagina"/>
            <w:jc w:val="right"/>
            <w:rPr>
              <w:rFonts w:ascii="Verdana" w:hAnsi="Verdana"/>
              <w:b/>
              <w:sz w:val="22"/>
              <w:szCs w:val="22"/>
            </w:rPr>
          </w:pPr>
          <w:r>
            <w:rPr>
              <w:rFonts w:ascii="Verdana" w:hAnsi="Verdana"/>
              <w:b/>
              <w:sz w:val="22"/>
              <w:szCs w:val="22"/>
            </w:rPr>
            <w:t>VERBALE n. 14</w:t>
          </w:r>
        </w:p>
        <w:p w:rsidR="003A39BE" w:rsidRPr="004A6288" w:rsidRDefault="003A39BE" w:rsidP="00504DC6">
          <w:pPr>
            <w:pStyle w:val="Pidipagina"/>
            <w:jc w:val="right"/>
            <w:rPr>
              <w:rFonts w:ascii="Verdana" w:hAnsi="Verdana"/>
              <w:b/>
              <w:szCs w:val="24"/>
            </w:rPr>
          </w:pPr>
        </w:p>
      </w:tc>
      <w:tc>
        <w:tcPr>
          <w:tcW w:w="539" w:type="dxa"/>
        </w:tcPr>
        <w:p w:rsidR="003A39BE" w:rsidRPr="004A6288" w:rsidRDefault="003A39BE" w:rsidP="00504DC6">
          <w:pPr>
            <w:pStyle w:val="Pidipagina"/>
            <w:rPr>
              <w:rFonts w:ascii="Verdana" w:hAnsi="Verdana"/>
              <w:b/>
              <w:szCs w:val="24"/>
            </w:rPr>
          </w:pPr>
        </w:p>
      </w:tc>
      <w:tc>
        <w:tcPr>
          <w:tcW w:w="547" w:type="dxa"/>
        </w:tcPr>
        <w:p w:rsidR="003A39BE" w:rsidRPr="004A6288" w:rsidRDefault="003A39BE" w:rsidP="00504DC6">
          <w:pPr>
            <w:pStyle w:val="Pidipagina"/>
            <w:rPr>
              <w:rFonts w:ascii="Garamond" w:hAnsi="Garamond"/>
              <w:sz w:val="20"/>
            </w:rPr>
          </w:pPr>
        </w:p>
      </w:tc>
      <w:tc>
        <w:tcPr>
          <w:tcW w:w="1440" w:type="dxa"/>
        </w:tcPr>
        <w:p w:rsidR="003A39BE" w:rsidRPr="004A6288" w:rsidRDefault="003A39BE" w:rsidP="00504DC6">
          <w:pPr>
            <w:pStyle w:val="Pidipagina"/>
            <w:rPr>
              <w:rFonts w:ascii="Garamond" w:hAnsi="Garamond"/>
              <w:sz w:val="20"/>
            </w:rPr>
          </w:pPr>
        </w:p>
      </w:tc>
      <w:tc>
        <w:tcPr>
          <w:tcW w:w="899" w:type="dxa"/>
        </w:tcPr>
        <w:p w:rsidR="003A39BE" w:rsidRPr="004A6288" w:rsidRDefault="003A39BE" w:rsidP="00504DC6">
          <w:pPr>
            <w:pStyle w:val="Pidipagina"/>
            <w:rPr>
              <w:rFonts w:ascii="Garamond" w:hAnsi="Garamond"/>
              <w:sz w:val="20"/>
            </w:rPr>
          </w:pPr>
        </w:p>
      </w:tc>
      <w:tc>
        <w:tcPr>
          <w:tcW w:w="2161" w:type="dxa"/>
        </w:tcPr>
        <w:p w:rsidR="003A39BE" w:rsidRPr="004A6288" w:rsidRDefault="003A39BE" w:rsidP="00EC4F97">
          <w:pPr>
            <w:pStyle w:val="Pidipagina"/>
            <w:jc w:val="center"/>
            <w:rPr>
              <w:rFonts w:ascii="Verdana" w:hAnsi="Verdana"/>
              <w:i/>
              <w:sz w:val="16"/>
              <w:szCs w:val="16"/>
            </w:rPr>
          </w:pPr>
          <w:r w:rsidRPr="004A6288">
            <w:rPr>
              <w:rFonts w:ascii="Verdana" w:hAnsi="Verdana"/>
              <w:i/>
              <w:sz w:val="16"/>
              <w:szCs w:val="16"/>
            </w:rPr>
            <w:t>Visto Il Segretario</w:t>
          </w:r>
        </w:p>
      </w:tc>
      <w:tc>
        <w:tcPr>
          <w:tcW w:w="1957" w:type="dxa"/>
          <w:tcBorders>
            <w:bottom w:val="single" w:sz="8" w:space="0" w:color="993300"/>
          </w:tcBorders>
        </w:tcPr>
        <w:p w:rsidR="003A39BE" w:rsidRPr="004A6288" w:rsidRDefault="003A39BE" w:rsidP="00504DC6">
          <w:pPr>
            <w:pStyle w:val="Pidipagina"/>
            <w:rPr>
              <w:rFonts w:ascii="Garamond" w:hAnsi="Garamond"/>
              <w:sz w:val="20"/>
            </w:rPr>
          </w:pPr>
        </w:p>
      </w:tc>
    </w:tr>
  </w:tbl>
  <w:p w:rsidR="003A39BE" w:rsidRDefault="003A39B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23B0" w:rsidRDefault="005023B0" w:rsidP="00FA3BD6">
      <w:pPr>
        <w:pStyle w:val="Pidipagina"/>
      </w:pPr>
      <w:r>
        <w:separator/>
      </w:r>
    </w:p>
  </w:footnote>
  <w:footnote w:type="continuationSeparator" w:id="0">
    <w:p w:rsidR="005023B0" w:rsidRDefault="005023B0" w:rsidP="00FA3BD6">
      <w:pPr>
        <w:pStyle w:val="Pidipagina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1308"/>
      <w:gridCol w:w="7991"/>
    </w:tblGrid>
    <w:tr w:rsidR="003A39BE" w:rsidTr="00DF18BF">
      <w:trPr>
        <w:trHeight w:val="851"/>
      </w:trPr>
      <w:tc>
        <w:tcPr>
          <w:tcW w:w="1297" w:type="dxa"/>
        </w:tcPr>
        <w:p w:rsidR="003A39BE" w:rsidRPr="004A6288" w:rsidRDefault="003A39BE">
          <w:pPr>
            <w:pStyle w:val="Intestazione"/>
            <w:rPr>
              <w:szCs w:val="24"/>
            </w:rPr>
          </w:pPr>
          <w:r>
            <w:rPr>
              <w:noProof/>
              <w:szCs w:val="24"/>
            </w:rPr>
            <w:drawing>
              <wp:inline distT="0" distB="0" distL="0" distR="0">
                <wp:extent cx="693420" cy="693420"/>
                <wp:effectExtent l="0" t="0" r="0" b="0"/>
                <wp:docPr id="1" name="Immagine 1" descr="LOGO_UB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UB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342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91" w:type="dxa"/>
          <w:tcBorders>
            <w:bottom w:val="single" w:sz="8" w:space="0" w:color="993300"/>
          </w:tcBorders>
        </w:tcPr>
        <w:p w:rsidR="003A39BE" w:rsidRPr="00DF18BF" w:rsidRDefault="003A39BE" w:rsidP="00DF18BF">
          <w:pPr>
            <w:jc w:val="both"/>
            <w:rPr>
              <w:rFonts w:ascii="Verdana" w:hAnsi="Verdana"/>
              <w:smallCaps/>
              <w:color w:val="996633"/>
            </w:rPr>
          </w:pPr>
          <w:r w:rsidRPr="00DF18BF">
            <w:rPr>
              <w:rFonts w:ascii="Verdana" w:hAnsi="Verdana"/>
              <w:smallCaps/>
              <w:color w:val="996633"/>
              <w:sz w:val="22"/>
              <w:szCs w:val="22"/>
            </w:rPr>
            <w:t xml:space="preserve">UNIVERSITÀ DEGLI STUDI DI PERUGIA </w:t>
          </w:r>
        </w:p>
        <w:p w:rsidR="003A39BE" w:rsidRDefault="003A39BE" w:rsidP="00DF18BF">
          <w:pPr>
            <w:pStyle w:val="Intestazione"/>
            <w:tabs>
              <w:tab w:val="clear" w:pos="9638"/>
              <w:tab w:val="left" w:pos="4111"/>
              <w:tab w:val="right" w:pos="8931"/>
            </w:tabs>
            <w:rPr>
              <w:rFonts w:ascii="Verdana" w:hAnsi="Verdana"/>
              <w:b/>
              <w:caps/>
              <w:color w:val="996633"/>
              <w:szCs w:val="24"/>
            </w:rPr>
          </w:pPr>
          <w:r w:rsidRPr="004A6288">
            <w:rPr>
              <w:rFonts w:ascii="Verdana" w:hAnsi="Verdana"/>
              <w:b/>
              <w:caps/>
              <w:color w:val="996633"/>
              <w:szCs w:val="24"/>
            </w:rPr>
            <w:t>Dipartimento di economia</w:t>
          </w:r>
        </w:p>
        <w:p w:rsidR="003A39BE" w:rsidRPr="004A6288" w:rsidRDefault="003A39BE" w:rsidP="00DF18BF">
          <w:pPr>
            <w:pStyle w:val="Intestazione"/>
            <w:tabs>
              <w:tab w:val="clear" w:pos="9638"/>
              <w:tab w:val="left" w:pos="4111"/>
              <w:tab w:val="right" w:pos="8931"/>
            </w:tabs>
            <w:rPr>
              <w:rFonts w:ascii="Verdana" w:hAnsi="Verdana"/>
              <w:b/>
              <w:caps/>
              <w:color w:val="996633"/>
              <w:szCs w:val="24"/>
            </w:rPr>
          </w:pPr>
        </w:p>
        <w:p w:rsidR="003A39BE" w:rsidRPr="004A6288" w:rsidRDefault="003A39BE">
          <w:pPr>
            <w:pStyle w:val="Intestazione"/>
            <w:rPr>
              <w:rFonts w:ascii="Garamond" w:hAnsi="Garamond"/>
              <w:b/>
              <w:szCs w:val="24"/>
            </w:rPr>
          </w:pPr>
          <w:r w:rsidRPr="004A6288">
            <w:rPr>
              <w:rFonts w:ascii="Verdana" w:hAnsi="Verdana"/>
              <w:b/>
              <w:szCs w:val="24"/>
            </w:rPr>
            <w:t>VERBALE DEL CONSIGLIO DI DIPARTIMENTO</w:t>
          </w:r>
        </w:p>
      </w:tc>
    </w:tr>
  </w:tbl>
  <w:p w:rsidR="003A39BE" w:rsidRPr="00043B46" w:rsidRDefault="003A39BE">
    <w:pPr>
      <w:pStyle w:val="Intestazione"/>
      <w:rPr>
        <w:rFonts w:ascii="Palatino Linotype" w:hAnsi="Palatino Linotype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62BF4"/>
    <w:multiLevelType w:val="hybridMultilevel"/>
    <w:tmpl w:val="EA52F1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068E7"/>
    <w:multiLevelType w:val="hybridMultilevel"/>
    <w:tmpl w:val="52061EC4"/>
    <w:lvl w:ilvl="0" w:tplc="0410000F">
      <w:start w:val="1"/>
      <w:numFmt w:val="decimal"/>
      <w:lvlText w:val="%1."/>
      <w:lvlJc w:val="left"/>
      <w:pPr>
        <w:ind w:left="1800" w:hanging="360"/>
      </w:pPr>
    </w:lvl>
    <w:lvl w:ilvl="1" w:tplc="04100019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99E1654"/>
    <w:multiLevelType w:val="hybridMultilevel"/>
    <w:tmpl w:val="B2F4DF5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465420"/>
    <w:multiLevelType w:val="hybridMultilevel"/>
    <w:tmpl w:val="07E676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16D60"/>
    <w:multiLevelType w:val="hybridMultilevel"/>
    <w:tmpl w:val="8D044220"/>
    <w:lvl w:ilvl="0" w:tplc="0410000F">
      <w:start w:val="1"/>
      <w:numFmt w:val="decimal"/>
      <w:lvlText w:val="%1."/>
      <w:lvlJc w:val="left"/>
      <w:pPr>
        <w:ind w:left="1778" w:hanging="360"/>
      </w:pPr>
    </w:lvl>
    <w:lvl w:ilvl="1" w:tplc="04100019">
      <w:start w:val="1"/>
      <w:numFmt w:val="lowerLetter"/>
      <w:lvlText w:val="%2."/>
      <w:lvlJc w:val="left"/>
      <w:pPr>
        <w:ind w:left="2498" w:hanging="360"/>
      </w:pPr>
    </w:lvl>
    <w:lvl w:ilvl="2" w:tplc="0410001B">
      <w:start w:val="1"/>
      <w:numFmt w:val="lowerRoman"/>
      <w:lvlText w:val="%3."/>
      <w:lvlJc w:val="right"/>
      <w:pPr>
        <w:ind w:left="3218" w:hanging="180"/>
      </w:pPr>
    </w:lvl>
    <w:lvl w:ilvl="3" w:tplc="0410000F">
      <w:start w:val="1"/>
      <w:numFmt w:val="decimal"/>
      <w:lvlText w:val="%4."/>
      <w:lvlJc w:val="left"/>
      <w:pPr>
        <w:ind w:left="3938" w:hanging="360"/>
      </w:pPr>
    </w:lvl>
    <w:lvl w:ilvl="4" w:tplc="04100019">
      <w:start w:val="1"/>
      <w:numFmt w:val="lowerLetter"/>
      <w:lvlText w:val="%5."/>
      <w:lvlJc w:val="left"/>
      <w:pPr>
        <w:ind w:left="4658" w:hanging="360"/>
      </w:pPr>
    </w:lvl>
    <w:lvl w:ilvl="5" w:tplc="0410001B" w:tentative="1">
      <w:start w:val="1"/>
      <w:numFmt w:val="lowerRoman"/>
      <w:lvlText w:val="%6."/>
      <w:lvlJc w:val="right"/>
      <w:pPr>
        <w:ind w:left="5378" w:hanging="180"/>
      </w:pPr>
    </w:lvl>
    <w:lvl w:ilvl="6" w:tplc="0410000F" w:tentative="1">
      <w:start w:val="1"/>
      <w:numFmt w:val="decimal"/>
      <w:lvlText w:val="%7."/>
      <w:lvlJc w:val="left"/>
      <w:pPr>
        <w:ind w:left="6098" w:hanging="360"/>
      </w:pPr>
    </w:lvl>
    <w:lvl w:ilvl="7" w:tplc="04100019" w:tentative="1">
      <w:start w:val="1"/>
      <w:numFmt w:val="lowerLetter"/>
      <w:lvlText w:val="%8."/>
      <w:lvlJc w:val="left"/>
      <w:pPr>
        <w:ind w:left="6818" w:hanging="360"/>
      </w:pPr>
    </w:lvl>
    <w:lvl w:ilvl="8" w:tplc="0410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2465777B"/>
    <w:multiLevelType w:val="hybridMultilevel"/>
    <w:tmpl w:val="E408CCEE"/>
    <w:lvl w:ilvl="0" w:tplc="0410000F">
      <w:start w:val="1"/>
      <w:numFmt w:val="decimal"/>
      <w:lvlText w:val="%1."/>
      <w:lvlJc w:val="left"/>
      <w:pPr>
        <w:ind w:left="2484" w:hanging="360"/>
      </w:pPr>
    </w:lvl>
    <w:lvl w:ilvl="1" w:tplc="04100019">
      <w:start w:val="1"/>
      <w:numFmt w:val="lowerLetter"/>
      <w:lvlText w:val="%2."/>
      <w:lvlJc w:val="left"/>
      <w:pPr>
        <w:ind w:left="3204" w:hanging="360"/>
      </w:pPr>
    </w:lvl>
    <w:lvl w:ilvl="2" w:tplc="0410001B">
      <w:start w:val="1"/>
      <w:numFmt w:val="lowerRoman"/>
      <w:lvlText w:val="%3."/>
      <w:lvlJc w:val="right"/>
      <w:pPr>
        <w:ind w:left="3924" w:hanging="180"/>
      </w:pPr>
    </w:lvl>
    <w:lvl w:ilvl="3" w:tplc="0410000F">
      <w:start w:val="1"/>
      <w:numFmt w:val="decimal"/>
      <w:lvlText w:val="%4."/>
      <w:lvlJc w:val="left"/>
      <w:pPr>
        <w:ind w:left="4393" w:hanging="360"/>
      </w:pPr>
    </w:lvl>
    <w:lvl w:ilvl="4" w:tplc="04100019" w:tentative="1">
      <w:start w:val="1"/>
      <w:numFmt w:val="lowerLetter"/>
      <w:lvlText w:val="%5."/>
      <w:lvlJc w:val="left"/>
      <w:pPr>
        <w:ind w:left="5364" w:hanging="360"/>
      </w:pPr>
    </w:lvl>
    <w:lvl w:ilvl="5" w:tplc="0410001B" w:tentative="1">
      <w:start w:val="1"/>
      <w:numFmt w:val="lowerRoman"/>
      <w:lvlText w:val="%6."/>
      <w:lvlJc w:val="right"/>
      <w:pPr>
        <w:ind w:left="6084" w:hanging="180"/>
      </w:pPr>
    </w:lvl>
    <w:lvl w:ilvl="6" w:tplc="0410000F" w:tentative="1">
      <w:start w:val="1"/>
      <w:numFmt w:val="decimal"/>
      <w:lvlText w:val="%7."/>
      <w:lvlJc w:val="left"/>
      <w:pPr>
        <w:ind w:left="6804" w:hanging="360"/>
      </w:pPr>
    </w:lvl>
    <w:lvl w:ilvl="7" w:tplc="04100019" w:tentative="1">
      <w:start w:val="1"/>
      <w:numFmt w:val="lowerLetter"/>
      <w:lvlText w:val="%8."/>
      <w:lvlJc w:val="left"/>
      <w:pPr>
        <w:ind w:left="7524" w:hanging="360"/>
      </w:pPr>
    </w:lvl>
    <w:lvl w:ilvl="8" w:tplc="0410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6" w15:restartNumberingAfterBreak="0">
    <w:nsid w:val="32BE5D04"/>
    <w:multiLevelType w:val="hybridMultilevel"/>
    <w:tmpl w:val="412C8810"/>
    <w:lvl w:ilvl="0" w:tplc="FD4E2524"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A0791A"/>
    <w:multiLevelType w:val="hybridMultilevel"/>
    <w:tmpl w:val="5DD4132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79F09DD"/>
    <w:multiLevelType w:val="hybridMultilevel"/>
    <w:tmpl w:val="E408CCEE"/>
    <w:lvl w:ilvl="0" w:tplc="0410000F">
      <w:start w:val="1"/>
      <w:numFmt w:val="decimal"/>
      <w:lvlText w:val="%1."/>
      <w:lvlJc w:val="left"/>
      <w:pPr>
        <w:ind w:left="2484" w:hanging="360"/>
      </w:pPr>
    </w:lvl>
    <w:lvl w:ilvl="1" w:tplc="04100019">
      <w:start w:val="1"/>
      <w:numFmt w:val="lowerLetter"/>
      <w:lvlText w:val="%2."/>
      <w:lvlJc w:val="left"/>
      <w:pPr>
        <w:ind w:left="3204" w:hanging="360"/>
      </w:pPr>
    </w:lvl>
    <w:lvl w:ilvl="2" w:tplc="0410001B">
      <w:start w:val="1"/>
      <w:numFmt w:val="lowerRoman"/>
      <w:lvlText w:val="%3."/>
      <w:lvlJc w:val="right"/>
      <w:pPr>
        <w:ind w:left="3924" w:hanging="180"/>
      </w:pPr>
    </w:lvl>
    <w:lvl w:ilvl="3" w:tplc="0410000F">
      <w:start w:val="1"/>
      <w:numFmt w:val="decimal"/>
      <w:lvlText w:val="%4."/>
      <w:lvlJc w:val="left"/>
      <w:pPr>
        <w:ind w:left="4393" w:hanging="360"/>
      </w:pPr>
    </w:lvl>
    <w:lvl w:ilvl="4" w:tplc="04100019" w:tentative="1">
      <w:start w:val="1"/>
      <w:numFmt w:val="lowerLetter"/>
      <w:lvlText w:val="%5."/>
      <w:lvlJc w:val="left"/>
      <w:pPr>
        <w:ind w:left="5364" w:hanging="360"/>
      </w:pPr>
    </w:lvl>
    <w:lvl w:ilvl="5" w:tplc="0410001B" w:tentative="1">
      <w:start w:val="1"/>
      <w:numFmt w:val="lowerRoman"/>
      <w:lvlText w:val="%6."/>
      <w:lvlJc w:val="right"/>
      <w:pPr>
        <w:ind w:left="6084" w:hanging="180"/>
      </w:pPr>
    </w:lvl>
    <w:lvl w:ilvl="6" w:tplc="0410000F" w:tentative="1">
      <w:start w:val="1"/>
      <w:numFmt w:val="decimal"/>
      <w:lvlText w:val="%7."/>
      <w:lvlJc w:val="left"/>
      <w:pPr>
        <w:ind w:left="6804" w:hanging="360"/>
      </w:pPr>
    </w:lvl>
    <w:lvl w:ilvl="7" w:tplc="04100019" w:tentative="1">
      <w:start w:val="1"/>
      <w:numFmt w:val="lowerLetter"/>
      <w:lvlText w:val="%8."/>
      <w:lvlJc w:val="left"/>
      <w:pPr>
        <w:ind w:left="7524" w:hanging="360"/>
      </w:pPr>
    </w:lvl>
    <w:lvl w:ilvl="8" w:tplc="0410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9" w15:restartNumberingAfterBreak="0">
    <w:nsid w:val="39FD500A"/>
    <w:multiLevelType w:val="hybridMultilevel"/>
    <w:tmpl w:val="F1365A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481FE1"/>
    <w:multiLevelType w:val="hybridMultilevel"/>
    <w:tmpl w:val="87E8765A"/>
    <w:lvl w:ilvl="0" w:tplc="0410000F">
      <w:start w:val="1"/>
      <w:numFmt w:val="decimal"/>
      <w:lvlText w:val="%1."/>
      <w:lvlJc w:val="left"/>
      <w:pPr>
        <w:ind w:left="1713" w:hanging="360"/>
      </w:p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3FF568AA"/>
    <w:multiLevelType w:val="hybridMultilevel"/>
    <w:tmpl w:val="3C7239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F6429B"/>
    <w:multiLevelType w:val="hybridMultilevel"/>
    <w:tmpl w:val="87E8765A"/>
    <w:lvl w:ilvl="0" w:tplc="0410000F">
      <w:start w:val="1"/>
      <w:numFmt w:val="decimal"/>
      <w:lvlText w:val="%1."/>
      <w:lvlJc w:val="left"/>
      <w:pPr>
        <w:ind w:left="1713" w:hanging="360"/>
      </w:p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 w15:restartNumberingAfterBreak="0">
    <w:nsid w:val="46AE4878"/>
    <w:multiLevelType w:val="hybridMultilevel"/>
    <w:tmpl w:val="F1365A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C2620A"/>
    <w:multiLevelType w:val="hybridMultilevel"/>
    <w:tmpl w:val="EF80B286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E4574B6"/>
    <w:multiLevelType w:val="hybridMultilevel"/>
    <w:tmpl w:val="17683190"/>
    <w:lvl w:ilvl="0" w:tplc="F1E43A26">
      <w:numFmt w:val="bullet"/>
      <w:lvlText w:val="-"/>
      <w:lvlJc w:val="left"/>
      <w:pPr>
        <w:ind w:left="2496" w:hanging="360"/>
      </w:pPr>
      <w:rPr>
        <w:rFonts w:ascii="Corbel" w:eastAsia="Times New Roman" w:hAnsi="Corbel" w:cs="Times New Roman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6" w15:restartNumberingAfterBreak="0">
    <w:nsid w:val="56A8354C"/>
    <w:multiLevelType w:val="hybridMultilevel"/>
    <w:tmpl w:val="DB9200D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DF42AFA"/>
    <w:multiLevelType w:val="hybridMultilevel"/>
    <w:tmpl w:val="0782703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3EF0A87"/>
    <w:multiLevelType w:val="hybridMultilevel"/>
    <w:tmpl w:val="87E8765A"/>
    <w:lvl w:ilvl="0" w:tplc="0410000F">
      <w:start w:val="1"/>
      <w:numFmt w:val="decimal"/>
      <w:lvlText w:val="%1."/>
      <w:lvlJc w:val="left"/>
      <w:pPr>
        <w:ind w:left="1713" w:hanging="360"/>
      </w:p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675D26F2"/>
    <w:multiLevelType w:val="hybridMultilevel"/>
    <w:tmpl w:val="A4A4B1DE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8677855"/>
    <w:multiLevelType w:val="hybridMultilevel"/>
    <w:tmpl w:val="CB003BC6"/>
    <w:lvl w:ilvl="0" w:tplc="0028387E"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6507CB"/>
    <w:multiLevelType w:val="hybridMultilevel"/>
    <w:tmpl w:val="4DFE9342"/>
    <w:lvl w:ilvl="0" w:tplc="0410000F">
      <w:start w:val="1"/>
      <w:numFmt w:val="decimal"/>
      <w:lvlText w:val="%1."/>
      <w:lvlJc w:val="left"/>
      <w:pPr>
        <w:ind w:left="1791" w:hanging="360"/>
      </w:pPr>
    </w:lvl>
    <w:lvl w:ilvl="1" w:tplc="04100019" w:tentative="1">
      <w:start w:val="1"/>
      <w:numFmt w:val="lowerLetter"/>
      <w:lvlText w:val="%2."/>
      <w:lvlJc w:val="left"/>
      <w:pPr>
        <w:ind w:left="2511" w:hanging="360"/>
      </w:pPr>
    </w:lvl>
    <w:lvl w:ilvl="2" w:tplc="0410001B" w:tentative="1">
      <w:start w:val="1"/>
      <w:numFmt w:val="lowerRoman"/>
      <w:lvlText w:val="%3."/>
      <w:lvlJc w:val="right"/>
      <w:pPr>
        <w:ind w:left="3231" w:hanging="180"/>
      </w:pPr>
    </w:lvl>
    <w:lvl w:ilvl="3" w:tplc="0410000F" w:tentative="1">
      <w:start w:val="1"/>
      <w:numFmt w:val="decimal"/>
      <w:lvlText w:val="%4."/>
      <w:lvlJc w:val="left"/>
      <w:pPr>
        <w:ind w:left="3951" w:hanging="360"/>
      </w:pPr>
    </w:lvl>
    <w:lvl w:ilvl="4" w:tplc="04100019" w:tentative="1">
      <w:start w:val="1"/>
      <w:numFmt w:val="lowerLetter"/>
      <w:lvlText w:val="%5."/>
      <w:lvlJc w:val="left"/>
      <w:pPr>
        <w:ind w:left="4671" w:hanging="360"/>
      </w:pPr>
    </w:lvl>
    <w:lvl w:ilvl="5" w:tplc="0410001B" w:tentative="1">
      <w:start w:val="1"/>
      <w:numFmt w:val="lowerRoman"/>
      <w:lvlText w:val="%6."/>
      <w:lvlJc w:val="right"/>
      <w:pPr>
        <w:ind w:left="5391" w:hanging="180"/>
      </w:pPr>
    </w:lvl>
    <w:lvl w:ilvl="6" w:tplc="0410000F" w:tentative="1">
      <w:start w:val="1"/>
      <w:numFmt w:val="decimal"/>
      <w:lvlText w:val="%7."/>
      <w:lvlJc w:val="left"/>
      <w:pPr>
        <w:ind w:left="6111" w:hanging="360"/>
      </w:pPr>
    </w:lvl>
    <w:lvl w:ilvl="7" w:tplc="04100019" w:tentative="1">
      <w:start w:val="1"/>
      <w:numFmt w:val="lowerLetter"/>
      <w:lvlText w:val="%8."/>
      <w:lvlJc w:val="left"/>
      <w:pPr>
        <w:ind w:left="6831" w:hanging="360"/>
      </w:pPr>
    </w:lvl>
    <w:lvl w:ilvl="8" w:tplc="0410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2" w15:restartNumberingAfterBreak="0">
    <w:nsid w:val="6A1A3541"/>
    <w:multiLevelType w:val="hybridMultilevel"/>
    <w:tmpl w:val="9A1471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B60BC1"/>
    <w:multiLevelType w:val="hybridMultilevel"/>
    <w:tmpl w:val="F0B03BB2"/>
    <w:lvl w:ilvl="0" w:tplc="C7164066"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9411D6"/>
    <w:multiLevelType w:val="hybridMultilevel"/>
    <w:tmpl w:val="F0DEF5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4E82742"/>
    <w:multiLevelType w:val="hybridMultilevel"/>
    <w:tmpl w:val="9E8ABA2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63C1BA3"/>
    <w:multiLevelType w:val="hybridMultilevel"/>
    <w:tmpl w:val="EE06DF9C"/>
    <w:lvl w:ilvl="0" w:tplc="0410000F">
      <w:start w:val="1"/>
      <w:numFmt w:val="decimal"/>
      <w:lvlText w:val="%1."/>
      <w:lvlJc w:val="left"/>
      <w:pPr>
        <w:ind w:left="2865" w:hanging="360"/>
      </w:pPr>
    </w:lvl>
    <w:lvl w:ilvl="1" w:tplc="04100019" w:tentative="1">
      <w:start w:val="1"/>
      <w:numFmt w:val="lowerLetter"/>
      <w:lvlText w:val="%2."/>
      <w:lvlJc w:val="left"/>
      <w:pPr>
        <w:ind w:left="3585" w:hanging="360"/>
      </w:pPr>
    </w:lvl>
    <w:lvl w:ilvl="2" w:tplc="0410001B" w:tentative="1">
      <w:start w:val="1"/>
      <w:numFmt w:val="lowerRoman"/>
      <w:lvlText w:val="%3."/>
      <w:lvlJc w:val="right"/>
      <w:pPr>
        <w:ind w:left="4305" w:hanging="180"/>
      </w:pPr>
    </w:lvl>
    <w:lvl w:ilvl="3" w:tplc="0410000F" w:tentative="1">
      <w:start w:val="1"/>
      <w:numFmt w:val="decimal"/>
      <w:lvlText w:val="%4."/>
      <w:lvlJc w:val="left"/>
      <w:pPr>
        <w:ind w:left="5025" w:hanging="360"/>
      </w:pPr>
    </w:lvl>
    <w:lvl w:ilvl="4" w:tplc="04100019" w:tentative="1">
      <w:start w:val="1"/>
      <w:numFmt w:val="lowerLetter"/>
      <w:lvlText w:val="%5."/>
      <w:lvlJc w:val="left"/>
      <w:pPr>
        <w:ind w:left="5745" w:hanging="360"/>
      </w:pPr>
    </w:lvl>
    <w:lvl w:ilvl="5" w:tplc="0410001B" w:tentative="1">
      <w:start w:val="1"/>
      <w:numFmt w:val="lowerRoman"/>
      <w:lvlText w:val="%6."/>
      <w:lvlJc w:val="right"/>
      <w:pPr>
        <w:ind w:left="6465" w:hanging="180"/>
      </w:pPr>
    </w:lvl>
    <w:lvl w:ilvl="6" w:tplc="0410000F" w:tentative="1">
      <w:start w:val="1"/>
      <w:numFmt w:val="decimal"/>
      <w:lvlText w:val="%7."/>
      <w:lvlJc w:val="left"/>
      <w:pPr>
        <w:ind w:left="7185" w:hanging="360"/>
      </w:pPr>
    </w:lvl>
    <w:lvl w:ilvl="7" w:tplc="04100019" w:tentative="1">
      <w:start w:val="1"/>
      <w:numFmt w:val="lowerLetter"/>
      <w:lvlText w:val="%8."/>
      <w:lvlJc w:val="left"/>
      <w:pPr>
        <w:ind w:left="7905" w:hanging="360"/>
      </w:pPr>
    </w:lvl>
    <w:lvl w:ilvl="8" w:tplc="0410001B" w:tentative="1">
      <w:start w:val="1"/>
      <w:numFmt w:val="lowerRoman"/>
      <w:lvlText w:val="%9."/>
      <w:lvlJc w:val="right"/>
      <w:pPr>
        <w:ind w:left="8625" w:hanging="180"/>
      </w:pPr>
    </w:lvl>
  </w:abstractNum>
  <w:abstractNum w:abstractNumId="27" w15:restartNumberingAfterBreak="0">
    <w:nsid w:val="7FA062CB"/>
    <w:multiLevelType w:val="hybridMultilevel"/>
    <w:tmpl w:val="E408CCEE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>
      <w:start w:val="1"/>
      <w:numFmt w:val="lowerRoman"/>
      <w:lvlText w:val="%3."/>
      <w:lvlJc w:val="right"/>
      <w:pPr>
        <w:ind w:left="2084" w:hanging="180"/>
      </w:pPr>
    </w:lvl>
    <w:lvl w:ilvl="3" w:tplc="0410000F">
      <w:start w:val="1"/>
      <w:numFmt w:val="decimal"/>
      <w:lvlText w:val="%4."/>
      <w:lvlJc w:val="left"/>
      <w:pPr>
        <w:ind w:left="2553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16"/>
  </w:num>
  <w:num w:numId="4">
    <w:abstractNumId w:val="27"/>
  </w:num>
  <w:num w:numId="5">
    <w:abstractNumId w:val="26"/>
  </w:num>
  <w:num w:numId="6">
    <w:abstractNumId w:val="14"/>
  </w:num>
  <w:num w:numId="7">
    <w:abstractNumId w:val="17"/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5"/>
  </w:num>
  <w:num w:numId="11">
    <w:abstractNumId w:val="20"/>
  </w:num>
  <w:num w:numId="12">
    <w:abstractNumId w:val="23"/>
  </w:num>
  <w:num w:numId="13">
    <w:abstractNumId w:val="6"/>
  </w:num>
  <w:num w:numId="14">
    <w:abstractNumId w:val="15"/>
  </w:num>
  <w:num w:numId="15">
    <w:abstractNumId w:val="22"/>
  </w:num>
  <w:num w:numId="16">
    <w:abstractNumId w:val="21"/>
  </w:num>
  <w:num w:numId="17">
    <w:abstractNumId w:val="7"/>
  </w:num>
  <w:num w:numId="18">
    <w:abstractNumId w:val="24"/>
  </w:num>
  <w:num w:numId="19">
    <w:abstractNumId w:val="10"/>
  </w:num>
  <w:num w:numId="20">
    <w:abstractNumId w:val="12"/>
  </w:num>
  <w:num w:numId="21">
    <w:abstractNumId w:val="18"/>
  </w:num>
  <w:num w:numId="22">
    <w:abstractNumId w:val="4"/>
  </w:num>
  <w:num w:numId="23">
    <w:abstractNumId w:val="3"/>
  </w:num>
  <w:num w:numId="24">
    <w:abstractNumId w:val="13"/>
  </w:num>
  <w:num w:numId="25">
    <w:abstractNumId w:val="9"/>
  </w:num>
  <w:num w:numId="26">
    <w:abstractNumId w:val="19"/>
  </w:num>
  <w:num w:numId="27">
    <w:abstractNumId w:val="25"/>
  </w:num>
  <w:num w:numId="28">
    <w:abstractNumId w:val="0"/>
  </w:num>
  <w:num w:numId="29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FE9"/>
    <w:rsid w:val="00000056"/>
    <w:rsid w:val="000002DD"/>
    <w:rsid w:val="0000047B"/>
    <w:rsid w:val="00000890"/>
    <w:rsid w:val="00000A80"/>
    <w:rsid w:val="00000C92"/>
    <w:rsid w:val="00000DFE"/>
    <w:rsid w:val="00000EB4"/>
    <w:rsid w:val="00000EC8"/>
    <w:rsid w:val="0000150C"/>
    <w:rsid w:val="000015AC"/>
    <w:rsid w:val="00001FB6"/>
    <w:rsid w:val="00002334"/>
    <w:rsid w:val="0000276B"/>
    <w:rsid w:val="00002856"/>
    <w:rsid w:val="0000289B"/>
    <w:rsid w:val="00002905"/>
    <w:rsid w:val="000029BF"/>
    <w:rsid w:val="000033A2"/>
    <w:rsid w:val="00003558"/>
    <w:rsid w:val="0000373A"/>
    <w:rsid w:val="00003B91"/>
    <w:rsid w:val="00003D42"/>
    <w:rsid w:val="0000414B"/>
    <w:rsid w:val="00004367"/>
    <w:rsid w:val="000048AE"/>
    <w:rsid w:val="0000528E"/>
    <w:rsid w:val="000053D5"/>
    <w:rsid w:val="000053EA"/>
    <w:rsid w:val="00005717"/>
    <w:rsid w:val="000058DD"/>
    <w:rsid w:val="000058E6"/>
    <w:rsid w:val="00005934"/>
    <w:rsid w:val="00005972"/>
    <w:rsid w:val="00005E4A"/>
    <w:rsid w:val="00005F91"/>
    <w:rsid w:val="000061FA"/>
    <w:rsid w:val="0000661E"/>
    <w:rsid w:val="0000670A"/>
    <w:rsid w:val="00006934"/>
    <w:rsid w:val="00006C3A"/>
    <w:rsid w:val="00006CE9"/>
    <w:rsid w:val="00006FFF"/>
    <w:rsid w:val="00007144"/>
    <w:rsid w:val="00007634"/>
    <w:rsid w:val="000078D7"/>
    <w:rsid w:val="00010206"/>
    <w:rsid w:val="00010348"/>
    <w:rsid w:val="00010611"/>
    <w:rsid w:val="00010C16"/>
    <w:rsid w:val="00010DE9"/>
    <w:rsid w:val="00010E65"/>
    <w:rsid w:val="0001100F"/>
    <w:rsid w:val="00011085"/>
    <w:rsid w:val="000110FF"/>
    <w:rsid w:val="00011173"/>
    <w:rsid w:val="0001146D"/>
    <w:rsid w:val="000114BE"/>
    <w:rsid w:val="000118CC"/>
    <w:rsid w:val="00011A03"/>
    <w:rsid w:val="00011A91"/>
    <w:rsid w:val="00011B1B"/>
    <w:rsid w:val="00011B51"/>
    <w:rsid w:val="00011B82"/>
    <w:rsid w:val="00011BAF"/>
    <w:rsid w:val="00011DE1"/>
    <w:rsid w:val="00012077"/>
    <w:rsid w:val="0001210D"/>
    <w:rsid w:val="0001212D"/>
    <w:rsid w:val="00012D67"/>
    <w:rsid w:val="00012F04"/>
    <w:rsid w:val="00012F7F"/>
    <w:rsid w:val="00012FB1"/>
    <w:rsid w:val="000130E2"/>
    <w:rsid w:val="00013267"/>
    <w:rsid w:val="00013411"/>
    <w:rsid w:val="000136C2"/>
    <w:rsid w:val="00013844"/>
    <w:rsid w:val="00013AB7"/>
    <w:rsid w:val="00014039"/>
    <w:rsid w:val="0001409D"/>
    <w:rsid w:val="0001421B"/>
    <w:rsid w:val="000143C5"/>
    <w:rsid w:val="000148C9"/>
    <w:rsid w:val="00014B03"/>
    <w:rsid w:val="00014D62"/>
    <w:rsid w:val="00015097"/>
    <w:rsid w:val="0001512A"/>
    <w:rsid w:val="0001514E"/>
    <w:rsid w:val="000151D4"/>
    <w:rsid w:val="0001521D"/>
    <w:rsid w:val="00015336"/>
    <w:rsid w:val="0001545A"/>
    <w:rsid w:val="00015587"/>
    <w:rsid w:val="00015857"/>
    <w:rsid w:val="000158F1"/>
    <w:rsid w:val="0001592D"/>
    <w:rsid w:val="00015B06"/>
    <w:rsid w:val="00015B9B"/>
    <w:rsid w:val="00016253"/>
    <w:rsid w:val="000163D4"/>
    <w:rsid w:val="00016707"/>
    <w:rsid w:val="00016A3F"/>
    <w:rsid w:val="00016F2A"/>
    <w:rsid w:val="00016F70"/>
    <w:rsid w:val="000174B4"/>
    <w:rsid w:val="0001786B"/>
    <w:rsid w:val="00017A3B"/>
    <w:rsid w:val="00017BF3"/>
    <w:rsid w:val="00017D19"/>
    <w:rsid w:val="00017D6B"/>
    <w:rsid w:val="000209D4"/>
    <w:rsid w:val="00020A8B"/>
    <w:rsid w:val="00020C64"/>
    <w:rsid w:val="00020CCB"/>
    <w:rsid w:val="00020E92"/>
    <w:rsid w:val="0002102B"/>
    <w:rsid w:val="0002157A"/>
    <w:rsid w:val="000217A0"/>
    <w:rsid w:val="00021C61"/>
    <w:rsid w:val="00021E87"/>
    <w:rsid w:val="00022079"/>
    <w:rsid w:val="00022142"/>
    <w:rsid w:val="00022376"/>
    <w:rsid w:val="000223D4"/>
    <w:rsid w:val="000225AF"/>
    <w:rsid w:val="00022B88"/>
    <w:rsid w:val="00022FCB"/>
    <w:rsid w:val="00023380"/>
    <w:rsid w:val="0002389B"/>
    <w:rsid w:val="00023B0A"/>
    <w:rsid w:val="00023D53"/>
    <w:rsid w:val="00023F0A"/>
    <w:rsid w:val="00024218"/>
    <w:rsid w:val="0002441A"/>
    <w:rsid w:val="0002442C"/>
    <w:rsid w:val="00024BC5"/>
    <w:rsid w:val="000251D8"/>
    <w:rsid w:val="00025542"/>
    <w:rsid w:val="000256A7"/>
    <w:rsid w:val="000258B5"/>
    <w:rsid w:val="00025A0E"/>
    <w:rsid w:val="00025C6D"/>
    <w:rsid w:val="00025F1A"/>
    <w:rsid w:val="00025FEA"/>
    <w:rsid w:val="00026052"/>
    <w:rsid w:val="000261C8"/>
    <w:rsid w:val="0002683E"/>
    <w:rsid w:val="00026A75"/>
    <w:rsid w:val="00026B40"/>
    <w:rsid w:val="000272C4"/>
    <w:rsid w:val="00027CA8"/>
    <w:rsid w:val="00027CF2"/>
    <w:rsid w:val="00027F95"/>
    <w:rsid w:val="00030750"/>
    <w:rsid w:val="00030760"/>
    <w:rsid w:val="000307BA"/>
    <w:rsid w:val="00030915"/>
    <w:rsid w:val="00030C6A"/>
    <w:rsid w:val="00030F2E"/>
    <w:rsid w:val="00031376"/>
    <w:rsid w:val="000314F8"/>
    <w:rsid w:val="00031577"/>
    <w:rsid w:val="00031A74"/>
    <w:rsid w:val="00032111"/>
    <w:rsid w:val="000321A3"/>
    <w:rsid w:val="00032700"/>
    <w:rsid w:val="00032EC2"/>
    <w:rsid w:val="00033056"/>
    <w:rsid w:val="000330ED"/>
    <w:rsid w:val="000332B3"/>
    <w:rsid w:val="0003392F"/>
    <w:rsid w:val="000339A9"/>
    <w:rsid w:val="00033B32"/>
    <w:rsid w:val="00033FC7"/>
    <w:rsid w:val="0003411F"/>
    <w:rsid w:val="00034426"/>
    <w:rsid w:val="00034C67"/>
    <w:rsid w:val="00034F2A"/>
    <w:rsid w:val="00035AC5"/>
    <w:rsid w:val="00035E30"/>
    <w:rsid w:val="00035EEE"/>
    <w:rsid w:val="00035FA1"/>
    <w:rsid w:val="0003604A"/>
    <w:rsid w:val="000361CE"/>
    <w:rsid w:val="000366BE"/>
    <w:rsid w:val="00036870"/>
    <w:rsid w:val="00036D72"/>
    <w:rsid w:val="00036E31"/>
    <w:rsid w:val="00036ECC"/>
    <w:rsid w:val="00037100"/>
    <w:rsid w:val="0003714B"/>
    <w:rsid w:val="00037899"/>
    <w:rsid w:val="00037B74"/>
    <w:rsid w:val="00037C6C"/>
    <w:rsid w:val="00037C95"/>
    <w:rsid w:val="00040042"/>
    <w:rsid w:val="00040101"/>
    <w:rsid w:val="00040225"/>
    <w:rsid w:val="000402A1"/>
    <w:rsid w:val="00040604"/>
    <w:rsid w:val="000406A5"/>
    <w:rsid w:val="00041061"/>
    <w:rsid w:val="00041905"/>
    <w:rsid w:val="00041A5E"/>
    <w:rsid w:val="0004232F"/>
    <w:rsid w:val="00042A35"/>
    <w:rsid w:val="00042FC7"/>
    <w:rsid w:val="0004363B"/>
    <w:rsid w:val="00043B46"/>
    <w:rsid w:val="00044243"/>
    <w:rsid w:val="00044569"/>
    <w:rsid w:val="00044BE2"/>
    <w:rsid w:val="0004513E"/>
    <w:rsid w:val="000451B6"/>
    <w:rsid w:val="000456DC"/>
    <w:rsid w:val="00045C60"/>
    <w:rsid w:val="00045C91"/>
    <w:rsid w:val="00045FD9"/>
    <w:rsid w:val="00046014"/>
    <w:rsid w:val="00046040"/>
    <w:rsid w:val="00046CA6"/>
    <w:rsid w:val="00046E73"/>
    <w:rsid w:val="00046FFD"/>
    <w:rsid w:val="000472F3"/>
    <w:rsid w:val="00047927"/>
    <w:rsid w:val="00047C36"/>
    <w:rsid w:val="00047C41"/>
    <w:rsid w:val="00047E15"/>
    <w:rsid w:val="00047F0F"/>
    <w:rsid w:val="0005004A"/>
    <w:rsid w:val="000500AD"/>
    <w:rsid w:val="00050BB3"/>
    <w:rsid w:val="000520D4"/>
    <w:rsid w:val="00052361"/>
    <w:rsid w:val="000523AD"/>
    <w:rsid w:val="00052469"/>
    <w:rsid w:val="000528F1"/>
    <w:rsid w:val="00052CBD"/>
    <w:rsid w:val="00052F5D"/>
    <w:rsid w:val="0005311A"/>
    <w:rsid w:val="000533C1"/>
    <w:rsid w:val="00053441"/>
    <w:rsid w:val="0005381A"/>
    <w:rsid w:val="00053A1F"/>
    <w:rsid w:val="00053E92"/>
    <w:rsid w:val="00054153"/>
    <w:rsid w:val="0005422D"/>
    <w:rsid w:val="00054261"/>
    <w:rsid w:val="00054394"/>
    <w:rsid w:val="000545BA"/>
    <w:rsid w:val="00054941"/>
    <w:rsid w:val="0005495D"/>
    <w:rsid w:val="00054C47"/>
    <w:rsid w:val="00054CB3"/>
    <w:rsid w:val="00054E0F"/>
    <w:rsid w:val="00055580"/>
    <w:rsid w:val="00056126"/>
    <w:rsid w:val="000562F2"/>
    <w:rsid w:val="000567DA"/>
    <w:rsid w:val="00057265"/>
    <w:rsid w:val="0005749B"/>
    <w:rsid w:val="00057A1E"/>
    <w:rsid w:val="00057CAB"/>
    <w:rsid w:val="00057FB0"/>
    <w:rsid w:val="00060456"/>
    <w:rsid w:val="000604AE"/>
    <w:rsid w:val="000604CE"/>
    <w:rsid w:val="00060554"/>
    <w:rsid w:val="00060661"/>
    <w:rsid w:val="000608D1"/>
    <w:rsid w:val="000609D8"/>
    <w:rsid w:val="00060B92"/>
    <w:rsid w:val="00060BD1"/>
    <w:rsid w:val="00060DD2"/>
    <w:rsid w:val="00060FB9"/>
    <w:rsid w:val="00061323"/>
    <w:rsid w:val="00061342"/>
    <w:rsid w:val="00061410"/>
    <w:rsid w:val="00061487"/>
    <w:rsid w:val="00061A69"/>
    <w:rsid w:val="00061ED0"/>
    <w:rsid w:val="00062928"/>
    <w:rsid w:val="00062C90"/>
    <w:rsid w:val="00063084"/>
    <w:rsid w:val="00063695"/>
    <w:rsid w:val="0006390C"/>
    <w:rsid w:val="00063BC5"/>
    <w:rsid w:val="00063D4C"/>
    <w:rsid w:val="00063E4B"/>
    <w:rsid w:val="00064410"/>
    <w:rsid w:val="00064977"/>
    <w:rsid w:val="00064BF0"/>
    <w:rsid w:val="000651A2"/>
    <w:rsid w:val="00065990"/>
    <w:rsid w:val="00065DB5"/>
    <w:rsid w:val="00066617"/>
    <w:rsid w:val="0006675E"/>
    <w:rsid w:val="00066928"/>
    <w:rsid w:val="00066AFA"/>
    <w:rsid w:val="00066C33"/>
    <w:rsid w:val="00066D57"/>
    <w:rsid w:val="0006741C"/>
    <w:rsid w:val="000674A4"/>
    <w:rsid w:val="00067716"/>
    <w:rsid w:val="00067A94"/>
    <w:rsid w:val="00067F93"/>
    <w:rsid w:val="000705E7"/>
    <w:rsid w:val="00070757"/>
    <w:rsid w:val="00070894"/>
    <w:rsid w:val="00070CB1"/>
    <w:rsid w:val="00071184"/>
    <w:rsid w:val="0007130A"/>
    <w:rsid w:val="000715DD"/>
    <w:rsid w:val="00071A08"/>
    <w:rsid w:val="00071CD4"/>
    <w:rsid w:val="00072593"/>
    <w:rsid w:val="00072711"/>
    <w:rsid w:val="000727B9"/>
    <w:rsid w:val="000728DE"/>
    <w:rsid w:val="000729BB"/>
    <w:rsid w:val="00072C06"/>
    <w:rsid w:val="00073060"/>
    <w:rsid w:val="00073BAE"/>
    <w:rsid w:val="00073E57"/>
    <w:rsid w:val="00073F4E"/>
    <w:rsid w:val="00074590"/>
    <w:rsid w:val="000748B2"/>
    <w:rsid w:val="00074A3E"/>
    <w:rsid w:val="0007545F"/>
    <w:rsid w:val="0007561C"/>
    <w:rsid w:val="000757EE"/>
    <w:rsid w:val="00075EA6"/>
    <w:rsid w:val="00076380"/>
    <w:rsid w:val="000763D9"/>
    <w:rsid w:val="00076600"/>
    <w:rsid w:val="00076A40"/>
    <w:rsid w:val="00076BB2"/>
    <w:rsid w:val="00076DF6"/>
    <w:rsid w:val="00077645"/>
    <w:rsid w:val="00077648"/>
    <w:rsid w:val="000777E1"/>
    <w:rsid w:val="00077C91"/>
    <w:rsid w:val="00080239"/>
    <w:rsid w:val="000802D4"/>
    <w:rsid w:val="00080348"/>
    <w:rsid w:val="0008038D"/>
    <w:rsid w:val="00080B66"/>
    <w:rsid w:val="00080BBD"/>
    <w:rsid w:val="000818CF"/>
    <w:rsid w:val="00081BEC"/>
    <w:rsid w:val="00082233"/>
    <w:rsid w:val="00082AF7"/>
    <w:rsid w:val="00082C69"/>
    <w:rsid w:val="0008309F"/>
    <w:rsid w:val="0008320F"/>
    <w:rsid w:val="0008349D"/>
    <w:rsid w:val="000835A1"/>
    <w:rsid w:val="00083923"/>
    <w:rsid w:val="00083A9B"/>
    <w:rsid w:val="00083D4C"/>
    <w:rsid w:val="00084400"/>
    <w:rsid w:val="000844F9"/>
    <w:rsid w:val="000846C4"/>
    <w:rsid w:val="00084986"/>
    <w:rsid w:val="00084BF7"/>
    <w:rsid w:val="0008554A"/>
    <w:rsid w:val="000857F4"/>
    <w:rsid w:val="0008590A"/>
    <w:rsid w:val="000859F9"/>
    <w:rsid w:val="00085A62"/>
    <w:rsid w:val="00085C79"/>
    <w:rsid w:val="000865C0"/>
    <w:rsid w:val="00086C93"/>
    <w:rsid w:val="00087B19"/>
    <w:rsid w:val="00087EB4"/>
    <w:rsid w:val="00087EF7"/>
    <w:rsid w:val="00090AB6"/>
    <w:rsid w:val="00090B92"/>
    <w:rsid w:val="00090CD0"/>
    <w:rsid w:val="000911F4"/>
    <w:rsid w:val="0009127C"/>
    <w:rsid w:val="000914AE"/>
    <w:rsid w:val="00091A20"/>
    <w:rsid w:val="00091B09"/>
    <w:rsid w:val="00091B4E"/>
    <w:rsid w:val="00092152"/>
    <w:rsid w:val="000922C4"/>
    <w:rsid w:val="00092395"/>
    <w:rsid w:val="00092492"/>
    <w:rsid w:val="000924DD"/>
    <w:rsid w:val="000925E7"/>
    <w:rsid w:val="0009287A"/>
    <w:rsid w:val="000928CE"/>
    <w:rsid w:val="000928E1"/>
    <w:rsid w:val="00092DBA"/>
    <w:rsid w:val="00093D68"/>
    <w:rsid w:val="000941C9"/>
    <w:rsid w:val="00094210"/>
    <w:rsid w:val="000945AD"/>
    <w:rsid w:val="00094A31"/>
    <w:rsid w:val="00094ACA"/>
    <w:rsid w:val="00094DFC"/>
    <w:rsid w:val="00094FE0"/>
    <w:rsid w:val="0009536A"/>
    <w:rsid w:val="00095C40"/>
    <w:rsid w:val="00095F6A"/>
    <w:rsid w:val="00096168"/>
    <w:rsid w:val="00096219"/>
    <w:rsid w:val="0009622D"/>
    <w:rsid w:val="00096238"/>
    <w:rsid w:val="000963B1"/>
    <w:rsid w:val="000963D9"/>
    <w:rsid w:val="000964BE"/>
    <w:rsid w:val="00096867"/>
    <w:rsid w:val="0009689A"/>
    <w:rsid w:val="00096A6F"/>
    <w:rsid w:val="00096AB9"/>
    <w:rsid w:val="0009701E"/>
    <w:rsid w:val="00097244"/>
    <w:rsid w:val="00097AE7"/>
    <w:rsid w:val="00097CD3"/>
    <w:rsid w:val="000A06F0"/>
    <w:rsid w:val="000A0844"/>
    <w:rsid w:val="000A0916"/>
    <w:rsid w:val="000A09B6"/>
    <w:rsid w:val="000A0DCB"/>
    <w:rsid w:val="000A177A"/>
    <w:rsid w:val="000A1812"/>
    <w:rsid w:val="000A1CFB"/>
    <w:rsid w:val="000A1EEE"/>
    <w:rsid w:val="000A1FF7"/>
    <w:rsid w:val="000A21E7"/>
    <w:rsid w:val="000A2760"/>
    <w:rsid w:val="000A298E"/>
    <w:rsid w:val="000A2D0A"/>
    <w:rsid w:val="000A2D0E"/>
    <w:rsid w:val="000A2F03"/>
    <w:rsid w:val="000A2F46"/>
    <w:rsid w:val="000A329C"/>
    <w:rsid w:val="000A3408"/>
    <w:rsid w:val="000A3470"/>
    <w:rsid w:val="000A34BC"/>
    <w:rsid w:val="000A34C6"/>
    <w:rsid w:val="000A3B87"/>
    <w:rsid w:val="000A3F71"/>
    <w:rsid w:val="000A4003"/>
    <w:rsid w:val="000A4715"/>
    <w:rsid w:val="000A4806"/>
    <w:rsid w:val="000A482D"/>
    <w:rsid w:val="000A4B68"/>
    <w:rsid w:val="000A4EEB"/>
    <w:rsid w:val="000A4FAF"/>
    <w:rsid w:val="000A5101"/>
    <w:rsid w:val="000A5566"/>
    <w:rsid w:val="000A56DD"/>
    <w:rsid w:val="000A5ACA"/>
    <w:rsid w:val="000A5CB5"/>
    <w:rsid w:val="000A5CE1"/>
    <w:rsid w:val="000A5D01"/>
    <w:rsid w:val="000A5F81"/>
    <w:rsid w:val="000A61A3"/>
    <w:rsid w:val="000A63C7"/>
    <w:rsid w:val="000A6AA4"/>
    <w:rsid w:val="000A6E0A"/>
    <w:rsid w:val="000A7221"/>
    <w:rsid w:val="000A73E8"/>
    <w:rsid w:val="000A774B"/>
    <w:rsid w:val="000A7AEC"/>
    <w:rsid w:val="000A7BBB"/>
    <w:rsid w:val="000B00E4"/>
    <w:rsid w:val="000B0224"/>
    <w:rsid w:val="000B03AF"/>
    <w:rsid w:val="000B0C39"/>
    <w:rsid w:val="000B0C3E"/>
    <w:rsid w:val="000B0C57"/>
    <w:rsid w:val="000B0FF7"/>
    <w:rsid w:val="000B145D"/>
    <w:rsid w:val="000B1583"/>
    <w:rsid w:val="000B1ADD"/>
    <w:rsid w:val="000B1F3A"/>
    <w:rsid w:val="000B2160"/>
    <w:rsid w:val="000B219E"/>
    <w:rsid w:val="000B21C5"/>
    <w:rsid w:val="000B2789"/>
    <w:rsid w:val="000B27AB"/>
    <w:rsid w:val="000B2AD8"/>
    <w:rsid w:val="000B2DC3"/>
    <w:rsid w:val="000B2E52"/>
    <w:rsid w:val="000B3173"/>
    <w:rsid w:val="000B351D"/>
    <w:rsid w:val="000B3548"/>
    <w:rsid w:val="000B3582"/>
    <w:rsid w:val="000B38E2"/>
    <w:rsid w:val="000B3A66"/>
    <w:rsid w:val="000B442D"/>
    <w:rsid w:val="000B47C3"/>
    <w:rsid w:val="000B490E"/>
    <w:rsid w:val="000B5720"/>
    <w:rsid w:val="000B5880"/>
    <w:rsid w:val="000B5CE4"/>
    <w:rsid w:val="000B5DD4"/>
    <w:rsid w:val="000B6063"/>
    <w:rsid w:val="000B712E"/>
    <w:rsid w:val="000B71B9"/>
    <w:rsid w:val="000B7397"/>
    <w:rsid w:val="000B7666"/>
    <w:rsid w:val="000B775A"/>
    <w:rsid w:val="000B7B2E"/>
    <w:rsid w:val="000B7BAD"/>
    <w:rsid w:val="000C08DA"/>
    <w:rsid w:val="000C0B3B"/>
    <w:rsid w:val="000C0D1E"/>
    <w:rsid w:val="000C0F73"/>
    <w:rsid w:val="000C146B"/>
    <w:rsid w:val="000C16FD"/>
    <w:rsid w:val="000C1B09"/>
    <w:rsid w:val="000C1BFF"/>
    <w:rsid w:val="000C1C27"/>
    <w:rsid w:val="000C217B"/>
    <w:rsid w:val="000C2BB2"/>
    <w:rsid w:val="000C2C0B"/>
    <w:rsid w:val="000C2DE5"/>
    <w:rsid w:val="000C30DA"/>
    <w:rsid w:val="000C31E2"/>
    <w:rsid w:val="000C3290"/>
    <w:rsid w:val="000C37EF"/>
    <w:rsid w:val="000C393F"/>
    <w:rsid w:val="000C3A12"/>
    <w:rsid w:val="000C3A88"/>
    <w:rsid w:val="000C3B2F"/>
    <w:rsid w:val="000C3B60"/>
    <w:rsid w:val="000C3C4E"/>
    <w:rsid w:val="000C3DA7"/>
    <w:rsid w:val="000C4438"/>
    <w:rsid w:val="000C444C"/>
    <w:rsid w:val="000C47FA"/>
    <w:rsid w:val="000C4A87"/>
    <w:rsid w:val="000C4BDC"/>
    <w:rsid w:val="000C4D81"/>
    <w:rsid w:val="000C4FDA"/>
    <w:rsid w:val="000C5164"/>
    <w:rsid w:val="000C51A4"/>
    <w:rsid w:val="000C52DB"/>
    <w:rsid w:val="000C537A"/>
    <w:rsid w:val="000C5610"/>
    <w:rsid w:val="000C5BB5"/>
    <w:rsid w:val="000C5C95"/>
    <w:rsid w:val="000C6224"/>
    <w:rsid w:val="000C6342"/>
    <w:rsid w:val="000C6B11"/>
    <w:rsid w:val="000C6B2C"/>
    <w:rsid w:val="000C6C5B"/>
    <w:rsid w:val="000C71ED"/>
    <w:rsid w:val="000C769C"/>
    <w:rsid w:val="000C76B3"/>
    <w:rsid w:val="000C7CBE"/>
    <w:rsid w:val="000C7DDD"/>
    <w:rsid w:val="000D022F"/>
    <w:rsid w:val="000D0835"/>
    <w:rsid w:val="000D099C"/>
    <w:rsid w:val="000D09E4"/>
    <w:rsid w:val="000D0CD7"/>
    <w:rsid w:val="000D0EFF"/>
    <w:rsid w:val="000D109C"/>
    <w:rsid w:val="000D175A"/>
    <w:rsid w:val="000D28F1"/>
    <w:rsid w:val="000D2D81"/>
    <w:rsid w:val="000D2DB0"/>
    <w:rsid w:val="000D3192"/>
    <w:rsid w:val="000D330E"/>
    <w:rsid w:val="000D3399"/>
    <w:rsid w:val="000D3518"/>
    <w:rsid w:val="000D3653"/>
    <w:rsid w:val="000D3782"/>
    <w:rsid w:val="000D401F"/>
    <w:rsid w:val="000D4346"/>
    <w:rsid w:val="000D4368"/>
    <w:rsid w:val="000D463C"/>
    <w:rsid w:val="000D4833"/>
    <w:rsid w:val="000D4868"/>
    <w:rsid w:val="000D49C7"/>
    <w:rsid w:val="000D4BCB"/>
    <w:rsid w:val="000D4F9C"/>
    <w:rsid w:val="000D547B"/>
    <w:rsid w:val="000D5722"/>
    <w:rsid w:val="000D57BE"/>
    <w:rsid w:val="000D5E24"/>
    <w:rsid w:val="000D5EF3"/>
    <w:rsid w:val="000D6065"/>
    <w:rsid w:val="000D631E"/>
    <w:rsid w:val="000D6382"/>
    <w:rsid w:val="000D6723"/>
    <w:rsid w:val="000D6B57"/>
    <w:rsid w:val="000D6CEE"/>
    <w:rsid w:val="000D6EFF"/>
    <w:rsid w:val="000D737D"/>
    <w:rsid w:val="000D75F0"/>
    <w:rsid w:val="000E03A3"/>
    <w:rsid w:val="000E0D15"/>
    <w:rsid w:val="000E1C7C"/>
    <w:rsid w:val="000E1CCA"/>
    <w:rsid w:val="000E2807"/>
    <w:rsid w:val="000E297C"/>
    <w:rsid w:val="000E2AD4"/>
    <w:rsid w:val="000E2AFD"/>
    <w:rsid w:val="000E310A"/>
    <w:rsid w:val="000E31EC"/>
    <w:rsid w:val="000E329C"/>
    <w:rsid w:val="000E371E"/>
    <w:rsid w:val="000E379E"/>
    <w:rsid w:val="000E3B00"/>
    <w:rsid w:val="000E3DD3"/>
    <w:rsid w:val="000E3ED4"/>
    <w:rsid w:val="000E40C0"/>
    <w:rsid w:val="000E43A7"/>
    <w:rsid w:val="000E4BD0"/>
    <w:rsid w:val="000E4F31"/>
    <w:rsid w:val="000E50B8"/>
    <w:rsid w:val="000E53B4"/>
    <w:rsid w:val="000E58D8"/>
    <w:rsid w:val="000E5955"/>
    <w:rsid w:val="000E5F3C"/>
    <w:rsid w:val="000E6106"/>
    <w:rsid w:val="000E62A1"/>
    <w:rsid w:val="000E6338"/>
    <w:rsid w:val="000E633F"/>
    <w:rsid w:val="000E6B17"/>
    <w:rsid w:val="000E75BA"/>
    <w:rsid w:val="000E7623"/>
    <w:rsid w:val="000E7624"/>
    <w:rsid w:val="000E7DA7"/>
    <w:rsid w:val="000E7F75"/>
    <w:rsid w:val="000F05E9"/>
    <w:rsid w:val="000F06C3"/>
    <w:rsid w:val="000F0C9C"/>
    <w:rsid w:val="000F1236"/>
    <w:rsid w:val="000F12A8"/>
    <w:rsid w:val="000F13C2"/>
    <w:rsid w:val="000F15FF"/>
    <w:rsid w:val="000F1686"/>
    <w:rsid w:val="000F1909"/>
    <w:rsid w:val="000F1A79"/>
    <w:rsid w:val="000F1AFA"/>
    <w:rsid w:val="000F22A2"/>
    <w:rsid w:val="000F264D"/>
    <w:rsid w:val="000F2760"/>
    <w:rsid w:val="000F2B83"/>
    <w:rsid w:val="000F2D75"/>
    <w:rsid w:val="000F2E65"/>
    <w:rsid w:val="000F352A"/>
    <w:rsid w:val="000F3A42"/>
    <w:rsid w:val="000F3FDE"/>
    <w:rsid w:val="000F41A9"/>
    <w:rsid w:val="000F475D"/>
    <w:rsid w:val="000F4B65"/>
    <w:rsid w:val="000F4F1C"/>
    <w:rsid w:val="000F51D9"/>
    <w:rsid w:val="000F52C4"/>
    <w:rsid w:val="000F53A0"/>
    <w:rsid w:val="000F53C4"/>
    <w:rsid w:val="000F57F6"/>
    <w:rsid w:val="000F5BA2"/>
    <w:rsid w:val="000F5EAA"/>
    <w:rsid w:val="000F6012"/>
    <w:rsid w:val="000F60B1"/>
    <w:rsid w:val="000F6568"/>
    <w:rsid w:val="000F66B2"/>
    <w:rsid w:val="000F6A8F"/>
    <w:rsid w:val="000F6E20"/>
    <w:rsid w:val="000F6F42"/>
    <w:rsid w:val="000F76AE"/>
    <w:rsid w:val="000F799D"/>
    <w:rsid w:val="000F7A74"/>
    <w:rsid w:val="000F7ABF"/>
    <w:rsid w:val="000F7F48"/>
    <w:rsid w:val="0010006C"/>
    <w:rsid w:val="001004FF"/>
    <w:rsid w:val="001006E9"/>
    <w:rsid w:val="001008C5"/>
    <w:rsid w:val="00100B77"/>
    <w:rsid w:val="00100BA5"/>
    <w:rsid w:val="001011B6"/>
    <w:rsid w:val="001016A9"/>
    <w:rsid w:val="001017EB"/>
    <w:rsid w:val="00101D88"/>
    <w:rsid w:val="00102148"/>
    <w:rsid w:val="001021D2"/>
    <w:rsid w:val="00102247"/>
    <w:rsid w:val="00102360"/>
    <w:rsid w:val="0010260D"/>
    <w:rsid w:val="0010282B"/>
    <w:rsid w:val="00102893"/>
    <w:rsid w:val="00102D3D"/>
    <w:rsid w:val="00102DB2"/>
    <w:rsid w:val="00103566"/>
    <w:rsid w:val="00103821"/>
    <w:rsid w:val="00103B23"/>
    <w:rsid w:val="00103FB1"/>
    <w:rsid w:val="00104029"/>
    <w:rsid w:val="001044A2"/>
    <w:rsid w:val="001046B0"/>
    <w:rsid w:val="00104730"/>
    <w:rsid w:val="00104A93"/>
    <w:rsid w:val="001052B4"/>
    <w:rsid w:val="001052E5"/>
    <w:rsid w:val="001055CE"/>
    <w:rsid w:val="001059B1"/>
    <w:rsid w:val="001059F6"/>
    <w:rsid w:val="00105BA1"/>
    <w:rsid w:val="001061BF"/>
    <w:rsid w:val="00106582"/>
    <w:rsid w:val="0010686F"/>
    <w:rsid w:val="00106A03"/>
    <w:rsid w:val="00106D4F"/>
    <w:rsid w:val="001071A9"/>
    <w:rsid w:val="0010743C"/>
    <w:rsid w:val="001074B4"/>
    <w:rsid w:val="001076CC"/>
    <w:rsid w:val="001078DB"/>
    <w:rsid w:val="00107B81"/>
    <w:rsid w:val="00107C75"/>
    <w:rsid w:val="00107D2C"/>
    <w:rsid w:val="00107ED3"/>
    <w:rsid w:val="00107F0D"/>
    <w:rsid w:val="001101A6"/>
    <w:rsid w:val="0011077F"/>
    <w:rsid w:val="00110A9A"/>
    <w:rsid w:val="00111054"/>
    <w:rsid w:val="00111435"/>
    <w:rsid w:val="00111609"/>
    <w:rsid w:val="001123BC"/>
    <w:rsid w:val="0011271B"/>
    <w:rsid w:val="001129E3"/>
    <w:rsid w:val="00112BA3"/>
    <w:rsid w:val="00112E9B"/>
    <w:rsid w:val="00113A37"/>
    <w:rsid w:val="00113BFA"/>
    <w:rsid w:val="00113E81"/>
    <w:rsid w:val="00114225"/>
    <w:rsid w:val="00114361"/>
    <w:rsid w:val="001143AA"/>
    <w:rsid w:val="001147C2"/>
    <w:rsid w:val="001148A1"/>
    <w:rsid w:val="00114BB2"/>
    <w:rsid w:val="00114E5B"/>
    <w:rsid w:val="0011533D"/>
    <w:rsid w:val="001153CD"/>
    <w:rsid w:val="00115504"/>
    <w:rsid w:val="00115751"/>
    <w:rsid w:val="00115C03"/>
    <w:rsid w:val="001160E3"/>
    <w:rsid w:val="001163A9"/>
    <w:rsid w:val="00116429"/>
    <w:rsid w:val="00116778"/>
    <w:rsid w:val="001169FD"/>
    <w:rsid w:val="00117372"/>
    <w:rsid w:val="001176B0"/>
    <w:rsid w:val="0011783A"/>
    <w:rsid w:val="00117F5F"/>
    <w:rsid w:val="00117F84"/>
    <w:rsid w:val="00117FA9"/>
    <w:rsid w:val="00117FE1"/>
    <w:rsid w:val="00120A3F"/>
    <w:rsid w:val="00120A6F"/>
    <w:rsid w:val="0012111D"/>
    <w:rsid w:val="00121462"/>
    <w:rsid w:val="001219C0"/>
    <w:rsid w:val="00121B90"/>
    <w:rsid w:val="00121D74"/>
    <w:rsid w:val="0012201A"/>
    <w:rsid w:val="00122057"/>
    <w:rsid w:val="00122203"/>
    <w:rsid w:val="00122346"/>
    <w:rsid w:val="001223A6"/>
    <w:rsid w:val="00122490"/>
    <w:rsid w:val="00122498"/>
    <w:rsid w:val="001224F7"/>
    <w:rsid w:val="00122516"/>
    <w:rsid w:val="001229D5"/>
    <w:rsid w:val="00122BC1"/>
    <w:rsid w:val="00122CB1"/>
    <w:rsid w:val="00122CDD"/>
    <w:rsid w:val="00122DE3"/>
    <w:rsid w:val="00123450"/>
    <w:rsid w:val="00123647"/>
    <w:rsid w:val="00123863"/>
    <w:rsid w:val="00124786"/>
    <w:rsid w:val="00124F9A"/>
    <w:rsid w:val="00125338"/>
    <w:rsid w:val="00125508"/>
    <w:rsid w:val="00125654"/>
    <w:rsid w:val="00125C6E"/>
    <w:rsid w:val="00125E5A"/>
    <w:rsid w:val="00126058"/>
    <w:rsid w:val="00126397"/>
    <w:rsid w:val="00126606"/>
    <w:rsid w:val="00126906"/>
    <w:rsid w:val="001271A4"/>
    <w:rsid w:val="00127219"/>
    <w:rsid w:val="001272F6"/>
    <w:rsid w:val="00127AB7"/>
    <w:rsid w:val="00127AB9"/>
    <w:rsid w:val="00127F1D"/>
    <w:rsid w:val="00130300"/>
    <w:rsid w:val="00130407"/>
    <w:rsid w:val="001308D9"/>
    <w:rsid w:val="00130963"/>
    <w:rsid w:val="00130C2F"/>
    <w:rsid w:val="00130D8D"/>
    <w:rsid w:val="00130F83"/>
    <w:rsid w:val="00130FD6"/>
    <w:rsid w:val="001317AB"/>
    <w:rsid w:val="00131890"/>
    <w:rsid w:val="0013192E"/>
    <w:rsid w:val="00131C54"/>
    <w:rsid w:val="00131EAF"/>
    <w:rsid w:val="00131F50"/>
    <w:rsid w:val="00132725"/>
    <w:rsid w:val="00132874"/>
    <w:rsid w:val="00132F5F"/>
    <w:rsid w:val="001332C7"/>
    <w:rsid w:val="00133840"/>
    <w:rsid w:val="00133FE9"/>
    <w:rsid w:val="0013419D"/>
    <w:rsid w:val="001342F3"/>
    <w:rsid w:val="001342FC"/>
    <w:rsid w:val="00134489"/>
    <w:rsid w:val="001344E2"/>
    <w:rsid w:val="0013479C"/>
    <w:rsid w:val="00134AD4"/>
    <w:rsid w:val="00134DDA"/>
    <w:rsid w:val="001356C4"/>
    <w:rsid w:val="001359B5"/>
    <w:rsid w:val="001360F0"/>
    <w:rsid w:val="001363AB"/>
    <w:rsid w:val="0013646C"/>
    <w:rsid w:val="00136AFA"/>
    <w:rsid w:val="00136BEE"/>
    <w:rsid w:val="00136BF1"/>
    <w:rsid w:val="00136D3B"/>
    <w:rsid w:val="001375A4"/>
    <w:rsid w:val="00137BE9"/>
    <w:rsid w:val="00140118"/>
    <w:rsid w:val="001412AA"/>
    <w:rsid w:val="0014160E"/>
    <w:rsid w:val="0014162B"/>
    <w:rsid w:val="00141885"/>
    <w:rsid w:val="00141C95"/>
    <w:rsid w:val="00141F2B"/>
    <w:rsid w:val="00141F57"/>
    <w:rsid w:val="001422A1"/>
    <w:rsid w:val="00142673"/>
    <w:rsid w:val="00143742"/>
    <w:rsid w:val="001438EF"/>
    <w:rsid w:val="0014394B"/>
    <w:rsid w:val="00143C9B"/>
    <w:rsid w:val="00143FD8"/>
    <w:rsid w:val="001441C9"/>
    <w:rsid w:val="001445BE"/>
    <w:rsid w:val="001446BF"/>
    <w:rsid w:val="0014484D"/>
    <w:rsid w:val="00144923"/>
    <w:rsid w:val="00144C5D"/>
    <w:rsid w:val="00144C8F"/>
    <w:rsid w:val="00145652"/>
    <w:rsid w:val="001458CB"/>
    <w:rsid w:val="00145A56"/>
    <w:rsid w:val="00145CA1"/>
    <w:rsid w:val="00146276"/>
    <w:rsid w:val="00146ED2"/>
    <w:rsid w:val="00146FD7"/>
    <w:rsid w:val="00147788"/>
    <w:rsid w:val="001479B1"/>
    <w:rsid w:val="00147AD4"/>
    <w:rsid w:val="00147D7C"/>
    <w:rsid w:val="001505D8"/>
    <w:rsid w:val="00150CBE"/>
    <w:rsid w:val="00150D1D"/>
    <w:rsid w:val="00151033"/>
    <w:rsid w:val="00151151"/>
    <w:rsid w:val="001512E8"/>
    <w:rsid w:val="00151327"/>
    <w:rsid w:val="00151826"/>
    <w:rsid w:val="001518E9"/>
    <w:rsid w:val="00151BC0"/>
    <w:rsid w:val="00151CEF"/>
    <w:rsid w:val="00151F30"/>
    <w:rsid w:val="001520BC"/>
    <w:rsid w:val="0015266B"/>
    <w:rsid w:val="001527F3"/>
    <w:rsid w:val="0015312B"/>
    <w:rsid w:val="0015316F"/>
    <w:rsid w:val="00153B37"/>
    <w:rsid w:val="00153CEB"/>
    <w:rsid w:val="00153FEA"/>
    <w:rsid w:val="001542C2"/>
    <w:rsid w:val="00154461"/>
    <w:rsid w:val="001546EE"/>
    <w:rsid w:val="001546F7"/>
    <w:rsid w:val="00154D20"/>
    <w:rsid w:val="001550C6"/>
    <w:rsid w:val="0015513F"/>
    <w:rsid w:val="00155450"/>
    <w:rsid w:val="001555E6"/>
    <w:rsid w:val="00155730"/>
    <w:rsid w:val="0015577D"/>
    <w:rsid w:val="001558C1"/>
    <w:rsid w:val="00155B95"/>
    <w:rsid w:val="00156073"/>
    <w:rsid w:val="0015613A"/>
    <w:rsid w:val="0015639D"/>
    <w:rsid w:val="00156651"/>
    <w:rsid w:val="00156D7D"/>
    <w:rsid w:val="00156EBB"/>
    <w:rsid w:val="001572BA"/>
    <w:rsid w:val="001577A4"/>
    <w:rsid w:val="001578B2"/>
    <w:rsid w:val="001579EC"/>
    <w:rsid w:val="00157BE5"/>
    <w:rsid w:val="00157CA0"/>
    <w:rsid w:val="00160109"/>
    <w:rsid w:val="001603C5"/>
    <w:rsid w:val="00160C5C"/>
    <w:rsid w:val="00161578"/>
    <w:rsid w:val="001616BD"/>
    <w:rsid w:val="001619B5"/>
    <w:rsid w:val="00161B65"/>
    <w:rsid w:val="00161E41"/>
    <w:rsid w:val="001628CE"/>
    <w:rsid w:val="00162969"/>
    <w:rsid w:val="00162F44"/>
    <w:rsid w:val="001630B3"/>
    <w:rsid w:val="0016341A"/>
    <w:rsid w:val="00163503"/>
    <w:rsid w:val="00163D62"/>
    <w:rsid w:val="0016445A"/>
    <w:rsid w:val="0016481B"/>
    <w:rsid w:val="00164B90"/>
    <w:rsid w:val="00164C0A"/>
    <w:rsid w:val="00165075"/>
    <w:rsid w:val="00165276"/>
    <w:rsid w:val="001652DA"/>
    <w:rsid w:val="0016533B"/>
    <w:rsid w:val="001653A1"/>
    <w:rsid w:val="001653CB"/>
    <w:rsid w:val="00165477"/>
    <w:rsid w:val="0016555E"/>
    <w:rsid w:val="001656FD"/>
    <w:rsid w:val="0016634A"/>
    <w:rsid w:val="001664F8"/>
    <w:rsid w:val="00166CD7"/>
    <w:rsid w:val="00166E68"/>
    <w:rsid w:val="0016707A"/>
    <w:rsid w:val="0016709A"/>
    <w:rsid w:val="001676BB"/>
    <w:rsid w:val="001676C1"/>
    <w:rsid w:val="00167F5B"/>
    <w:rsid w:val="001703F3"/>
    <w:rsid w:val="001704E3"/>
    <w:rsid w:val="00170A40"/>
    <w:rsid w:val="00170BD4"/>
    <w:rsid w:val="00171236"/>
    <w:rsid w:val="00171BDD"/>
    <w:rsid w:val="0017200F"/>
    <w:rsid w:val="001720FE"/>
    <w:rsid w:val="00172352"/>
    <w:rsid w:val="001725E3"/>
    <w:rsid w:val="00172E74"/>
    <w:rsid w:val="00172EFB"/>
    <w:rsid w:val="00172F86"/>
    <w:rsid w:val="00173180"/>
    <w:rsid w:val="0017342C"/>
    <w:rsid w:val="00173539"/>
    <w:rsid w:val="00173B7C"/>
    <w:rsid w:val="0017448E"/>
    <w:rsid w:val="001745A3"/>
    <w:rsid w:val="00174694"/>
    <w:rsid w:val="001747C6"/>
    <w:rsid w:val="0017484D"/>
    <w:rsid w:val="00174A19"/>
    <w:rsid w:val="00174BF1"/>
    <w:rsid w:val="00174ECB"/>
    <w:rsid w:val="00175224"/>
    <w:rsid w:val="0017589D"/>
    <w:rsid w:val="00175973"/>
    <w:rsid w:val="00175BBE"/>
    <w:rsid w:val="001763E0"/>
    <w:rsid w:val="00176412"/>
    <w:rsid w:val="00176569"/>
    <w:rsid w:val="00176C5F"/>
    <w:rsid w:val="00176C9F"/>
    <w:rsid w:val="00176EDF"/>
    <w:rsid w:val="001773BF"/>
    <w:rsid w:val="001778AA"/>
    <w:rsid w:val="001778B1"/>
    <w:rsid w:val="00177966"/>
    <w:rsid w:val="00177DB7"/>
    <w:rsid w:val="00177E12"/>
    <w:rsid w:val="00177EB1"/>
    <w:rsid w:val="001807AC"/>
    <w:rsid w:val="001807BA"/>
    <w:rsid w:val="00180BEE"/>
    <w:rsid w:val="00180D53"/>
    <w:rsid w:val="00180FFE"/>
    <w:rsid w:val="001814E5"/>
    <w:rsid w:val="001815C5"/>
    <w:rsid w:val="0018166A"/>
    <w:rsid w:val="00181973"/>
    <w:rsid w:val="00182085"/>
    <w:rsid w:val="001821E3"/>
    <w:rsid w:val="001823FB"/>
    <w:rsid w:val="00182491"/>
    <w:rsid w:val="00182BE8"/>
    <w:rsid w:val="00183065"/>
    <w:rsid w:val="0018306C"/>
    <w:rsid w:val="00183D0B"/>
    <w:rsid w:val="0018411E"/>
    <w:rsid w:val="0018428A"/>
    <w:rsid w:val="00184340"/>
    <w:rsid w:val="001843CA"/>
    <w:rsid w:val="00184EEA"/>
    <w:rsid w:val="00185318"/>
    <w:rsid w:val="001856B1"/>
    <w:rsid w:val="00185705"/>
    <w:rsid w:val="0018580D"/>
    <w:rsid w:val="00185876"/>
    <w:rsid w:val="00185A54"/>
    <w:rsid w:val="00185DD6"/>
    <w:rsid w:val="00185E24"/>
    <w:rsid w:val="00185EFF"/>
    <w:rsid w:val="00185F6F"/>
    <w:rsid w:val="001863A1"/>
    <w:rsid w:val="00186475"/>
    <w:rsid w:val="00186941"/>
    <w:rsid w:val="00186D56"/>
    <w:rsid w:val="00186DCE"/>
    <w:rsid w:val="00186FF4"/>
    <w:rsid w:val="00187187"/>
    <w:rsid w:val="001874F5"/>
    <w:rsid w:val="00187832"/>
    <w:rsid w:val="00187AB1"/>
    <w:rsid w:val="00190155"/>
    <w:rsid w:val="0019025F"/>
    <w:rsid w:val="00190298"/>
    <w:rsid w:val="00190E4E"/>
    <w:rsid w:val="00191A80"/>
    <w:rsid w:val="00191B1D"/>
    <w:rsid w:val="00191B94"/>
    <w:rsid w:val="00191F44"/>
    <w:rsid w:val="0019209C"/>
    <w:rsid w:val="001920A0"/>
    <w:rsid w:val="001920E5"/>
    <w:rsid w:val="001921AD"/>
    <w:rsid w:val="001922FD"/>
    <w:rsid w:val="001924CA"/>
    <w:rsid w:val="00192C33"/>
    <w:rsid w:val="00192E24"/>
    <w:rsid w:val="00193DEC"/>
    <w:rsid w:val="00193F6C"/>
    <w:rsid w:val="0019425A"/>
    <w:rsid w:val="001944C9"/>
    <w:rsid w:val="00194A03"/>
    <w:rsid w:val="00194AEB"/>
    <w:rsid w:val="00194C99"/>
    <w:rsid w:val="00194CBB"/>
    <w:rsid w:val="00195018"/>
    <w:rsid w:val="00195258"/>
    <w:rsid w:val="00195ABB"/>
    <w:rsid w:val="00196AAD"/>
    <w:rsid w:val="00196CE6"/>
    <w:rsid w:val="001971C9"/>
    <w:rsid w:val="00197BC6"/>
    <w:rsid w:val="00197CDB"/>
    <w:rsid w:val="00197D4A"/>
    <w:rsid w:val="00197E2C"/>
    <w:rsid w:val="001A01A6"/>
    <w:rsid w:val="001A03C8"/>
    <w:rsid w:val="001A0806"/>
    <w:rsid w:val="001A0B16"/>
    <w:rsid w:val="001A0BC5"/>
    <w:rsid w:val="001A0BEC"/>
    <w:rsid w:val="001A1170"/>
    <w:rsid w:val="001A158C"/>
    <w:rsid w:val="001A192B"/>
    <w:rsid w:val="001A2418"/>
    <w:rsid w:val="001A24D9"/>
    <w:rsid w:val="001A2777"/>
    <w:rsid w:val="001A2DA2"/>
    <w:rsid w:val="001A2F24"/>
    <w:rsid w:val="001A2F6C"/>
    <w:rsid w:val="001A3099"/>
    <w:rsid w:val="001A34A7"/>
    <w:rsid w:val="001A36CB"/>
    <w:rsid w:val="001A3DB0"/>
    <w:rsid w:val="001A3F91"/>
    <w:rsid w:val="001A4138"/>
    <w:rsid w:val="001A4850"/>
    <w:rsid w:val="001A497E"/>
    <w:rsid w:val="001A541D"/>
    <w:rsid w:val="001A54A6"/>
    <w:rsid w:val="001A5B40"/>
    <w:rsid w:val="001A5B4E"/>
    <w:rsid w:val="001A5DEE"/>
    <w:rsid w:val="001A5F3C"/>
    <w:rsid w:val="001A661F"/>
    <w:rsid w:val="001A68FE"/>
    <w:rsid w:val="001A6A31"/>
    <w:rsid w:val="001A7727"/>
    <w:rsid w:val="001A77B2"/>
    <w:rsid w:val="001A7AF6"/>
    <w:rsid w:val="001A7B95"/>
    <w:rsid w:val="001A7F13"/>
    <w:rsid w:val="001A7F2D"/>
    <w:rsid w:val="001B0916"/>
    <w:rsid w:val="001B0BFA"/>
    <w:rsid w:val="001B128D"/>
    <w:rsid w:val="001B1563"/>
    <w:rsid w:val="001B1633"/>
    <w:rsid w:val="001B1788"/>
    <w:rsid w:val="001B1A6F"/>
    <w:rsid w:val="001B1CDF"/>
    <w:rsid w:val="001B2216"/>
    <w:rsid w:val="001B245E"/>
    <w:rsid w:val="001B26B5"/>
    <w:rsid w:val="001B2B1E"/>
    <w:rsid w:val="001B2B9B"/>
    <w:rsid w:val="001B2C2B"/>
    <w:rsid w:val="001B307A"/>
    <w:rsid w:val="001B31D7"/>
    <w:rsid w:val="001B3451"/>
    <w:rsid w:val="001B376B"/>
    <w:rsid w:val="001B38F6"/>
    <w:rsid w:val="001B3C11"/>
    <w:rsid w:val="001B3F4B"/>
    <w:rsid w:val="001B4019"/>
    <w:rsid w:val="001B43F0"/>
    <w:rsid w:val="001B4A2F"/>
    <w:rsid w:val="001B55BC"/>
    <w:rsid w:val="001B5982"/>
    <w:rsid w:val="001B5D33"/>
    <w:rsid w:val="001B5F2B"/>
    <w:rsid w:val="001B5FEC"/>
    <w:rsid w:val="001B6198"/>
    <w:rsid w:val="001B61D4"/>
    <w:rsid w:val="001B6532"/>
    <w:rsid w:val="001B6738"/>
    <w:rsid w:val="001B6912"/>
    <w:rsid w:val="001B69A4"/>
    <w:rsid w:val="001B7316"/>
    <w:rsid w:val="001B781C"/>
    <w:rsid w:val="001B7983"/>
    <w:rsid w:val="001C02E9"/>
    <w:rsid w:val="001C046D"/>
    <w:rsid w:val="001C0671"/>
    <w:rsid w:val="001C0A4B"/>
    <w:rsid w:val="001C0B96"/>
    <w:rsid w:val="001C0E29"/>
    <w:rsid w:val="001C0F23"/>
    <w:rsid w:val="001C1410"/>
    <w:rsid w:val="001C14CF"/>
    <w:rsid w:val="001C1994"/>
    <w:rsid w:val="001C19DD"/>
    <w:rsid w:val="001C1FEB"/>
    <w:rsid w:val="001C2430"/>
    <w:rsid w:val="001C2532"/>
    <w:rsid w:val="001C3595"/>
    <w:rsid w:val="001C3609"/>
    <w:rsid w:val="001C3859"/>
    <w:rsid w:val="001C38C0"/>
    <w:rsid w:val="001C3AA7"/>
    <w:rsid w:val="001C4065"/>
    <w:rsid w:val="001C40BD"/>
    <w:rsid w:val="001C416B"/>
    <w:rsid w:val="001C4227"/>
    <w:rsid w:val="001C42B6"/>
    <w:rsid w:val="001C43B6"/>
    <w:rsid w:val="001C49AC"/>
    <w:rsid w:val="001C4CA2"/>
    <w:rsid w:val="001C4CB6"/>
    <w:rsid w:val="001C4ED7"/>
    <w:rsid w:val="001C4F79"/>
    <w:rsid w:val="001C51A5"/>
    <w:rsid w:val="001C5632"/>
    <w:rsid w:val="001C5762"/>
    <w:rsid w:val="001C5D0D"/>
    <w:rsid w:val="001C64DD"/>
    <w:rsid w:val="001C6781"/>
    <w:rsid w:val="001C6913"/>
    <w:rsid w:val="001C6CFE"/>
    <w:rsid w:val="001C6F8B"/>
    <w:rsid w:val="001C71A4"/>
    <w:rsid w:val="001C7246"/>
    <w:rsid w:val="001C74BB"/>
    <w:rsid w:val="001C7686"/>
    <w:rsid w:val="001C7793"/>
    <w:rsid w:val="001C7BE1"/>
    <w:rsid w:val="001C7DA9"/>
    <w:rsid w:val="001D0072"/>
    <w:rsid w:val="001D0216"/>
    <w:rsid w:val="001D0472"/>
    <w:rsid w:val="001D0EF9"/>
    <w:rsid w:val="001D1086"/>
    <w:rsid w:val="001D18D4"/>
    <w:rsid w:val="001D1921"/>
    <w:rsid w:val="001D19D2"/>
    <w:rsid w:val="001D1A34"/>
    <w:rsid w:val="001D1BBD"/>
    <w:rsid w:val="001D1EDF"/>
    <w:rsid w:val="001D20E1"/>
    <w:rsid w:val="001D294D"/>
    <w:rsid w:val="001D2AC3"/>
    <w:rsid w:val="001D2C0B"/>
    <w:rsid w:val="001D2C5B"/>
    <w:rsid w:val="001D321C"/>
    <w:rsid w:val="001D37F3"/>
    <w:rsid w:val="001D38D2"/>
    <w:rsid w:val="001D51F6"/>
    <w:rsid w:val="001D584B"/>
    <w:rsid w:val="001D58E5"/>
    <w:rsid w:val="001D5D48"/>
    <w:rsid w:val="001D5D9C"/>
    <w:rsid w:val="001D5E3F"/>
    <w:rsid w:val="001D693A"/>
    <w:rsid w:val="001D69A7"/>
    <w:rsid w:val="001D6A9E"/>
    <w:rsid w:val="001D6B3C"/>
    <w:rsid w:val="001D6B40"/>
    <w:rsid w:val="001D7222"/>
    <w:rsid w:val="001D74C4"/>
    <w:rsid w:val="001D75E0"/>
    <w:rsid w:val="001D7733"/>
    <w:rsid w:val="001D7A2A"/>
    <w:rsid w:val="001D7BEA"/>
    <w:rsid w:val="001D7C51"/>
    <w:rsid w:val="001D7CFA"/>
    <w:rsid w:val="001D7EF9"/>
    <w:rsid w:val="001E0128"/>
    <w:rsid w:val="001E015C"/>
    <w:rsid w:val="001E0484"/>
    <w:rsid w:val="001E0779"/>
    <w:rsid w:val="001E1120"/>
    <w:rsid w:val="001E1852"/>
    <w:rsid w:val="001E18A2"/>
    <w:rsid w:val="001E232A"/>
    <w:rsid w:val="001E288B"/>
    <w:rsid w:val="001E2BD2"/>
    <w:rsid w:val="001E2C24"/>
    <w:rsid w:val="001E2E5F"/>
    <w:rsid w:val="001E2E88"/>
    <w:rsid w:val="001E2F37"/>
    <w:rsid w:val="001E2FF5"/>
    <w:rsid w:val="001E3223"/>
    <w:rsid w:val="001E32DB"/>
    <w:rsid w:val="001E3391"/>
    <w:rsid w:val="001E3AE8"/>
    <w:rsid w:val="001E3BC7"/>
    <w:rsid w:val="001E3BF0"/>
    <w:rsid w:val="001E41CF"/>
    <w:rsid w:val="001E435C"/>
    <w:rsid w:val="001E454E"/>
    <w:rsid w:val="001E4C82"/>
    <w:rsid w:val="001E531A"/>
    <w:rsid w:val="001E5627"/>
    <w:rsid w:val="001E564B"/>
    <w:rsid w:val="001E588F"/>
    <w:rsid w:val="001E5AA3"/>
    <w:rsid w:val="001E5FD1"/>
    <w:rsid w:val="001E6350"/>
    <w:rsid w:val="001E6CE3"/>
    <w:rsid w:val="001E6FCC"/>
    <w:rsid w:val="001E77CF"/>
    <w:rsid w:val="001E7906"/>
    <w:rsid w:val="001E7AB3"/>
    <w:rsid w:val="001E7B00"/>
    <w:rsid w:val="001E7C89"/>
    <w:rsid w:val="001E7FF8"/>
    <w:rsid w:val="001F0039"/>
    <w:rsid w:val="001F0311"/>
    <w:rsid w:val="001F0B4B"/>
    <w:rsid w:val="001F0C25"/>
    <w:rsid w:val="001F0E20"/>
    <w:rsid w:val="001F115B"/>
    <w:rsid w:val="001F1464"/>
    <w:rsid w:val="001F15E9"/>
    <w:rsid w:val="001F1683"/>
    <w:rsid w:val="001F17C8"/>
    <w:rsid w:val="001F1B64"/>
    <w:rsid w:val="001F1E60"/>
    <w:rsid w:val="001F213F"/>
    <w:rsid w:val="001F22FD"/>
    <w:rsid w:val="001F25A9"/>
    <w:rsid w:val="001F2637"/>
    <w:rsid w:val="001F2AD2"/>
    <w:rsid w:val="001F2E36"/>
    <w:rsid w:val="001F3282"/>
    <w:rsid w:val="001F3453"/>
    <w:rsid w:val="001F3CAC"/>
    <w:rsid w:val="001F3F6D"/>
    <w:rsid w:val="001F4404"/>
    <w:rsid w:val="001F4A9B"/>
    <w:rsid w:val="001F5276"/>
    <w:rsid w:val="001F5346"/>
    <w:rsid w:val="001F53BD"/>
    <w:rsid w:val="001F5565"/>
    <w:rsid w:val="001F5C91"/>
    <w:rsid w:val="001F5E6C"/>
    <w:rsid w:val="001F6013"/>
    <w:rsid w:val="001F614A"/>
    <w:rsid w:val="001F62DA"/>
    <w:rsid w:val="001F6301"/>
    <w:rsid w:val="001F6C7E"/>
    <w:rsid w:val="001F6DE9"/>
    <w:rsid w:val="001F6E16"/>
    <w:rsid w:val="001F7010"/>
    <w:rsid w:val="001F74C2"/>
    <w:rsid w:val="001F75C9"/>
    <w:rsid w:val="001F75CC"/>
    <w:rsid w:val="001F7693"/>
    <w:rsid w:val="001F7919"/>
    <w:rsid w:val="001F7AB5"/>
    <w:rsid w:val="001F7AF3"/>
    <w:rsid w:val="001F7BD7"/>
    <w:rsid w:val="001F7C68"/>
    <w:rsid w:val="0020005E"/>
    <w:rsid w:val="00200364"/>
    <w:rsid w:val="002004F4"/>
    <w:rsid w:val="00200B70"/>
    <w:rsid w:val="00200C88"/>
    <w:rsid w:val="00200E41"/>
    <w:rsid w:val="00200F70"/>
    <w:rsid w:val="0020108D"/>
    <w:rsid w:val="002015D3"/>
    <w:rsid w:val="00201605"/>
    <w:rsid w:val="00201E31"/>
    <w:rsid w:val="00201F36"/>
    <w:rsid w:val="002028CB"/>
    <w:rsid w:val="00203093"/>
    <w:rsid w:val="002030DF"/>
    <w:rsid w:val="0020318B"/>
    <w:rsid w:val="00203ACB"/>
    <w:rsid w:val="00204210"/>
    <w:rsid w:val="002045A9"/>
    <w:rsid w:val="0020487B"/>
    <w:rsid w:val="00205385"/>
    <w:rsid w:val="002054BD"/>
    <w:rsid w:val="0020570D"/>
    <w:rsid w:val="00205E87"/>
    <w:rsid w:val="00206241"/>
    <w:rsid w:val="00206426"/>
    <w:rsid w:val="0020646F"/>
    <w:rsid w:val="0020694A"/>
    <w:rsid w:val="002069EB"/>
    <w:rsid w:val="00206ADE"/>
    <w:rsid w:val="00206CD1"/>
    <w:rsid w:val="00206EEA"/>
    <w:rsid w:val="002072EB"/>
    <w:rsid w:val="00207608"/>
    <w:rsid w:val="00207656"/>
    <w:rsid w:val="002076AB"/>
    <w:rsid w:val="00207786"/>
    <w:rsid w:val="0020798F"/>
    <w:rsid w:val="00207AE6"/>
    <w:rsid w:val="002100C6"/>
    <w:rsid w:val="002101ED"/>
    <w:rsid w:val="002103E0"/>
    <w:rsid w:val="00210632"/>
    <w:rsid w:val="0021098F"/>
    <w:rsid w:val="002109F9"/>
    <w:rsid w:val="00210DE4"/>
    <w:rsid w:val="00210EB2"/>
    <w:rsid w:val="00211137"/>
    <w:rsid w:val="0021124E"/>
    <w:rsid w:val="002113F4"/>
    <w:rsid w:val="00211508"/>
    <w:rsid w:val="002119DD"/>
    <w:rsid w:val="00211FE2"/>
    <w:rsid w:val="00211FF0"/>
    <w:rsid w:val="00212506"/>
    <w:rsid w:val="002128F4"/>
    <w:rsid w:val="002129C0"/>
    <w:rsid w:val="00212A0C"/>
    <w:rsid w:val="00212B39"/>
    <w:rsid w:val="00212ECE"/>
    <w:rsid w:val="00213281"/>
    <w:rsid w:val="00213484"/>
    <w:rsid w:val="00213759"/>
    <w:rsid w:val="00213BC1"/>
    <w:rsid w:val="00213E67"/>
    <w:rsid w:val="00214789"/>
    <w:rsid w:val="00214861"/>
    <w:rsid w:val="00214875"/>
    <w:rsid w:val="00215FEB"/>
    <w:rsid w:val="00216DE0"/>
    <w:rsid w:val="00216E55"/>
    <w:rsid w:val="002173CD"/>
    <w:rsid w:val="0021781C"/>
    <w:rsid w:val="002178E4"/>
    <w:rsid w:val="002179AB"/>
    <w:rsid w:val="00217A74"/>
    <w:rsid w:val="00217AC9"/>
    <w:rsid w:val="00217ECD"/>
    <w:rsid w:val="0022053A"/>
    <w:rsid w:val="00220857"/>
    <w:rsid w:val="00220C5D"/>
    <w:rsid w:val="00220CB1"/>
    <w:rsid w:val="00220D26"/>
    <w:rsid w:val="0022100E"/>
    <w:rsid w:val="00221367"/>
    <w:rsid w:val="00221D36"/>
    <w:rsid w:val="00221F4A"/>
    <w:rsid w:val="00222359"/>
    <w:rsid w:val="00222669"/>
    <w:rsid w:val="00222DBA"/>
    <w:rsid w:val="0022330D"/>
    <w:rsid w:val="0022338B"/>
    <w:rsid w:val="00223567"/>
    <w:rsid w:val="002236E1"/>
    <w:rsid w:val="002237BD"/>
    <w:rsid w:val="002237D5"/>
    <w:rsid w:val="0022384F"/>
    <w:rsid w:val="002239A8"/>
    <w:rsid w:val="00223B73"/>
    <w:rsid w:val="00223B8A"/>
    <w:rsid w:val="00223F4B"/>
    <w:rsid w:val="00224703"/>
    <w:rsid w:val="00224790"/>
    <w:rsid w:val="00224AC7"/>
    <w:rsid w:val="002250EF"/>
    <w:rsid w:val="002251E1"/>
    <w:rsid w:val="0022534A"/>
    <w:rsid w:val="00225371"/>
    <w:rsid w:val="002253BE"/>
    <w:rsid w:val="002255F1"/>
    <w:rsid w:val="00225844"/>
    <w:rsid w:val="00225B32"/>
    <w:rsid w:val="00225BBF"/>
    <w:rsid w:val="00226528"/>
    <w:rsid w:val="00226707"/>
    <w:rsid w:val="00226750"/>
    <w:rsid w:val="00226953"/>
    <w:rsid w:val="002276E8"/>
    <w:rsid w:val="00227749"/>
    <w:rsid w:val="00227EA4"/>
    <w:rsid w:val="002300B9"/>
    <w:rsid w:val="002303D2"/>
    <w:rsid w:val="002307D4"/>
    <w:rsid w:val="0023091E"/>
    <w:rsid w:val="00231C6E"/>
    <w:rsid w:val="00232046"/>
    <w:rsid w:val="002323D6"/>
    <w:rsid w:val="00232862"/>
    <w:rsid w:val="0023295A"/>
    <w:rsid w:val="00232C7F"/>
    <w:rsid w:val="00232CA7"/>
    <w:rsid w:val="00232EF6"/>
    <w:rsid w:val="00233020"/>
    <w:rsid w:val="00233197"/>
    <w:rsid w:val="00233456"/>
    <w:rsid w:val="002334B9"/>
    <w:rsid w:val="00233B6C"/>
    <w:rsid w:val="00233D5A"/>
    <w:rsid w:val="00233DDD"/>
    <w:rsid w:val="00233E7F"/>
    <w:rsid w:val="00234BFA"/>
    <w:rsid w:val="00234E6C"/>
    <w:rsid w:val="0023516D"/>
    <w:rsid w:val="0023535D"/>
    <w:rsid w:val="002353B2"/>
    <w:rsid w:val="00235964"/>
    <w:rsid w:val="00235A69"/>
    <w:rsid w:val="00236348"/>
    <w:rsid w:val="00236820"/>
    <w:rsid w:val="00236E80"/>
    <w:rsid w:val="00236FE3"/>
    <w:rsid w:val="0023734E"/>
    <w:rsid w:val="0023758F"/>
    <w:rsid w:val="002377B8"/>
    <w:rsid w:val="002379D6"/>
    <w:rsid w:val="00237B34"/>
    <w:rsid w:val="00237C9C"/>
    <w:rsid w:val="00237D61"/>
    <w:rsid w:val="00240087"/>
    <w:rsid w:val="00240296"/>
    <w:rsid w:val="00240D73"/>
    <w:rsid w:val="002411FB"/>
    <w:rsid w:val="002414D9"/>
    <w:rsid w:val="0024159B"/>
    <w:rsid w:val="00241A51"/>
    <w:rsid w:val="00241FC5"/>
    <w:rsid w:val="002421F2"/>
    <w:rsid w:val="00242685"/>
    <w:rsid w:val="00242AF7"/>
    <w:rsid w:val="00242B14"/>
    <w:rsid w:val="00242CB1"/>
    <w:rsid w:val="00242E83"/>
    <w:rsid w:val="002432E8"/>
    <w:rsid w:val="0024342C"/>
    <w:rsid w:val="00243C2F"/>
    <w:rsid w:val="002442AA"/>
    <w:rsid w:val="002449CC"/>
    <w:rsid w:val="00244A57"/>
    <w:rsid w:val="00244BD1"/>
    <w:rsid w:val="00244E26"/>
    <w:rsid w:val="00244F4E"/>
    <w:rsid w:val="0024512D"/>
    <w:rsid w:val="00245578"/>
    <w:rsid w:val="00245945"/>
    <w:rsid w:val="002459F8"/>
    <w:rsid w:val="00246A5B"/>
    <w:rsid w:val="00246BD9"/>
    <w:rsid w:val="00246C7B"/>
    <w:rsid w:val="00246D9A"/>
    <w:rsid w:val="00246E33"/>
    <w:rsid w:val="0024728E"/>
    <w:rsid w:val="00247816"/>
    <w:rsid w:val="00247FCB"/>
    <w:rsid w:val="00250055"/>
    <w:rsid w:val="00250096"/>
    <w:rsid w:val="002501F0"/>
    <w:rsid w:val="002501FF"/>
    <w:rsid w:val="0025032E"/>
    <w:rsid w:val="00250383"/>
    <w:rsid w:val="00250688"/>
    <w:rsid w:val="002507C2"/>
    <w:rsid w:val="00250B7D"/>
    <w:rsid w:val="00251150"/>
    <w:rsid w:val="002512E3"/>
    <w:rsid w:val="002514D1"/>
    <w:rsid w:val="0025166B"/>
    <w:rsid w:val="002516AF"/>
    <w:rsid w:val="002516DC"/>
    <w:rsid w:val="00251B4E"/>
    <w:rsid w:val="00251D90"/>
    <w:rsid w:val="0025238C"/>
    <w:rsid w:val="00252757"/>
    <w:rsid w:val="002529E0"/>
    <w:rsid w:val="00252D81"/>
    <w:rsid w:val="00252FF7"/>
    <w:rsid w:val="00253282"/>
    <w:rsid w:val="0025401A"/>
    <w:rsid w:val="00254185"/>
    <w:rsid w:val="0025424F"/>
    <w:rsid w:val="00254D43"/>
    <w:rsid w:val="00254E9A"/>
    <w:rsid w:val="002554FB"/>
    <w:rsid w:val="002555AC"/>
    <w:rsid w:val="00255609"/>
    <w:rsid w:val="00255904"/>
    <w:rsid w:val="00255B91"/>
    <w:rsid w:val="00255C89"/>
    <w:rsid w:val="00255E13"/>
    <w:rsid w:val="00255E70"/>
    <w:rsid w:val="002560A3"/>
    <w:rsid w:val="002562EA"/>
    <w:rsid w:val="00256486"/>
    <w:rsid w:val="002569FB"/>
    <w:rsid w:val="00256E09"/>
    <w:rsid w:val="00256F08"/>
    <w:rsid w:val="0025709C"/>
    <w:rsid w:val="00257557"/>
    <w:rsid w:val="0025769E"/>
    <w:rsid w:val="00257ED5"/>
    <w:rsid w:val="00260B70"/>
    <w:rsid w:val="00261103"/>
    <w:rsid w:val="00261213"/>
    <w:rsid w:val="00261366"/>
    <w:rsid w:val="00262597"/>
    <w:rsid w:val="00262667"/>
    <w:rsid w:val="00262C35"/>
    <w:rsid w:val="00262C96"/>
    <w:rsid w:val="00262CDE"/>
    <w:rsid w:val="00263389"/>
    <w:rsid w:val="00263BC3"/>
    <w:rsid w:val="00263C2C"/>
    <w:rsid w:val="00263CB9"/>
    <w:rsid w:val="00263FDE"/>
    <w:rsid w:val="00264013"/>
    <w:rsid w:val="00264D47"/>
    <w:rsid w:val="00265245"/>
    <w:rsid w:val="002654FE"/>
    <w:rsid w:val="00265812"/>
    <w:rsid w:val="00266380"/>
    <w:rsid w:val="002663F6"/>
    <w:rsid w:val="002665B2"/>
    <w:rsid w:val="0026687B"/>
    <w:rsid w:val="002668A0"/>
    <w:rsid w:val="00266A9F"/>
    <w:rsid w:val="002671D7"/>
    <w:rsid w:val="002673CC"/>
    <w:rsid w:val="0026789E"/>
    <w:rsid w:val="00267D13"/>
    <w:rsid w:val="0027059B"/>
    <w:rsid w:val="002705F0"/>
    <w:rsid w:val="0027073B"/>
    <w:rsid w:val="00270DE1"/>
    <w:rsid w:val="00270E09"/>
    <w:rsid w:val="0027137B"/>
    <w:rsid w:val="002715EF"/>
    <w:rsid w:val="00271688"/>
    <w:rsid w:val="002718B3"/>
    <w:rsid w:val="00271BC5"/>
    <w:rsid w:val="00271DCF"/>
    <w:rsid w:val="00272148"/>
    <w:rsid w:val="002729D0"/>
    <w:rsid w:val="00272F53"/>
    <w:rsid w:val="00273AD0"/>
    <w:rsid w:val="00273C3F"/>
    <w:rsid w:val="00273F02"/>
    <w:rsid w:val="002748F5"/>
    <w:rsid w:val="00274988"/>
    <w:rsid w:val="00274AE5"/>
    <w:rsid w:val="00275693"/>
    <w:rsid w:val="002758BD"/>
    <w:rsid w:val="00275A58"/>
    <w:rsid w:val="00275CF6"/>
    <w:rsid w:val="0027600B"/>
    <w:rsid w:val="0027617B"/>
    <w:rsid w:val="00276C10"/>
    <w:rsid w:val="00276F37"/>
    <w:rsid w:val="002773C1"/>
    <w:rsid w:val="002774D6"/>
    <w:rsid w:val="00277951"/>
    <w:rsid w:val="00277AB8"/>
    <w:rsid w:val="00277BF7"/>
    <w:rsid w:val="00277CD5"/>
    <w:rsid w:val="00277E5A"/>
    <w:rsid w:val="00277E84"/>
    <w:rsid w:val="00277EC2"/>
    <w:rsid w:val="00280408"/>
    <w:rsid w:val="00280753"/>
    <w:rsid w:val="002813E8"/>
    <w:rsid w:val="00281465"/>
    <w:rsid w:val="00281912"/>
    <w:rsid w:val="00281B15"/>
    <w:rsid w:val="002823BC"/>
    <w:rsid w:val="002827FA"/>
    <w:rsid w:val="00282C08"/>
    <w:rsid w:val="00282D86"/>
    <w:rsid w:val="002831E2"/>
    <w:rsid w:val="00283435"/>
    <w:rsid w:val="00283C27"/>
    <w:rsid w:val="00283DE8"/>
    <w:rsid w:val="00283EF6"/>
    <w:rsid w:val="00284228"/>
    <w:rsid w:val="00284505"/>
    <w:rsid w:val="00284507"/>
    <w:rsid w:val="00284827"/>
    <w:rsid w:val="00284B7F"/>
    <w:rsid w:val="00284B93"/>
    <w:rsid w:val="00284CC5"/>
    <w:rsid w:val="00284D07"/>
    <w:rsid w:val="002852C4"/>
    <w:rsid w:val="002852D9"/>
    <w:rsid w:val="0028589F"/>
    <w:rsid w:val="00285E7F"/>
    <w:rsid w:val="00285FAC"/>
    <w:rsid w:val="002860C4"/>
    <w:rsid w:val="00286870"/>
    <w:rsid w:val="00286AAB"/>
    <w:rsid w:val="00286DDD"/>
    <w:rsid w:val="002871FA"/>
    <w:rsid w:val="00287990"/>
    <w:rsid w:val="00287A80"/>
    <w:rsid w:val="00287D1F"/>
    <w:rsid w:val="0029012E"/>
    <w:rsid w:val="0029033E"/>
    <w:rsid w:val="0029078A"/>
    <w:rsid w:val="0029099B"/>
    <w:rsid w:val="00290AFE"/>
    <w:rsid w:val="00290B12"/>
    <w:rsid w:val="00290CF3"/>
    <w:rsid w:val="00290D8D"/>
    <w:rsid w:val="00290FED"/>
    <w:rsid w:val="00291855"/>
    <w:rsid w:val="00291958"/>
    <w:rsid w:val="002919E2"/>
    <w:rsid w:val="00291E9E"/>
    <w:rsid w:val="00292093"/>
    <w:rsid w:val="002920CB"/>
    <w:rsid w:val="0029257A"/>
    <w:rsid w:val="00292583"/>
    <w:rsid w:val="00292827"/>
    <w:rsid w:val="002929E1"/>
    <w:rsid w:val="00292AC3"/>
    <w:rsid w:val="00292BF0"/>
    <w:rsid w:val="002930F2"/>
    <w:rsid w:val="002931A2"/>
    <w:rsid w:val="002931F4"/>
    <w:rsid w:val="00293428"/>
    <w:rsid w:val="002935FA"/>
    <w:rsid w:val="00293A65"/>
    <w:rsid w:val="00294817"/>
    <w:rsid w:val="00294D04"/>
    <w:rsid w:val="00294E0E"/>
    <w:rsid w:val="00294FC2"/>
    <w:rsid w:val="0029503B"/>
    <w:rsid w:val="002957E0"/>
    <w:rsid w:val="00295842"/>
    <w:rsid w:val="00295965"/>
    <w:rsid w:val="002963F3"/>
    <w:rsid w:val="0029646F"/>
    <w:rsid w:val="002966DA"/>
    <w:rsid w:val="0029682D"/>
    <w:rsid w:val="00296878"/>
    <w:rsid w:val="002968A0"/>
    <w:rsid w:val="00297402"/>
    <w:rsid w:val="002974A5"/>
    <w:rsid w:val="00297A10"/>
    <w:rsid w:val="00297BBF"/>
    <w:rsid w:val="00297C03"/>
    <w:rsid w:val="00297C9D"/>
    <w:rsid w:val="00297E6C"/>
    <w:rsid w:val="00297FEF"/>
    <w:rsid w:val="002A00BB"/>
    <w:rsid w:val="002A023F"/>
    <w:rsid w:val="002A059D"/>
    <w:rsid w:val="002A05F9"/>
    <w:rsid w:val="002A1351"/>
    <w:rsid w:val="002A1378"/>
    <w:rsid w:val="002A177F"/>
    <w:rsid w:val="002A1BDD"/>
    <w:rsid w:val="002A1F8C"/>
    <w:rsid w:val="002A219C"/>
    <w:rsid w:val="002A24A3"/>
    <w:rsid w:val="002A2588"/>
    <w:rsid w:val="002A27D0"/>
    <w:rsid w:val="002A28DD"/>
    <w:rsid w:val="002A28ED"/>
    <w:rsid w:val="002A300A"/>
    <w:rsid w:val="002A36E2"/>
    <w:rsid w:val="002A3AC0"/>
    <w:rsid w:val="002A3B04"/>
    <w:rsid w:val="002A3DB0"/>
    <w:rsid w:val="002A406F"/>
    <w:rsid w:val="002A4119"/>
    <w:rsid w:val="002A4197"/>
    <w:rsid w:val="002A42B4"/>
    <w:rsid w:val="002A45B7"/>
    <w:rsid w:val="002A4619"/>
    <w:rsid w:val="002A4C17"/>
    <w:rsid w:val="002A5357"/>
    <w:rsid w:val="002A550B"/>
    <w:rsid w:val="002A57B4"/>
    <w:rsid w:val="002A5856"/>
    <w:rsid w:val="002A58C5"/>
    <w:rsid w:val="002A5BF7"/>
    <w:rsid w:val="002A6103"/>
    <w:rsid w:val="002A619B"/>
    <w:rsid w:val="002A650D"/>
    <w:rsid w:val="002A66C3"/>
    <w:rsid w:val="002A6B18"/>
    <w:rsid w:val="002A6F65"/>
    <w:rsid w:val="002A7005"/>
    <w:rsid w:val="002A7322"/>
    <w:rsid w:val="002A7EED"/>
    <w:rsid w:val="002A7F76"/>
    <w:rsid w:val="002B09AE"/>
    <w:rsid w:val="002B0D83"/>
    <w:rsid w:val="002B0D8C"/>
    <w:rsid w:val="002B0FAE"/>
    <w:rsid w:val="002B113A"/>
    <w:rsid w:val="002B1494"/>
    <w:rsid w:val="002B1E5F"/>
    <w:rsid w:val="002B22C3"/>
    <w:rsid w:val="002B24E5"/>
    <w:rsid w:val="002B26D9"/>
    <w:rsid w:val="002B2B75"/>
    <w:rsid w:val="002B2C01"/>
    <w:rsid w:val="002B2C31"/>
    <w:rsid w:val="002B2CA0"/>
    <w:rsid w:val="002B2DA6"/>
    <w:rsid w:val="002B313A"/>
    <w:rsid w:val="002B37E1"/>
    <w:rsid w:val="002B3CFC"/>
    <w:rsid w:val="002B3F48"/>
    <w:rsid w:val="002B40BE"/>
    <w:rsid w:val="002B41F4"/>
    <w:rsid w:val="002B42E0"/>
    <w:rsid w:val="002B464A"/>
    <w:rsid w:val="002B465B"/>
    <w:rsid w:val="002B4962"/>
    <w:rsid w:val="002B52D6"/>
    <w:rsid w:val="002B5470"/>
    <w:rsid w:val="002B5896"/>
    <w:rsid w:val="002B5AB0"/>
    <w:rsid w:val="002B602D"/>
    <w:rsid w:val="002B6291"/>
    <w:rsid w:val="002B6738"/>
    <w:rsid w:val="002B69A6"/>
    <w:rsid w:val="002B6AFE"/>
    <w:rsid w:val="002B6B0C"/>
    <w:rsid w:val="002B6DF3"/>
    <w:rsid w:val="002B6EF7"/>
    <w:rsid w:val="002B75C6"/>
    <w:rsid w:val="002B77FF"/>
    <w:rsid w:val="002B78C5"/>
    <w:rsid w:val="002C01A5"/>
    <w:rsid w:val="002C05A6"/>
    <w:rsid w:val="002C069B"/>
    <w:rsid w:val="002C09B9"/>
    <w:rsid w:val="002C0D4C"/>
    <w:rsid w:val="002C10DC"/>
    <w:rsid w:val="002C122D"/>
    <w:rsid w:val="002C125E"/>
    <w:rsid w:val="002C1658"/>
    <w:rsid w:val="002C189D"/>
    <w:rsid w:val="002C1C4F"/>
    <w:rsid w:val="002C1CE2"/>
    <w:rsid w:val="002C1F5A"/>
    <w:rsid w:val="002C27D8"/>
    <w:rsid w:val="002C2851"/>
    <w:rsid w:val="002C2A7E"/>
    <w:rsid w:val="002C2B12"/>
    <w:rsid w:val="002C2CAB"/>
    <w:rsid w:val="002C2EBC"/>
    <w:rsid w:val="002C2F0C"/>
    <w:rsid w:val="002C35D8"/>
    <w:rsid w:val="002C36B6"/>
    <w:rsid w:val="002C36D7"/>
    <w:rsid w:val="002C38D5"/>
    <w:rsid w:val="002C39D2"/>
    <w:rsid w:val="002C3E15"/>
    <w:rsid w:val="002C41C5"/>
    <w:rsid w:val="002C4669"/>
    <w:rsid w:val="002C46C9"/>
    <w:rsid w:val="002C46E1"/>
    <w:rsid w:val="002C470C"/>
    <w:rsid w:val="002C47B1"/>
    <w:rsid w:val="002C4AB6"/>
    <w:rsid w:val="002C4CBF"/>
    <w:rsid w:val="002C526A"/>
    <w:rsid w:val="002C541F"/>
    <w:rsid w:val="002C5827"/>
    <w:rsid w:val="002C5B46"/>
    <w:rsid w:val="002C5EFB"/>
    <w:rsid w:val="002C5F85"/>
    <w:rsid w:val="002C6221"/>
    <w:rsid w:val="002C6274"/>
    <w:rsid w:val="002C6533"/>
    <w:rsid w:val="002C66BD"/>
    <w:rsid w:val="002C6757"/>
    <w:rsid w:val="002C6A32"/>
    <w:rsid w:val="002C6B9F"/>
    <w:rsid w:val="002C6C1A"/>
    <w:rsid w:val="002C7489"/>
    <w:rsid w:val="002C7564"/>
    <w:rsid w:val="002C7859"/>
    <w:rsid w:val="002C7F71"/>
    <w:rsid w:val="002D073E"/>
    <w:rsid w:val="002D0770"/>
    <w:rsid w:val="002D0CE7"/>
    <w:rsid w:val="002D0E58"/>
    <w:rsid w:val="002D10EA"/>
    <w:rsid w:val="002D1179"/>
    <w:rsid w:val="002D15D2"/>
    <w:rsid w:val="002D18CE"/>
    <w:rsid w:val="002D1DAB"/>
    <w:rsid w:val="002D1F6A"/>
    <w:rsid w:val="002D2005"/>
    <w:rsid w:val="002D2079"/>
    <w:rsid w:val="002D2678"/>
    <w:rsid w:val="002D26EA"/>
    <w:rsid w:val="002D28FC"/>
    <w:rsid w:val="002D2F00"/>
    <w:rsid w:val="002D3433"/>
    <w:rsid w:val="002D38B9"/>
    <w:rsid w:val="002D3A1D"/>
    <w:rsid w:val="002D3A5E"/>
    <w:rsid w:val="002D4675"/>
    <w:rsid w:val="002D4797"/>
    <w:rsid w:val="002D4F68"/>
    <w:rsid w:val="002D4F70"/>
    <w:rsid w:val="002D5187"/>
    <w:rsid w:val="002D52B7"/>
    <w:rsid w:val="002D5451"/>
    <w:rsid w:val="002D584D"/>
    <w:rsid w:val="002D5D97"/>
    <w:rsid w:val="002D6157"/>
    <w:rsid w:val="002D6E22"/>
    <w:rsid w:val="002D7074"/>
    <w:rsid w:val="002D7241"/>
    <w:rsid w:val="002D733B"/>
    <w:rsid w:val="002D7412"/>
    <w:rsid w:val="002D742C"/>
    <w:rsid w:val="002D7455"/>
    <w:rsid w:val="002D7464"/>
    <w:rsid w:val="002D7BF5"/>
    <w:rsid w:val="002D7C2B"/>
    <w:rsid w:val="002D7D94"/>
    <w:rsid w:val="002D7DD8"/>
    <w:rsid w:val="002E08A6"/>
    <w:rsid w:val="002E0F02"/>
    <w:rsid w:val="002E10F3"/>
    <w:rsid w:val="002E13C5"/>
    <w:rsid w:val="002E142B"/>
    <w:rsid w:val="002E1AD9"/>
    <w:rsid w:val="002E1BD0"/>
    <w:rsid w:val="002E200F"/>
    <w:rsid w:val="002E2440"/>
    <w:rsid w:val="002E2782"/>
    <w:rsid w:val="002E2AF6"/>
    <w:rsid w:val="002E3194"/>
    <w:rsid w:val="002E31B7"/>
    <w:rsid w:val="002E3294"/>
    <w:rsid w:val="002E3846"/>
    <w:rsid w:val="002E38D7"/>
    <w:rsid w:val="002E38DA"/>
    <w:rsid w:val="002E38FA"/>
    <w:rsid w:val="002E3AA7"/>
    <w:rsid w:val="002E4083"/>
    <w:rsid w:val="002E4290"/>
    <w:rsid w:val="002E4B0A"/>
    <w:rsid w:val="002E4BE5"/>
    <w:rsid w:val="002E4C92"/>
    <w:rsid w:val="002E4D71"/>
    <w:rsid w:val="002E599F"/>
    <w:rsid w:val="002E646C"/>
    <w:rsid w:val="002E66D4"/>
    <w:rsid w:val="002E6AF3"/>
    <w:rsid w:val="002E6E3A"/>
    <w:rsid w:val="002E7728"/>
    <w:rsid w:val="002E77EE"/>
    <w:rsid w:val="002E7992"/>
    <w:rsid w:val="002E7B6D"/>
    <w:rsid w:val="002E7DE3"/>
    <w:rsid w:val="002E7E95"/>
    <w:rsid w:val="002E7FB9"/>
    <w:rsid w:val="002F0486"/>
    <w:rsid w:val="002F082B"/>
    <w:rsid w:val="002F0AAB"/>
    <w:rsid w:val="002F0E02"/>
    <w:rsid w:val="002F15D3"/>
    <w:rsid w:val="002F15ED"/>
    <w:rsid w:val="002F18C0"/>
    <w:rsid w:val="002F1D3F"/>
    <w:rsid w:val="002F1DD1"/>
    <w:rsid w:val="002F1E45"/>
    <w:rsid w:val="002F1EEC"/>
    <w:rsid w:val="002F2C42"/>
    <w:rsid w:val="002F2D4A"/>
    <w:rsid w:val="002F31CA"/>
    <w:rsid w:val="002F33A1"/>
    <w:rsid w:val="002F359F"/>
    <w:rsid w:val="002F362D"/>
    <w:rsid w:val="002F37DA"/>
    <w:rsid w:val="002F3CB2"/>
    <w:rsid w:val="002F45B8"/>
    <w:rsid w:val="002F4C8C"/>
    <w:rsid w:val="002F5024"/>
    <w:rsid w:val="002F5133"/>
    <w:rsid w:val="002F5207"/>
    <w:rsid w:val="002F583E"/>
    <w:rsid w:val="002F5D3F"/>
    <w:rsid w:val="002F60F7"/>
    <w:rsid w:val="002F631F"/>
    <w:rsid w:val="002F6447"/>
    <w:rsid w:val="002F6489"/>
    <w:rsid w:val="002F677D"/>
    <w:rsid w:val="002F6EA3"/>
    <w:rsid w:val="002F7649"/>
    <w:rsid w:val="002F76EF"/>
    <w:rsid w:val="002F7AA2"/>
    <w:rsid w:val="003002BE"/>
    <w:rsid w:val="003009BC"/>
    <w:rsid w:val="00300BED"/>
    <w:rsid w:val="00300F23"/>
    <w:rsid w:val="003011B7"/>
    <w:rsid w:val="0030131A"/>
    <w:rsid w:val="0030148B"/>
    <w:rsid w:val="003016D6"/>
    <w:rsid w:val="003019FF"/>
    <w:rsid w:val="00301B18"/>
    <w:rsid w:val="00301E51"/>
    <w:rsid w:val="00302063"/>
    <w:rsid w:val="003020FC"/>
    <w:rsid w:val="00302894"/>
    <w:rsid w:val="00302AA0"/>
    <w:rsid w:val="00302C99"/>
    <w:rsid w:val="0030396B"/>
    <w:rsid w:val="003039C0"/>
    <w:rsid w:val="00303D84"/>
    <w:rsid w:val="00303DA0"/>
    <w:rsid w:val="00303F30"/>
    <w:rsid w:val="00304350"/>
    <w:rsid w:val="00304802"/>
    <w:rsid w:val="00304DE2"/>
    <w:rsid w:val="00304DEE"/>
    <w:rsid w:val="00304E19"/>
    <w:rsid w:val="00304E2C"/>
    <w:rsid w:val="0030502B"/>
    <w:rsid w:val="003050BD"/>
    <w:rsid w:val="003052F0"/>
    <w:rsid w:val="003052FE"/>
    <w:rsid w:val="00305490"/>
    <w:rsid w:val="003059CF"/>
    <w:rsid w:val="00305F85"/>
    <w:rsid w:val="00305FD6"/>
    <w:rsid w:val="0030688C"/>
    <w:rsid w:val="00307348"/>
    <w:rsid w:val="00307396"/>
    <w:rsid w:val="003073B2"/>
    <w:rsid w:val="003075CF"/>
    <w:rsid w:val="003075D7"/>
    <w:rsid w:val="003101F4"/>
    <w:rsid w:val="00310520"/>
    <w:rsid w:val="00310878"/>
    <w:rsid w:val="003109C3"/>
    <w:rsid w:val="00310CF0"/>
    <w:rsid w:val="00310D67"/>
    <w:rsid w:val="00310E70"/>
    <w:rsid w:val="003118D7"/>
    <w:rsid w:val="0031198D"/>
    <w:rsid w:val="00311EF5"/>
    <w:rsid w:val="003124B2"/>
    <w:rsid w:val="00312588"/>
    <w:rsid w:val="00312646"/>
    <w:rsid w:val="00312829"/>
    <w:rsid w:val="00312BE4"/>
    <w:rsid w:val="00312CA4"/>
    <w:rsid w:val="00312DF6"/>
    <w:rsid w:val="00312F8F"/>
    <w:rsid w:val="0031366D"/>
    <w:rsid w:val="003140EC"/>
    <w:rsid w:val="003142E2"/>
    <w:rsid w:val="0031491C"/>
    <w:rsid w:val="0031500A"/>
    <w:rsid w:val="003152AE"/>
    <w:rsid w:val="003157F5"/>
    <w:rsid w:val="003158BA"/>
    <w:rsid w:val="0031621C"/>
    <w:rsid w:val="003163F0"/>
    <w:rsid w:val="00316769"/>
    <w:rsid w:val="00316CD0"/>
    <w:rsid w:val="00316DD0"/>
    <w:rsid w:val="00316E18"/>
    <w:rsid w:val="00316FE4"/>
    <w:rsid w:val="003171FB"/>
    <w:rsid w:val="003173F6"/>
    <w:rsid w:val="00317AC4"/>
    <w:rsid w:val="00317D84"/>
    <w:rsid w:val="00317D8E"/>
    <w:rsid w:val="00317E87"/>
    <w:rsid w:val="00317ED6"/>
    <w:rsid w:val="00317FE3"/>
    <w:rsid w:val="00320064"/>
    <w:rsid w:val="00320133"/>
    <w:rsid w:val="00320570"/>
    <w:rsid w:val="00320899"/>
    <w:rsid w:val="00320ED9"/>
    <w:rsid w:val="003211F7"/>
    <w:rsid w:val="00321D91"/>
    <w:rsid w:val="0032293C"/>
    <w:rsid w:val="00322B44"/>
    <w:rsid w:val="00322C49"/>
    <w:rsid w:val="00322CCD"/>
    <w:rsid w:val="00322DD9"/>
    <w:rsid w:val="003233D0"/>
    <w:rsid w:val="00323C4E"/>
    <w:rsid w:val="00324451"/>
    <w:rsid w:val="0032446D"/>
    <w:rsid w:val="00324745"/>
    <w:rsid w:val="00324843"/>
    <w:rsid w:val="0032509D"/>
    <w:rsid w:val="003253F3"/>
    <w:rsid w:val="0032575C"/>
    <w:rsid w:val="00325AD1"/>
    <w:rsid w:val="00326642"/>
    <w:rsid w:val="003266C6"/>
    <w:rsid w:val="0032680F"/>
    <w:rsid w:val="00326B8A"/>
    <w:rsid w:val="00326BAB"/>
    <w:rsid w:val="00327028"/>
    <w:rsid w:val="00327202"/>
    <w:rsid w:val="003276D1"/>
    <w:rsid w:val="003276E7"/>
    <w:rsid w:val="00330098"/>
    <w:rsid w:val="0033010F"/>
    <w:rsid w:val="003304A2"/>
    <w:rsid w:val="00330B69"/>
    <w:rsid w:val="00330CC1"/>
    <w:rsid w:val="0033112D"/>
    <w:rsid w:val="00331370"/>
    <w:rsid w:val="00331985"/>
    <w:rsid w:val="00331C34"/>
    <w:rsid w:val="00331D80"/>
    <w:rsid w:val="00332262"/>
    <w:rsid w:val="003324CE"/>
    <w:rsid w:val="00332587"/>
    <w:rsid w:val="0033271F"/>
    <w:rsid w:val="00332B19"/>
    <w:rsid w:val="003332DC"/>
    <w:rsid w:val="0033346B"/>
    <w:rsid w:val="0033373A"/>
    <w:rsid w:val="00333758"/>
    <w:rsid w:val="003340B3"/>
    <w:rsid w:val="00334687"/>
    <w:rsid w:val="003346DE"/>
    <w:rsid w:val="00334ECC"/>
    <w:rsid w:val="0033529C"/>
    <w:rsid w:val="003356D1"/>
    <w:rsid w:val="003357D7"/>
    <w:rsid w:val="00335E3D"/>
    <w:rsid w:val="00335F65"/>
    <w:rsid w:val="00336538"/>
    <w:rsid w:val="00336557"/>
    <w:rsid w:val="00336AFE"/>
    <w:rsid w:val="00337234"/>
    <w:rsid w:val="00337779"/>
    <w:rsid w:val="00337AC1"/>
    <w:rsid w:val="00337B08"/>
    <w:rsid w:val="00340109"/>
    <w:rsid w:val="003406FE"/>
    <w:rsid w:val="00340D01"/>
    <w:rsid w:val="003411AF"/>
    <w:rsid w:val="003414CE"/>
    <w:rsid w:val="00341AFC"/>
    <w:rsid w:val="003423F7"/>
    <w:rsid w:val="003424F4"/>
    <w:rsid w:val="003427BF"/>
    <w:rsid w:val="0034280B"/>
    <w:rsid w:val="00343198"/>
    <w:rsid w:val="003434F3"/>
    <w:rsid w:val="003436A9"/>
    <w:rsid w:val="003437B4"/>
    <w:rsid w:val="0034388E"/>
    <w:rsid w:val="003438EF"/>
    <w:rsid w:val="00343973"/>
    <w:rsid w:val="00343A12"/>
    <w:rsid w:val="00343D88"/>
    <w:rsid w:val="00344D5C"/>
    <w:rsid w:val="00345AA0"/>
    <w:rsid w:val="00345E13"/>
    <w:rsid w:val="00346054"/>
    <w:rsid w:val="003461B4"/>
    <w:rsid w:val="003462DA"/>
    <w:rsid w:val="003462F5"/>
    <w:rsid w:val="00346524"/>
    <w:rsid w:val="003467A4"/>
    <w:rsid w:val="00346AA9"/>
    <w:rsid w:val="00346F14"/>
    <w:rsid w:val="0034705E"/>
    <w:rsid w:val="0034711E"/>
    <w:rsid w:val="003471D9"/>
    <w:rsid w:val="0034735A"/>
    <w:rsid w:val="003474CD"/>
    <w:rsid w:val="00347791"/>
    <w:rsid w:val="00347CE8"/>
    <w:rsid w:val="00347E29"/>
    <w:rsid w:val="0035019E"/>
    <w:rsid w:val="003501FD"/>
    <w:rsid w:val="003507B7"/>
    <w:rsid w:val="0035095F"/>
    <w:rsid w:val="00350A2F"/>
    <w:rsid w:val="00350BFC"/>
    <w:rsid w:val="0035154D"/>
    <w:rsid w:val="003515D7"/>
    <w:rsid w:val="003518E6"/>
    <w:rsid w:val="00351A66"/>
    <w:rsid w:val="0035238C"/>
    <w:rsid w:val="003524E5"/>
    <w:rsid w:val="003526D6"/>
    <w:rsid w:val="003529F0"/>
    <w:rsid w:val="00352F36"/>
    <w:rsid w:val="00352FA8"/>
    <w:rsid w:val="0035320E"/>
    <w:rsid w:val="003533B0"/>
    <w:rsid w:val="00353444"/>
    <w:rsid w:val="00353456"/>
    <w:rsid w:val="0035346D"/>
    <w:rsid w:val="00353DD1"/>
    <w:rsid w:val="00353F71"/>
    <w:rsid w:val="00353FC1"/>
    <w:rsid w:val="003542E0"/>
    <w:rsid w:val="003548E4"/>
    <w:rsid w:val="003549D1"/>
    <w:rsid w:val="00354D78"/>
    <w:rsid w:val="00355373"/>
    <w:rsid w:val="00355408"/>
    <w:rsid w:val="00355715"/>
    <w:rsid w:val="00355804"/>
    <w:rsid w:val="0035593E"/>
    <w:rsid w:val="00355A0A"/>
    <w:rsid w:val="003566AD"/>
    <w:rsid w:val="0035690F"/>
    <w:rsid w:val="00356CA8"/>
    <w:rsid w:val="00356D9B"/>
    <w:rsid w:val="00356E89"/>
    <w:rsid w:val="00356FAC"/>
    <w:rsid w:val="00357152"/>
    <w:rsid w:val="00357507"/>
    <w:rsid w:val="00357911"/>
    <w:rsid w:val="00357E2E"/>
    <w:rsid w:val="0036071C"/>
    <w:rsid w:val="003607F5"/>
    <w:rsid w:val="00360816"/>
    <w:rsid w:val="003609AC"/>
    <w:rsid w:val="00360B09"/>
    <w:rsid w:val="00360B0A"/>
    <w:rsid w:val="00360D6B"/>
    <w:rsid w:val="00360D8F"/>
    <w:rsid w:val="00360DEF"/>
    <w:rsid w:val="00360DF2"/>
    <w:rsid w:val="00360F7E"/>
    <w:rsid w:val="00361005"/>
    <w:rsid w:val="003610CF"/>
    <w:rsid w:val="003614FC"/>
    <w:rsid w:val="00361AE0"/>
    <w:rsid w:val="00361B53"/>
    <w:rsid w:val="00361D3D"/>
    <w:rsid w:val="00361E14"/>
    <w:rsid w:val="00361FB7"/>
    <w:rsid w:val="0036259B"/>
    <w:rsid w:val="00362777"/>
    <w:rsid w:val="003627A6"/>
    <w:rsid w:val="00362C49"/>
    <w:rsid w:val="00362C7A"/>
    <w:rsid w:val="00362F27"/>
    <w:rsid w:val="00362FF3"/>
    <w:rsid w:val="003631C1"/>
    <w:rsid w:val="00363200"/>
    <w:rsid w:val="00363914"/>
    <w:rsid w:val="00363DCB"/>
    <w:rsid w:val="00363EBC"/>
    <w:rsid w:val="00364BAB"/>
    <w:rsid w:val="00364C23"/>
    <w:rsid w:val="00365239"/>
    <w:rsid w:val="003654A8"/>
    <w:rsid w:val="00365512"/>
    <w:rsid w:val="003656B2"/>
    <w:rsid w:val="003658EA"/>
    <w:rsid w:val="00365C71"/>
    <w:rsid w:val="003662A6"/>
    <w:rsid w:val="003666AD"/>
    <w:rsid w:val="0036684A"/>
    <w:rsid w:val="00366B6D"/>
    <w:rsid w:val="00367126"/>
    <w:rsid w:val="003677A8"/>
    <w:rsid w:val="00367BF5"/>
    <w:rsid w:val="00367CBC"/>
    <w:rsid w:val="003702A0"/>
    <w:rsid w:val="00370B54"/>
    <w:rsid w:val="00371255"/>
    <w:rsid w:val="003712EE"/>
    <w:rsid w:val="00371999"/>
    <w:rsid w:val="00371E35"/>
    <w:rsid w:val="00371E82"/>
    <w:rsid w:val="003727AE"/>
    <w:rsid w:val="0037285D"/>
    <w:rsid w:val="00372AD1"/>
    <w:rsid w:val="00373747"/>
    <w:rsid w:val="003737F4"/>
    <w:rsid w:val="00373847"/>
    <w:rsid w:val="00373955"/>
    <w:rsid w:val="003739EF"/>
    <w:rsid w:val="00373B6F"/>
    <w:rsid w:val="00373BD4"/>
    <w:rsid w:val="00373E75"/>
    <w:rsid w:val="00373E89"/>
    <w:rsid w:val="00373EF2"/>
    <w:rsid w:val="0037427A"/>
    <w:rsid w:val="0037436F"/>
    <w:rsid w:val="0037452F"/>
    <w:rsid w:val="003745B5"/>
    <w:rsid w:val="0037484D"/>
    <w:rsid w:val="00374B51"/>
    <w:rsid w:val="003754C6"/>
    <w:rsid w:val="00375729"/>
    <w:rsid w:val="0037580F"/>
    <w:rsid w:val="00375C7D"/>
    <w:rsid w:val="00375E2F"/>
    <w:rsid w:val="00375FCE"/>
    <w:rsid w:val="00376487"/>
    <w:rsid w:val="00376766"/>
    <w:rsid w:val="00376BC5"/>
    <w:rsid w:val="00376CA0"/>
    <w:rsid w:val="00376D7B"/>
    <w:rsid w:val="00376DD2"/>
    <w:rsid w:val="00376E65"/>
    <w:rsid w:val="00377052"/>
    <w:rsid w:val="0037729F"/>
    <w:rsid w:val="00377B43"/>
    <w:rsid w:val="0038016F"/>
    <w:rsid w:val="00380511"/>
    <w:rsid w:val="0038051D"/>
    <w:rsid w:val="00380B49"/>
    <w:rsid w:val="00380FF4"/>
    <w:rsid w:val="00381198"/>
    <w:rsid w:val="00381529"/>
    <w:rsid w:val="003819A9"/>
    <w:rsid w:val="00381C2A"/>
    <w:rsid w:val="00381EE6"/>
    <w:rsid w:val="003827F8"/>
    <w:rsid w:val="00382F3C"/>
    <w:rsid w:val="00383194"/>
    <w:rsid w:val="003845BD"/>
    <w:rsid w:val="00384809"/>
    <w:rsid w:val="003848B4"/>
    <w:rsid w:val="00384A34"/>
    <w:rsid w:val="00384AD6"/>
    <w:rsid w:val="00384C9F"/>
    <w:rsid w:val="003850DF"/>
    <w:rsid w:val="003850E4"/>
    <w:rsid w:val="003850E9"/>
    <w:rsid w:val="00385286"/>
    <w:rsid w:val="0038553E"/>
    <w:rsid w:val="0038593D"/>
    <w:rsid w:val="00385B92"/>
    <w:rsid w:val="00385FE9"/>
    <w:rsid w:val="0038633F"/>
    <w:rsid w:val="0038654A"/>
    <w:rsid w:val="0038664D"/>
    <w:rsid w:val="0038675F"/>
    <w:rsid w:val="003868F9"/>
    <w:rsid w:val="00386C3F"/>
    <w:rsid w:val="00386F7A"/>
    <w:rsid w:val="003877F4"/>
    <w:rsid w:val="00387814"/>
    <w:rsid w:val="00387846"/>
    <w:rsid w:val="00387A4F"/>
    <w:rsid w:val="00387C65"/>
    <w:rsid w:val="00387D7D"/>
    <w:rsid w:val="00390135"/>
    <w:rsid w:val="003901E2"/>
    <w:rsid w:val="0039038C"/>
    <w:rsid w:val="00390416"/>
    <w:rsid w:val="00390622"/>
    <w:rsid w:val="00390642"/>
    <w:rsid w:val="003911A0"/>
    <w:rsid w:val="003913C1"/>
    <w:rsid w:val="00391690"/>
    <w:rsid w:val="00391B60"/>
    <w:rsid w:val="00391C9F"/>
    <w:rsid w:val="00391D02"/>
    <w:rsid w:val="00391DA6"/>
    <w:rsid w:val="00392883"/>
    <w:rsid w:val="00392C9F"/>
    <w:rsid w:val="00392DDA"/>
    <w:rsid w:val="00393379"/>
    <w:rsid w:val="003933C9"/>
    <w:rsid w:val="003934ED"/>
    <w:rsid w:val="003935B6"/>
    <w:rsid w:val="003935D5"/>
    <w:rsid w:val="003936BB"/>
    <w:rsid w:val="00393B1F"/>
    <w:rsid w:val="00393C22"/>
    <w:rsid w:val="00393EA8"/>
    <w:rsid w:val="00393FFD"/>
    <w:rsid w:val="00394300"/>
    <w:rsid w:val="0039471B"/>
    <w:rsid w:val="00394757"/>
    <w:rsid w:val="00394C11"/>
    <w:rsid w:val="003953BA"/>
    <w:rsid w:val="00395A06"/>
    <w:rsid w:val="00396415"/>
    <w:rsid w:val="003965D2"/>
    <w:rsid w:val="00396EE7"/>
    <w:rsid w:val="00397CB4"/>
    <w:rsid w:val="003A035E"/>
    <w:rsid w:val="003A03B2"/>
    <w:rsid w:val="003A07ED"/>
    <w:rsid w:val="003A0E32"/>
    <w:rsid w:val="003A14D3"/>
    <w:rsid w:val="003A1952"/>
    <w:rsid w:val="003A2308"/>
    <w:rsid w:val="003A23D9"/>
    <w:rsid w:val="003A248E"/>
    <w:rsid w:val="003A2548"/>
    <w:rsid w:val="003A2991"/>
    <w:rsid w:val="003A3669"/>
    <w:rsid w:val="003A3786"/>
    <w:rsid w:val="003A39BE"/>
    <w:rsid w:val="003A3D9E"/>
    <w:rsid w:val="003A434E"/>
    <w:rsid w:val="003A44E8"/>
    <w:rsid w:val="003A4C0B"/>
    <w:rsid w:val="003A524E"/>
    <w:rsid w:val="003A53C9"/>
    <w:rsid w:val="003A5752"/>
    <w:rsid w:val="003A5966"/>
    <w:rsid w:val="003A5B51"/>
    <w:rsid w:val="003A5C9A"/>
    <w:rsid w:val="003A6978"/>
    <w:rsid w:val="003A6C28"/>
    <w:rsid w:val="003A6FA7"/>
    <w:rsid w:val="003A716E"/>
    <w:rsid w:val="003A78DA"/>
    <w:rsid w:val="003A7AD9"/>
    <w:rsid w:val="003A7DD6"/>
    <w:rsid w:val="003A7F6D"/>
    <w:rsid w:val="003B04C0"/>
    <w:rsid w:val="003B05E7"/>
    <w:rsid w:val="003B0700"/>
    <w:rsid w:val="003B079E"/>
    <w:rsid w:val="003B09F9"/>
    <w:rsid w:val="003B0E1E"/>
    <w:rsid w:val="003B0F57"/>
    <w:rsid w:val="003B0FDF"/>
    <w:rsid w:val="003B110D"/>
    <w:rsid w:val="003B1BB6"/>
    <w:rsid w:val="003B1C5C"/>
    <w:rsid w:val="003B1DCF"/>
    <w:rsid w:val="003B1F0C"/>
    <w:rsid w:val="003B2266"/>
    <w:rsid w:val="003B22E9"/>
    <w:rsid w:val="003B26B3"/>
    <w:rsid w:val="003B27E2"/>
    <w:rsid w:val="003B2F59"/>
    <w:rsid w:val="003B364F"/>
    <w:rsid w:val="003B3E16"/>
    <w:rsid w:val="003B40E1"/>
    <w:rsid w:val="003B50A6"/>
    <w:rsid w:val="003B5C02"/>
    <w:rsid w:val="003B5D44"/>
    <w:rsid w:val="003B5D7E"/>
    <w:rsid w:val="003B682B"/>
    <w:rsid w:val="003B6BBB"/>
    <w:rsid w:val="003B798C"/>
    <w:rsid w:val="003B7C49"/>
    <w:rsid w:val="003C01EF"/>
    <w:rsid w:val="003C059F"/>
    <w:rsid w:val="003C13D0"/>
    <w:rsid w:val="003C15CD"/>
    <w:rsid w:val="003C168E"/>
    <w:rsid w:val="003C1BA5"/>
    <w:rsid w:val="003C218D"/>
    <w:rsid w:val="003C2570"/>
    <w:rsid w:val="003C263C"/>
    <w:rsid w:val="003C2FBC"/>
    <w:rsid w:val="003C31D1"/>
    <w:rsid w:val="003C33EB"/>
    <w:rsid w:val="003C35E2"/>
    <w:rsid w:val="003C3699"/>
    <w:rsid w:val="003C3845"/>
    <w:rsid w:val="003C3E5D"/>
    <w:rsid w:val="003C3F89"/>
    <w:rsid w:val="003C44E8"/>
    <w:rsid w:val="003C4662"/>
    <w:rsid w:val="003C482E"/>
    <w:rsid w:val="003C492F"/>
    <w:rsid w:val="003C4DB4"/>
    <w:rsid w:val="003C5215"/>
    <w:rsid w:val="003C5873"/>
    <w:rsid w:val="003C5878"/>
    <w:rsid w:val="003C5B5D"/>
    <w:rsid w:val="003C62A1"/>
    <w:rsid w:val="003C6328"/>
    <w:rsid w:val="003C6435"/>
    <w:rsid w:val="003C64FC"/>
    <w:rsid w:val="003C67A7"/>
    <w:rsid w:val="003C6E65"/>
    <w:rsid w:val="003C6EC3"/>
    <w:rsid w:val="003C6F57"/>
    <w:rsid w:val="003C6FBA"/>
    <w:rsid w:val="003C750D"/>
    <w:rsid w:val="003C7568"/>
    <w:rsid w:val="003C75B2"/>
    <w:rsid w:val="003C773A"/>
    <w:rsid w:val="003C7791"/>
    <w:rsid w:val="003C7887"/>
    <w:rsid w:val="003C7DB7"/>
    <w:rsid w:val="003C7E95"/>
    <w:rsid w:val="003C7F6A"/>
    <w:rsid w:val="003D04B2"/>
    <w:rsid w:val="003D0901"/>
    <w:rsid w:val="003D0A8E"/>
    <w:rsid w:val="003D10EF"/>
    <w:rsid w:val="003D1332"/>
    <w:rsid w:val="003D1343"/>
    <w:rsid w:val="003D147F"/>
    <w:rsid w:val="003D15DE"/>
    <w:rsid w:val="003D1713"/>
    <w:rsid w:val="003D2464"/>
    <w:rsid w:val="003D2825"/>
    <w:rsid w:val="003D39AC"/>
    <w:rsid w:val="003D3A2E"/>
    <w:rsid w:val="003D3F01"/>
    <w:rsid w:val="003D427F"/>
    <w:rsid w:val="003D42C9"/>
    <w:rsid w:val="003D42F0"/>
    <w:rsid w:val="003D47BB"/>
    <w:rsid w:val="003D4D1A"/>
    <w:rsid w:val="003D4D47"/>
    <w:rsid w:val="003D4E75"/>
    <w:rsid w:val="003D5269"/>
    <w:rsid w:val="003D52F3"/>
    <w:rsid w:val="003D5412"/>
    <w:rsid w:val="003D59AC"/>
    <w:rsid w:val="003D5F44"/>
    <w:rsid w:val="003D6014"/>
    <w:rsid w:val="003D6479"/>
    <w:rsid w:val="003D6854"/>
    <w:rsid w:val="003D6AEE"/>
    <w:rsid w:val="003D6C6D"/>
    <w:rsid w:val="003D70B5"/>
    <w:rsid w:val="003D7436"/>
    <w:rsid w:val="003D775A"/>
    <w:rsid w:val="003D77B4"/>
    <w:rsid w:val="003D787A"/>
    <w:rsid w:val="003D78E3"/>
    <w:rsid w:val="003D7C09"/>
    <w:rsid w:val="003D7C30"/>
    <w:rsid w:val="003D7E34"/>
    <w:rsid w:val="003D7FA1"/>
    <w:rsid w:val="003E0042"/>
    <w:rsid w:val="003E0136"/>
    <w:rsid w:val="003E01B2"/>
    <w:rsid w:val="003E0297"/>
    <w:rsid w:val="003E03B3"/>
    <w:rsid w:val="003E0732"/>
    <w:rsid w:val="003E07F1"/>
    <w:rsid w:val="003E0ACA"/>
    <w:rsid w:val="003E0C63"/>
    <w:rsid w:val="003E0D4B"/>
    <w:rsid w:val="003E11A5"/>
    <w:rsid w:val="003E1335"/>
    <w:rsid w:val="003E1402"/>
    <w:rsid w:val="003E15BC"/>
    <w:rsid w:val="003E1ACF"/>
    <w:rsid w:val="003E1C9F"/>
    <w:rsid w:val="003E1FA6"/>
    <w:rsid w:val="003E218F"/>
    <w:rsid w:val="003E243B"/>
    <w:rsid w:val="003E2547"/>
    <w:rsid w:val="003E25E7"/>
    <w:rsid w:val="003E266E"/>
    <w:rsid w:val="003E2A88"/>
    <w:rsid w:val="003E3096"/>
    <w:rsid w:val="003E3438"/>
    <w:rsid w:val="003E34AE"/>
    <w:rsid w:val="003E3CB8"/>
    <w:rsid w:val="003E3D6B"/>
    <w:rsid w:val="003E3DAF"/>
    <w:rsid w:val="003E401D"/>
    <w:rsid w:val="003E414F"/>
    <w:rsid w:val="003E4289"/>
    <w:rsid w:val="003E43F8"/>
    <w:rsid w:val="003E4691"/>
    <w:rsid w:val="003E475D"/>
    <w:rsid w:val="003E4AA0"/>
    <w:rsid w:val="003E4BED"/>
    <w:rsid w:val="003E4FD9"/>
    <w:rsid w:val="003E5184"/>
    <w:rsid w:val="003E528B"/>
    <w:rsid w:val="003E52EA"/>
    <w:rsid w:val="003E53DB"/>
    <w:rsid w:val="003E5ECB"/>
    <w:rsid w:val="003E5F3D"/>
    <w:rsid w:val="003E5F3F"/>
    <w:rsid w:val="003E5F65"/>
    <w:rsid w:val="003E5F89"/>
    <w:rsid w:val="003E62FC"/>
    <w:rsid w:val="003E6913"/>
    <w:rsid w:val="003E6A6E"/>
    <w:rsid w:val="003E6CF1"/>
    <w:rsid w:val="003E6DE7"/>
    <w:rsid w:val="003E75D5"/>
    <w:rsid w:val="003E76DF"/>
    <w:rsid w:val="003E7B46"/>
    <w:rsid w:val="003E7F4C"/>
    <w:rsid w:val="003F0011"/>
    <w:rsid w:val="003F0025"/>
    <w:rsid w:val="003F080B"/>
    <w:rsid w:val="003F08F5"/>
    <w:rsid w:val="003F09DC"/>
    <w:rsid w:val="003F0C1F"/>
    <w:rsid w:val="003F11AB"/>
    <w:rsid w:val="003F14F5"/>
    <w:rsid w:val="003F1A5D"/>
    <w:rsid w:val="003F1B20"/>
    <w:rsid w:val="003F1B7F"/>
    <w:rsid w:val="003F207C"/>
    <w:rsid w:val="003F2465"/>
    <w:rsid w:val="003F24DC"/>
    <w:rsid w:val="003F2863"/>
    <w:rsid w:val="003F2C4A"/>
    <w:rsid w:val="003F32F0"/>
    <w:rsid w:val="003F3630"/>
    <w:rsid w:val="003F3698"/>
    <w:rsid w:val="003F3CA6"/>
    <w:rsid w:val="003F3E6F"/>
    <w:rsid w:val="003F42C2"/>
    <w:rsid w:val="003F47AC"/>
    <w:rsid w:val="003F4AFE"/>
    <w:rsid w:val="003F52C3"/>
    <w:rsid w:val="003F54B1"/>
    <w:rsid w:val="003F5596"/>
    <w:rsid w:val="003F576C"/>
    <w:rsid w:val="003F58C0"/>
    <w:rsid w:val="003F5CB8"/>
    <w:rsid w:val="003F5D6D"/>
    <w:rsid w:val="003F6088"/>
    <w:rsid w:val="003F6457"/>
    <w:rsid w:val="003F6506"/>
    <w:rsid w:val="003F6749"/>
    <w:rsid w:val="003F68A0"/>
    <w:rsid w:val="003F697C"/>
    <w:rsid w:val="003F6A87"/>
    <w:rsid w:val="003F6CA7"/>
    <w:rsid w:val="003F6DE5"/>
    <w:rsid w:val="003F70EC"/>
    <w:rsid w:val="003F7A67"/>
    <w:rsid w:val="003F7C3D"/>
    <w:rsid w:val="003F7F04"/>
    <w:rsid w:val="0040039B"/>
    <w:rsid w:val="00400648"/>
    <w:rsid w:val="0040074B"/>
    <w:rsid w:val="00400758"/>
    <w:rsid w:val="00400B98"/>
    <w:rsid w:val="004013F2"/>
    <w:rsid w:val="00401DD5"/>
    <w:rsid w:val="0040240C"/>
    <w:rsid w:val="00402906"/>
    <w:rsid w:val="00402A5B"/>
    <w:rsid w:val="00402AFC"/>
    <w:rsid w:val="00402B51"/>
    <w:rsid w:val="00402D88"/>
    <w:rsid w:val="00403286"/>
    <w:rsid w:val="004034B3"/>
    <w:rsid w:val="00403581"/>
    <w:rsid w:val="004035D9"/>
    <w:rsid w:val="00403753"/>
    <w:rsid w:val="00403960"/>
    <w:rsid w:val="00403C43"/>
    <w:rsid w:val="00403FF8"/>
    <w:rsid w:val="004040AC"/>
    <w:rsid w:val="0040495B"/>
    <w:rsid w:val="00405028"/>
    <w:rsid w:val="00405431"/>
    <w:rsid w:val="00405729"/>
    <w:rsid w:val="00405BD3"/>
    <w:rsid w:val="00405FA0"/>
    <w:rsid w:val="0040619D"/>
    <w:rsid w:val="004064F7"/>
    <w:rsid w:val="00406765"/>
    <w:rsid w:val="0040681D"/>
    <w:rsid w:val="00406A54"/>
    <w:rsid w:val="00406BD2"/>
    <w:rsid w:val="00406C1E"/>
    <w:rsid w:val="00406F67"/>
    <w:rsid w:val="00407418"/>
    <w:rsid w:val="004074ED"/>
    <w:rsid w:val="00407A30"/>
    <w:rsid w:val="00407C83"/>
    <w:rsid w:val="00407EBF"/>
    <w:rsid w:val="004107A5"/>
    <w:rsid w:val="00410A95"/>
    <w:rsid w:val="00410EDF"/>
    <w:rsid w:val="00411127"/>
    <w:rsid w:val="004111A8"/>
    <w:rsid w:val="00411A33"/>
    <w:rsid w:val="00411CC9"/>
    <w:rsid w:val="00412581"/>
    <w:rsid w:val="0041279F"/>
    <w:rsid w:val="004129BD"/>
    <w:rsid w:val="00412BCC"/>
    <w:rsid w:val="00412DA4"/>
    <w:rsid w:val="00412FB3"/>
    <w:rsid w:val="004133E7"/>
    <w:rsid w:val="00413719"/>
    <w:rsid w:val="00413826"/>
    <w:rsid w:val="004139F5"/>
    <w:rsid w:val="00413F32"/>
    <w:rsid w:val="00413FEE"/>
    <w:rsid w:val="0041409E"/>
    <w:rsid w:val="00414310"/>
    <w:rsid w:val="0041441D"/>
    <w:rsid w:val="00414640"/>
    <w:rsid w:val="00415B0E"/>
    <w:rsid w:val="00415C55"/>
    <w:rsid w:val="00415E84"/>
    <w:rsid w:val="004163E1"/>
    <w:rsid w:val="004163F2"/>
    <w:rsid w:val="00416640"/>
    <w:rsid w:val="0041689B"/>
    <w:rsid w:val="00416A80"/>
    <w:rsid w:val="00416B86"/>
    <w:rsid w:val="00416E8A"/>
    <w:rsid w:val="00417304"/>
    <w:rsid w:val="004178A1"/>
    <w:rsid w:val="00417973"/>
    <w:rsid w:val="004179CE"/>
    <w:rsid w:val="00417EC8"/>
    <w:rsid w:val="0042138B"/>
    <w:rsid w:val="0042171D"/>
    <w:rsid w:val="00421916"/>
    <w:rsid w:val="00421A7B"/>
    <w:rsid w:val="00421CF1"/>
    <w:rsid w:val="00421F83"/>
    <w:rsid w:val="0042210B"/>
    <w:rsid w:val="00422130"/>
    <w:rsid w:val="004223A2"/>
    <w:rsid w:val="00422599"/>
    <w:rsid w:val="004225A8"/>
    <w:rsid w:val="004229E9"/>
    <w:rsid w:val="004230CD"/>
    <w:rsid w:val="004230DE"/>
    <w:rsid w:val="0042330A"/>
    <w:rsid w:val="00423426"/>
    <w:rsid w:val="004234B6"/>
    <w:rsid w:val="00423903"/>
    <w:rsid w:val="00423956"/>
    <w:rsid w:val="00423C3D"/>
    <w:rsid w:val="00423F8C"/>
    <w:rsid w:val="004242EE"/>
    <w:rsid w:val="004248B7"/>
    <w:rsid w:val="004249C1"/>
    <w:rsid w:val="00424A48"/>
    <w:rsid w:val="0042522C"/>
    <w:rsid w:val="00425483"/>
    <w:rsid w:val="004256B8"/>
    <w:rsid w:val="00425984"/>
    <w:rsid w:val="00425B26"/>
    <w:rsid w:val="00425F0A"/>
    <w:rsid w:val="0042649D"/>
    <w:rsid w:val="00426953"/>
    <w:rsid w:val="00426991"/>
    <w:rsid w:val="00426CEE"/>
    <w:rsid w:val="0042701E"/>
    <w:rsid w:val="004271A1"/>
    <w:rsid w:val="004277F2"/>
    <w:rsid w:val="00427887"/>
    <w:rsid w:val="00427A2A"/>
    <w:rsid w:val="00427AF7"/>
    <w:rsid w:val="00427C2B"/>
    <w:rsid w:val="00427E29"/>
    <w:rsid w:val="00430003"/>
    <w:rsid w:val="004300B3"/>
    <w:rsid w:val="004300F9"/>
    <w:rsid w:val="00430467"/>
    <w:rsid w:val="00430478"/>
    <w:rsid w:val="00430756"/>
    <w:rsid w:val="004308B2"/>
    <w:rsid w:val="004308D0"/>
    <w:rsid w:val="00430E02"/>
    <w:rsid w:val="00430F06"/>
    <w:rsid w:val="0043177E"/>
    <w:rsid w:val="00431E80"/>
    <w:rsid w:val="00431F2D"/>
    <w:rsid w:val="00431F61"/>
    <w:rsid w:val="00431FFC"/>
    <w:rsid w:val="004321EA"/>
    <w:rsid w:val="004322FD"/>
    <w:rsid w:val="0043238A"/>
    <w:rsid w:val="00432671"/>
    <w:rsid w:val="00432836"/>
    <w:rsid w:val="00432CED"/>
    <w:rsid w:val="00432D0A"/>
    <w:rsid w:val="004330DF"/>
    <w:rsid w:val="0043386B"/>
    <w:rsid w:val="00433874"/>
    <w:rsid w:val="00433A68"/>
    <w:rsid w:val="00433BD5"/>
    <w:rsid w:val="00433C7B"/>
    <w:rsid w:val="004340B1"/>
    <w:rsid w:val="00434463"/>
    <w:rsid w:val="00434690"/>
    <w:rsid w:val="00434885"/>
    <w:rsid w:val="004349EA"/>
    <w:rsid w:val="00434A07"/>
    <w:rsid w:val="00434AF7"/>
    <w:rsid w:val="00434BF5"/>
    <w:rsid w:val="00434FE7"/>
    <w:rsid w:val="004350B2"/>
    <w:rsid w:val="0043542E"/>
    <w:rsid w:val="004356F0"/>
    <w:rsid w:val="00435744"/>
    <w:rsid w:val="00435C6C"/>
    <w:rsid w:val="00435C90"/>
    <w:rsid w:val="00435DC9"/>
    <w:rsid w:val="00435F2D"/>
    <w:rsid w:val="004361D8"/>
    <w:rsid w:val="00436324"/>
    <w:rsid w:val="00436332"/>
    <w:rsid w:val="00436ADA"/>
    <w:rsid w:val="00436D40"/>
    <w:rsid w:val="00436E5C"/>
    <w:rsid w:val="0043714F"/>
    <w:rsid w:val="004371DE"/>
    <w:rsid w:val="0043725F"/>
    <w:rsid w:val="0043744C"/>
    <w:rsid w:val="0043777E"/>
    <w:rsid w:val="0043797D"/>
    <w:rsid w:val="00437FA3"/>
    <w:rsid w:val="004407AA"/>
    <w:rsid w:val="00440A8F"/>
    <w:rsid w:val="0044100A"/>
    <w:rsid w:val="00441151"/>
    <w:rsid w:val="004411BC"/>
    <w:rsid w:val="004415CF"/>
    <w:rsid w:val="00441829"/>
    <w:rsid w:val="00441CEC"/>
    <w:rsid w:val="00441D8C"/>
    <w:rsid w:val="0044237C"/>
    <w:rsid w:val="0044297C"/>
    <w:rsid w:val="0044298B"/>
    <w:rsid w:val="00442993"/>
    <w:rsid w:val="00442F10"/>
    <w:rsid w:val="0044349B"/>
    <w:rsid w:val="004435EA"/>
    <w:rsid w:val="004436A5"/>
    <w:rsid w:val="00443B9A"/>
    <w:rsid w:val="00443DBC"/>
    <w:rsid w:val="00443EED"/>
    <w:rsid w:val="00443EFC"/>
    <w:rsid w:val="00443F89"/>
    <w:rsid w:val="00444262"/>
    <w:rsid w:val="00444532"/>
    <w:rsid w:val="004446FE"/>
    <w:rsid w:val="00444AED"/>
    <w:rsid w:val="00444E7E"/>
    <w:rsid w:val="00444F42"/>
    <w:rsid w:val="00445277"/>
    <w:rsid w:val="004454D8"/>
    <w:rsid w:val="00445C9F"/>
    <w:rsid w:val="004460F4"/>
    <w:rsid w:val="00446936"/>
    <w:rsid w:val="00447285"/>
    <w:rsid w:val="0044742E"/>
    <w:rsid w:val="0044777E"/>
    <w:rsid w:val="004479F4"/>
    <w:rsid w:val="0045056F"/>
    <w:rsid w:val="004505A5"/>
    <w:rsid w:val="004506B9"/>
    <w:rsid w:val="004512D2"/>
    <w:rsid w:val="00451369"/>
    <w:rsid w:val="0045149B"/>
    <w:rsid w:val="00451861"/>
    <w:rsid w:val="00451EEB"/>
    <w:rsid w:val="00451F16"/>
    <w:rsid w:val="004520EA"/>
    <w:rsid w:val="00452179"/>
    <w:rsid w:val="004522EF"/>
    <w:rsid w:val="004524E3"/>
    <w:rsid w:val="004524EE"/>
    <w:rsid w:val="0045277F"/>
    <w:rsid w:val="00452953"/>
    <w:rsid w:val="00452BC5"/>
    <w:rsid w:val="00452C2A"/>
    <w:rsid w:val="00452F90"/>
    <w:rsid w:val="00453256"/>
    <w:rsid w:val="00453612"/>
    <w:rsid w:val="00453A3B"/>
    <w:rsid w:val="00453B4D"/>
    <w:rsid w:val="00453CB6"/>
    <w:rsid w:val="00454252"/>
    <w:rsid w:val="004543E4"/>
    <w:rsid w:val="0045473F"/>
    <w:rsid w:val="00454A32"/>
    <w:rsid w:val="00454A8A"/>
    <w:rsid w:val="00454BD6"/>
    <w:rsid w:val="00454CA0"/>
    <w:rsid w:val="0045517D"/>
    <w:rsid w:val="00455AF6"/>
    <w:rsid w:val="00455C3D"/>
    <w:rsid w:val="00455DAD"/>
    <w:rsid w:val="00456455"/>
    <w:rsid w:val="0045645B"/>
    <w:rsid w:val="00456506"/>
    <w:rsid w:val="00456555"/>
    <w:rsid w:val="004566F7"/>
    <w:rsid w:val="004567EE"/>
    <w:rsid w:val="00456B89"/>
    <w:rsid w:val="00456F6F"/>
    <w:rsid w:val="0045732E"/>
    <w:rsid w:val="004575AE"/>
    <w:rsid w:val="0046041B"/>
    <w:rsid w:val="0046041E"/>
    <w:rsid w:val="00460511"/>
    <w:rsid w:val="0046054F"/>
    <w:rsid w:val="0046058F"/>
    <w:rsid w:val="004605D0"/>
    <w:rsid w:val="004607A7"/>
    <w:rsid w:val="00460868"/>
    <w:rsid w:val="004609DF"/>
    <w:rsid w:val="00460D8A"/>
    <w:rsid w:val="004610C8"/>
    <w:rsid w:val="004612A3"/>
    <w:rsid w:val="00461B0C"/>
    <w:rsid w:val="00461F88"/>
    <w:rsid w:val="004623E9"/>
    <w:rsid w:val="004626A7"/>
    <w:rsid w:val="00462BC3"/>
    <w:rsid w:val="00463294"/>
    <w:rsid w:val="0046332D"/>
    <w:rsid w:val="00463E20"/>
    <w:rsid w:val="004643A7"/>
    <w:rsid w:val="004647A7"/>
    <w:rsid w:val="00464D4F"/>
    <w:rsid w:val="00464E33"/>
    <w:rsid w:val="00465149"/>
    <w:rsid w:val="0046566D"/>
    <w:rsid w:val="00465AAB"/>
    <w:rsid w:val="00465C3D"/>
    <w:rsid w:val="00466039"/>
    <w:rsid w:val="0046615A"/>
    <w:rsid w:val="004662C4"/>
    <w:rsid w:val="004666C2"/>
    <w:rsid w:val="00466899"/>
    <w:rsid w:val="00466D35"/>
    <w:rsid w:val="00466E88"/>
    <w:rsid w:val="00467348"/>
    <w:rsid w:val="00467545"/>
    <w:rsid w:val="00467784"/>
    <w:rsid w:val="00467BA5"/>
    <w:rsid w:val="004702B6"/>
    <w:rsid w:val="00470435"/>
    <w:rsid w:val="0047091E"/>
    <w:rsid w:val="00470E2E"/>
    <w:rsid w:val="00470F07"/>
    <w:rsid w:val="004710F0"/>
    <w:rsid w:val="00471332"/>
    <w:rsid w:val="0047185C"/>
    <w:rsid w:val="00471A62"/>
    <w:rsid w:val="00471F1F"/>
    <w:rsid w:val="00471F81"/>
    <w:rsid w:val="004720B6"/>
    <w:rsid w:val="00472338"/>
    <w:rsid w:val="004723E0"/>
    <w:rsid w:val="00472AC9"/>
    <w:rsid w:val="00472C2E"/>
    <w:rsid w:val="00472CF8"/>
    <w:rsid w:val="00473CCF"/>
    <w:rsid w:val="0047479B"/>
    <w:rsid w:val="004749B9"/>
    <w:rsid w:val="00474E4F"/>
    <w:rsid w:val="00474F70"/>
    <w:rsid w:val="00475418"/>
    <w:rsid w:val="00475899"/>
    <w:rsid w:val="004764E7"/>
    <w:rsid w:val="00476671"/>
    <w:rsid w:val="00476DBF"/>
    <w:rsid w:val="0047732D"/>
    <w:rsid w:val="00477483"/>
    <w:rsid w:val="004776C9"/>
    <w:rsid w:val="00477C56"/>
    <w:rsid w:val="00477C86"/>
    <w:rsid w:val="00480126"/>
    <w:rsid w:val="0048052B"/>
    <w:rsid w:val="00480B39"/>
    <w:rsid w:val="0048195E"/>
    <w:rsid w:val="0048198E"/>
    <w:rsid w:val="00481E35"/>
    <w:rsid w:val="004822C0"/>
    <w:rsid w:val="0048268E"/>
    <w:rsid w:val="004826F7"/>
    <w:rsid w:val="00482D46"/>
    <w:rsid w:val="00483602"/>
    <w:rsid w:val="004837E1"/>
    <w:rsid w:val="00484066"/>
    <w:rsid w:val="00484100"/>
    <w:rsid w:val="00484208"/>
    <w:rsid w:val="004843D3"/>
    <w:rsid w:val="004846CA"/>
    <w:rsid w:val="00484957"/>
    <w:rsid w:val="00484BE3"/>
    <w:rsid w:val="00484FEC"/>
    <w:rsid w:val="00485B41"/>
    <w:rsid w:val="00485BBA"/>
    <w:rsid w:val="00485C4C"/>
    <w:rsid w:val="0048600D"/>
    <w:rsid w:val="00486054"/>
    <w:rsid w:val="00486A99"/>
    <w:rsid w:val="00486E86"/>
    <w:rsid w:val="00487454"/>
    <w:rsid w:val="004874E2"/>
    <w:rsid w:val="0048786F"/>
    <w:rsid w:val="004878F8"/>
    <w:rsid w:val="00487AA3"/>
    <w:rsid w:val="00487FF5"/>
    <w:rsid w:val="004914BF"/>
    <w:rsid w:val="00491632"/>
    <w:rsid w:val="004917DC"/>
    <w:rsid w:val="0049194F"/>
    <w:rsid w:val="00491CED"/>
    <w:rsid w:val="00491F54"/>
    <w:rsid w:val="00491F6C"/>
    <w:rsid w:val="00492309"/>
    <w:rsid w:val="004926B6"/>
    <w:rsid w:val="00492FFC"/>
    <w:rsid w:val="00493026"/>
    <w:rsid w:val="004930A2"/>
    <w:rsid w:val="00493163"/>
    <w:rsid w:val="004936A5"/>
    <w:rsid w:val="00493A69"/>
    <w:rsid w:val="00493A83"/>
    <w:rsid w:val="00493AD0"/>
    <w:rsid w:val="00494520"/>
    <w:rsid w:val="00494AED"/>
    <w:rsid w:val="00494B87"/>
    <w:rsid w:val="00494B9B"/>
    <w:rsid w:val="00494BA1"/>
    <w:rsid w:val="00494D7C"/>
    <w:rsid w:val="00494EAD"/>
    <w:rsid w:val="00495562"/>
    <w:rsid w:val="00495BD6"/>
    <w:rsid w:val="00495C12"/>
    <w:rsid w:val="00495EFF"/>
    <w:rsid w:val="00496358"/>
    <w:rsid w:val="00496391"/>
    <w:rsid w:val="00496398"/>
    <w:rsid w:val="00496462"/>
    <w:rsid w:val="004966E6"/>
    <w:rsid w:val="0049694A"/>
    <w:rsid w:val="00496ABA"/>
    <w:rsid w:val="00496B04"/>
    <w:rsid w:val="00496E10"/>
    <w:rsid w:val="004973A9"/>
    <w:rsid w:val="004975AB"/>
    <w:rsid w:val="00497637"/>
    <w:rsid w:val="00497706"/>
    <w:rsid w:val="0049775B"/>
    <w:rsid w:val="0049789A"/>
    <w:rsid w:val="004979C3"/>
    <w:rsid w:val="00497A18"/>
    <w:rsid w:val="00497AE9"/>
    <w:rsid w:val="00497E28"/>
    <w:rsid w:val="00497EC7"/>
    <w:rsid w:val="004A0410"/>
    <w:rsid w:val="004A0464"/>
    <w:rsid w:val="004A04E0"/>
    <w:rsid w:val="004A1091"/>
    <w:rsid w:val="004A19D1"/>
    <w:rsid w:val="004A1C2E"/>
    <w:rsid w:val="004A245A"/>
    <w:rsid w:val="004A29C4"/>
    <w:rsid w:val="004A2BB7"/>
    <w:rsid w:val="004A2E00"/>
    <w:rsid w:val="004A2F51"/>
    <w:rsid w:val="004A3328"/>
    <w:rsid w:val="004A3350"/>
    <w:rsid w:val="004A461F"/>
    <w:rsid w:val="004A4A06"/>
    <w:rsid w:val="004A4D17"/>
    <w:rsid w:val="004A4E34"/>
    <w:rsid w:val="004A4E71"/>
    <w:rsid w:val="004A520D"/>
    <w:rsid w:val="004A57EF"/>
    <w:rsid w:val="004A59A3"/>
    <w:rsid w:val="004A5F2C"/>
    <w:rsid w:val="004A60BF"/>
    <w:rsid w:val="004A6288"/>
    <w:rsid w:val="004A641D"/>
    <w:rsid w:val="004A68ED"/>
    <w:rsid w:val="004A6C37"/>
    <w:rsid w:val="004A6D69"/>
    <w:rsid w:val="004A6DA0"/>
    <w:rsid w:val="004A6E14"/>
    <w:rsid w:val="004A6ED9"/>
    <w:rsid w:val="004A754C"/>
    <w:rsid w:val="004A7709"/>
    <w:rsid w:val="004A7DB4"/>
    <w:rsid w:val="004B0461"/>
    <w:rsid w:val="004B058C"/>
    <w:rsid w:val="004B0713"/>
    <w:rsid w:val="004B07F8"/>
    <w:rsid w:val="004B0CFB"/>
    <w:rsid w:val="004B18F0"/>
    <w:rsid w:val="004B1A16"/>
    <w:rsid w:val="004B2011"/>
    <w:rsid w:val="004B20A5"/>
    <w:rsid w:val="004B20F6"/>
    <w:rsid w:val="004B21B6"/>
    <w:rsid w:val="004B28FA"/>
    <w:rsid w:val="004B2C4C"/>
    <w:rsid w:val="004B2C4F"/>
    <w:rsid w:val="004B2D88"/>
    <w:rsid w:val="004B31BE"/>
    <w:rsid w:val="004B34EA"/>
    <w:rsid w:val="004B3875"/>
    <w:rsid w:val="004B3BA4"/>
    <w:rsid w:val="004B41D4"/>
    <w:rsid w:val="004B4951"/>
    <w:rsid w:val="004B4965"/>
    <w:rsid w:val="004B4F8A"/>
    <w:rsid w:val="004B50E6"/>
    <w:rsid w:val="004B5826"/>
    <w:rsid w:val="004B5BE7"/>
    <w:rsid w:val="004B60FC"/>
    <w:rsid w:val="004B615F"/>
    <w:rsid w:val="004B6355"/>
    <w:rsid w:val="004B6909"/>
    <w:rsid w:val="004B6A33"/>
    <w:rsid w:val="004B6A52"/>
    <w:rsid w:val="004B6A57"/>
    <w:rsid w:val="004B6D81"/>
    <w:rsid w:val="004B6F9C"/>
    <w:rsid w:val="004B743F"/>
    <w:rsid w:val="004B7A98"/>
    <w:rsid w:val="004C0450"/>
    <w:rsid w:val="004C058B"/>
    <w:rsid w:val="004C065A"/>
    <w:rsid w:val="004C0993"/>
    <w:rsid w:val="004C0FDC"/>
    <w:rsid w:val="004C1398"/>
    <w:rsid w:val="004C13C3"/>
    <w:rsid w:val="004C1A19"/>
    <w:rsid w:val="004C1F0C"/>
    <w:rsid w:val="004C1FEB"/>
    <w:rsid w:val="004C2106"/>
    <w:rsid w:val="004C252B"/>
    <w:rsid w:val="004C27B6"/>
    <w:rsid w:val="004C2AC3"/>
    <w:rsid w:val="004C3441"/>
    <w:rsid w:val="004C37C7"/>
    <w:rsid w:val="004C380F"/>
    <w:rsid w:val="004C3C8F"/>
    <w:rsid w:val="004C3E40"/>
    <w:rsid w:val="004C4089"/>
    <w:rsid w:val="004C446C"/>
    <w:rsid w:val="004C4724"/>
    <w:rsid w:val="004C4759"/>
    <w:rsid w:val="004C48A8"/>
    <w:rsid w:val="004C501A"/>
    <w:rsid w:val="004C5126"/>
    <w:rsid w:val="004C59C4"/>
    <w:rsid w:val="004C5A9C"/>
    <w:rsid w:val="004C5CC6"/>
    <w:rsid w:val="004C5DF6"/>
    <w:rsid w:val="004C5E61"/>
    <w:rsid w:val="004C64F7"/>
    <w:rsid w:val="004C6733"/>
    <w:rsid w:val="004C6FBF"/>
    <w:rsid w:val="004C7129"/>
    <w:rsid w:val="004C74FD"/>
    <w:rsid w:val="004C7760"/>
    <w:rsid w:val="004D0281"/>
    <w:rsid w:val="004D0453"/>
    <w:rsid w:val="004D0A79"/>
    <w:rsid w:val="004D0AA3"/>
    <w:rsid w:val="004D0B0B"/>
    <w:rsid w:val="004D140F"/>
    <w:rsid w:val="004D19BF"/>
    <w:rsid w:val="004D1CC6"/>
    <w:rsid w:val="004D1CE1"/>
    <w:rsid w:val="004D1FAB"/>
    <w:rsid w:val="004D20C5"/>
    <w:rsid w:val="004D2633"/>
    <w:rsid w:val="004D2873"/>
    <w:rsid w:val="004D28BA"/>
    <w:rsid w:val="004D2CF5"/>
    <w:rsid w:val="004D3B7E"/>
    <w:rsid w:val="004D3CE1"/>
    <w:rsid w:val="004D3D43"/>
    <w:rsid w:val="004D3F30"/>
    <w:rsid w:val="004D3F6E"/>
    <w:rsid w:val="004D4169"/>
    <w:rsid w:val="004D4325"/>
    <w:rsid w:val="004D4417"/>
    <w:rsid w:val="004D4924"/>
    <w:rsid w:val="004D4D4D"/>
    <w:rsid w:val="004D525D"/>
    <w:rsid w:val="004D538C"/>
    <w:rsid w:val="004D588F"/>
    <w:rsid w:val="004D5CD9"/>
    <w:rsid w:val="004D6563"/>
    <w:rsid w:val="004D6821"/>
    <w:rsid w:val="004D6B98"/>
    <w:rsid w:val="004D6ED6"/>
    <w:rsid w:val="004D7451"/>
    <w:rsid w:val="004D761C"/>
    <w:rsid w:val="004D79DC"/>
    <w:rsid w:val="004D79DF"/>
    <w:rsid w:val="004D7C53"/>
    <w:rsid w:val="004D7CD4"/>
    <w:rsid w:val="004D7DC1"/>
    <w:rsid w:val="004D7F94"/>
    <w:rsid w:val="004D7FE5"/>
    <w:rsid w:val="004E069B"/>
    <w:rsid w:val="004E0F66"/>
    <w:rsid w:val="004E0FF9"/>
    <w:rsid w:val="004E127F"/>
    <w:rsid w:val="004E140A"/>
    <w:rsid w:val="004E16FC"/>
    <w:rsid w:val="004E177A"/>
    <w:rsid w:val="004E1D61"/>
    <w:rsid w:val="004E1E74"/>
    <w:rsid w:val="004E2077"/>
    <w:rsid w:val="004E2293"/>
    <w:rsid w:val="004E241D"/>
    <w:rsid w:val="004E2428"/>
    <w:rsid w:val="004E2583"/>
    <w:rsid w:val="004E27E4"/>
    <w:rsid w:val="004E2CF3"/>
    <w:rsid w:val="004E30F7"/>
    <w:rsid w:val="004E3174"/>
    <w:rsid w:val="004E32A6"/>
    <w:rsid w:val="004E33E2"/>
    <w:rsid w:val="004E33F2"/>
    <w:rsid w:val="004E3783"/>
    <w:rsid w:val="004E3908"/>
    <w:rsid w:val="004E3EC9"/>
    <w:rsid w:val="004E3FE4"/>
    <w:rsid w:val="004E49A1"/>
    <w:rsid w:val="004E4A0E"/>
    <w:rsid w:val="004E4BE3"/>
    <w:rsid w:val="004E5157"/>
    <w:rsid w:val="004E51F0"/>
    <w:rsid w:val="004E52F0"/>
    <w:rsid w:val="004E5A9E"/>
    <w:rsid w:val="004E5D3C"/>
    <w:rsid w:val="004E5DD6"/>
    <w:rsid w:val="004E79EE"/>
    <w:rsid w:val="004E7BC0"/>
    <w:rsid w:val="004F0580"/>
    <w:rsid w:val="004F07DC"/>
    <w:rsid w:val="004F0D62"/>
    <w:rsid w:val="004F0ED0"/>
    <w:rsid w:val="004F11A3"/>
    <w:rsid w:val="004F159C"/>
    <w:rsid w:val="004F1E49"/>
    <w:rsid w:val="004F250F"/>
    <w:rsid w:val="004F28DB"/>
    <w:rsid w:val="004F28DC"/>
    <w:rsid w:val="004F28E6"/>
    <w:rsid w:val="004F29E7"/>
    <w:rsid w:val="004F2A33"/>
    <w:rsid w:val="004F2DF2"/>
    <w:rsid w:val="004F2E93"/>
    <w:rsid w:val="004F303A"/>
    <w:rsid w:val="004F3087"/>
    <w:rsid w:val="004F31AC"/>
    <w:rsid w:val="004F31E6"/>
    <w:rsid w:val="004F347A"/>
    <w:rsid w:val="004F35B4"/>
    <w:rsid w:val="004F3B14"/>
    <w:rsid w:val="004F3ED0"/>
    <w:rsid w:val="004F4180"/>
    <w:rsid w:val="004F4677"/>
    <w:rsid w:val="004F4854"/>
    <w:rsid w:val="004F4B2F"/>
    <w:rsid w:val="004F4BE7"/>
    <w:rsid w:val="004F4F4F"/>
    <w:rsid w:val="004F51CA"/>
    <w:rsid w:val="004F5B6A"/>
    <w:rsid w:val="004F5B8D"/>
    <w:rsid w:val="004F5D1D"/>
    <w:rsid w:val="004F5DC8"/>
    <w:rsid w:val="004F5E7C"/>
    <w:rsid w:val="004F5E8F"/>
    <w:rsid w:val="004F5EAE"/>
    <w:rsid w:val="004F5EB4"/>
    <w:rsid w:val="004F6020"/>
    <w:rsid w:val="004F6232"/>
    <w:rsid w:val="004F676E"/>
    <w:rsid w:val="004F6862"/>
    <w:rsid w:val="004F6BDC"/>
    <w:rsid w:val="004F6BE6"/>
    <w:rsid w:val="004F6EEE"/>
    <w:rsid w:val="004F6EFC"/>
    <w:rsid w:val="004F783B"/>
    <w:rsid w:val="004F787C"/>
    <w:rsid w:val="00500023"/>
    <w:rsid w:val="0050082C"/>
    <w:rsid w:val="00500934"/>
    <w:rsid w:val="00500E28"/>
    <w:rsid w:val="00501479"/>
    <w:rsid w:val="00501976"/>
    <w:rsid w:val="00501C5F"/>
    <w:rsid w:val="0050201E"/>
    <w:rsid w:val="005022FF"/>
    <w:rsid w:val="005023B0"/>
    <w:rsid w:val="005023E5"/>
    <w:rsid w:val="00502414"/>
    <w:rsid w:val="005025FC"/>
    <w:rsid w:val="005031E3"/>
    <w:rsid w:val="005031FD"/>
    <w:rsid w:val="005033C3"/>
    <w:rsid w:val="00503947"/>
    <w:rsid w:val="00503BBD"/>
    <w:rsid w:val="00503CCF"/>
    <w:rsid w:val="00503EC0"/>
    <w:rsid w:val="005048AC"/>
    <w:rsid w:val="00504DC6"/>
    <w:rsid w:val="005050A5"/>
    <w:rsid w:val="00505B15"/>
    <w:rsid w:val="00505B18"/>
    <w:rsid w:val="005062BC"/>
    <w:rsid w:val="00506453"/>
    <w:rsid w:val="005067FE"/>
    <w:rsid w:val="00506C54"/>
    <w:rsid w:val="00506D97"/>
    <w:rsid w:val="00506E35"/>
    <w:rsid w:val="00506E64"/>
    <w:rsid w:val="00506EB6"/>
    <w:rsid w:val="00507596"/>
    <w:rsid w:val="00507688"/>
    <w:rsid w:val="00507A5F"/>
    <w:rsid w:val="00507B74"/>
    <w:rsid w:val="00507C2E"/>
    <w:rsid w:val="00507CA2"/>
    <w:rsid w:val="0051005E"/>
    <w:rsid w:val="00510311"/>
    <w:rsid w:val="00510649"/>
    <w:rsid w:val="00510A24"/>
    <w:rsid w:val="00510C84"/>
    <w:rsid w:val="00510CD3"/>
    <w:rsid w:val="00511260"/>
    <w:rsid w:val="00511460"/>
    <w:rsid w:val="00511C8C"/>
    <w:rsid w:val="00512219"/>
    <w:rsid w:val="005123EB"/>
    <w:rsid w:val="005124E6"/>
    <w:rsid w:val="005126A7"/>
    <w:rsid w:val="005128A1"/>
    <w:rsid w:val="005128C8"/>
    <w:rsid w:val="00512AA2"/>
    <w:rsid w:val="00512AFF"/>
    <w:rsid w:val="00512F99"/>
    <w:rsid w:val="005138AC"/>
    <w:rsid w:val="005138EA"/>
    <w:rsid w:val="005138FB"/>
    <w:rsid w:val="005139BB"/>
    <w:rsid w:val="00513CAB"/>
    <w:rsid w:val="00513CDE"/>
    <w:rsid w:val="00514228"/>
    <w:rsid w:val="005148A7"/>
    <w:rsid w:val="00514C4C"/>
    <w:rsid w:val="00514EED"/>
    <w:rsid w:val="00514F1E"/>
    <w:rsid w:val="005150EA"/>
    <w:rsid w:val="00515484"/>
    <w:rsid w:val="00515549"/>
    <w:rsid w:val="00515CAE"/>
    <w:rsid w:val="00515FF1"/>
    <w:rsid w:val="005160C5"/>
    <w:rsid w:val="005160CA"/>
    <w:rsid w:val="0051625C"/>
    <w:rsid w:val="005162D6"/>
    <w:rsid w:val="00516D59"/>
    <w:rsid w:val="00517C8B"/>
    <w:rsid w:val="0052010D"/>
    <w:rsid w:val="0052016A"/>
    <w:rsid w:val="0052019B"/>
    <w:rsid w:val="0052021D"/>
    <w:rsid w:val="005202CC"/>
    <w:rsid w:val="00520667"/>
    <w:rsid w:val="00520F05"/>
    <w:rsid w:val="00521054"/>
    <w:rsid w:val="00521A7B"/>
    <w:rsid w:val="00521E84"/>
    <w:rsid w:val="00522424"/>
    <w:rsid w:val="00522473"/>
    <w:rsid w:val="005232DA"/>
    <w:rsid w:val="005232ED"/>
    <w:rsid w:val="005233C4"/>
    <w:rsid w:val="00523568"/>
    <w:rsid w:val="00523788"/>
    <w:rsid w:val="00523AC6"/>
    <w:rsid w:val="00523BC0"/>
    <w:rsid w:val="00523C17"/>
    <w:rsid w:val="005240FD"/>
    <w:rsid w:val="005243E6"/>
    <w:rsid w:val="005246B4"/>
    <w:rsid w:val="00524B1B"/>
    <w:rsid w:val="00524CC6"/>
    <w:rsid w:val="00524F71"/>
    <w:rsid w:val="005250A7"/>
    <w:rsid w:val="00525163"/>
    <w:rsid w:val="00525174"/>
    <w:rsid w:val="00525179"/>
    <w:rsid w:val="00525331"/>
    <w:rsid w:val="00525803"/>
    <w:rsid w:val="00525896"/>
    <w:rsid w:val="0052592F"/>
    <w:rsid w:val="00525B1A"/>
    <w:rsid w:val="00525C15"/>
    <w:rsid w:val="00525CCA"/>
    <w:rsid w:val="00525D7A"/>
    <w:rsid w:val="00525E9E"/>
    <w:rsid w:val="00525F42"/>
    <w:rsid w:val="00525F83"/>
    <w:rsid w:val="00526421"/>
    <w:rsid w:val="00526BBF"/>
    <w:rsid w:val="0052703E"/>
    <w:rsid w:val="00527384"/>
    <w:rsid w:val="005274FB"/>
    <w:rsid w:val="00527860"/>
    <w:rsid w:val="00527C20"/>
    <w:rsid w:val="0053010A"/>
    <w:rsid w:val="005303AB"/>
    <w:rsid w:val="00530B4E"/>
    <w:rsid w:val="00530C47"/>
    <w:rsid w:val="00530EDC"/>
    <w:rsid w:val="005310F4"/>
    <w:rsid w:val="0053134C"/>
    <w:rsid w:val="00531473"/>
    <w:rsid w:val="0053155F"/>
    <w:rsid w:val="00531959"/>
    <w:rsid w:val="0053227B"/>
    <w:rsid w:val="00532ACD"/>
    <w:rsid w:val="00532B39"/>
    <w:rsid w:val="00532B4E"/>
    <w:rsid w:val="00533260"/>
    <w:rsid w:val="00533293"/>
    <w:rsid w:val="00533357"/>
    <w:rsid w:val="00533438"/>
    <w:rsid w:val="005341F4"/>
    <w:rsid w:val="0053460F"/>
    <w:rsid w:val="00534937"/>
    <w:rsid w:val="00534DBB"/>
    <w:rsid w:val="0053524E"/>
    <w:rsid w:val="005354ED"/>
    <w:rsid w:val="005356F3"/>
    <w:rsid w:val="00535AFC"/>
    <w:rsid w:val="00535BC4"/>
    <w:rsid w:val="00535E06"/>
    <w:rsid w:val="00536255"/>
    <w:rsid w:val="005363E1"/>
    <w:rsid w:val="0053661F"/>
    <w:rsid w:val="005366BD"/>
    <w:rsid w:val="00536C93"/>
    <w:rsid w:val="00536D03"/>
    <w:rsid w:val="00537B33"/>
    <w:rsid w:val="00540043"/>
    <w:rsid w:val="0054011F"/>
    <w:rsid w:val="00540238"/>
    <w:rsid w:val="0054043A"/>
    <w:rsid w:val="00540939"/>
    <w:rsid w:val="00540A12"/>
    <w:rsid w:val="00540C47"/>
    <w:rsid w:val="0054119D"/>
    <w:rsid w:val="00541280"/>
    <w:rsid w:val="00541558"/>
    <w:rsid w:val="005421E0"/>
    <w:rsid w:val="00542398"/>
    <w:rsid w:val="00542666"/>
    <w:rsid w:val="00542949"/>
    <w:rsid w:val="00542BB3"/>
    <w:rsid w:val="00542BB8"/>
    <w:rsid w:val="00542EB1"/>
    <w:rsid w:val="0054335F"/>
    <w:rsid w:val="005438B1"/>
    <w:rsid w:val="00543F2A"/>
    <w:rsid w:val="00544157"/>
    <w:rsid w:val="005444A6"/>
    <w:rsid w:val="0054467A"/>
    <w:rsid w:val="0054494C"/>
    <w:rsid w:val="005449C6"/>
    <w:rsid w:val="00544D65"/>
    <w:rsid w:val="00544FFD"/>
    <w:rsid w:val="00545754"/>
    <w:rsid w:val="005458D9"/>
    <w:rsid w:val="00545A8F"/>
    <w:rsid w:val="00545AC0"/>
    <w:rsid w:val="00546950"/>
    <w:rsid w:val="00546A51"/>
    <w:rsid w:val="00546E16"/>
    <w:rsid w:val="00546E3D"/>
    <w:rsid w:val="005472AF"/>
    <w:rsid w:val="00547935"/>
    <w:rsid w:val="00547BD5"/>
    <w:rsid w:val="00547C87"/>
    <w:rsid w:val="00547D4C"/>
    <w:rsid w:val="00550763"/>
    <w:rsid w:val="005509DC"/>
    <w:rsid w:val="00550ABC"/>
    <w:rsid w:val="00550AD6"/>
    <w:rsid w:val="00550BD9"/>
    <w:rsid w:val="00550FE3"/>
    <w:rsid w:val="0055107A"/>
    <w:rsid w:val="00551108"/>
    <w:rsid w:val="0055135D"/>
    <w:rsid w:val="00551989"/>
    <w:rsid w:val="00551B2E"/>
    <w:rsid w:val="00551F0C"/>
    <w:rsid w:val="005523F7"/>
    <w:rsid w:val="005529D7"/>
    <w:rsid w:val="00552A30"/>
    <w:rsid w:val="00552A32"/>
    <w:rsid w:val="00552B61"/>
    <w:rsid w:val="00552DA3"/>
    <w:rsid w:val="0055367F"/>
    <w:rsid w:val="00553A41"/>
    <w:rsid w:val="00553C04"/>
    <w:rsid w:val="00553C3D"/>
    <w:rsid w:val="00553D32"/>
    <w:rsid w:val="00553FF3"/>
    <w:rsid w:val="00554023"/>
    <w:rsid w:val="005544CF"/>
    <w:rsid w:val="005549B0"/>
    <w:rsid w:val="00554DF1"/>
    <w:rsid w:val="00555238"/>
    <w:rsid w:val="00555530"/>
    <w:rsid w:val="0055556F"/>
    <w:rsid w:val="0055596C"/>
    <w:rsid w:val="00555F89"/>
    <w:rsid w:val="00556330"/>
    <w:rsid w:val="005566F5"/>
    <w:rsid w:val="00556992"/>
    <w:rsid w:val="00556AA6"/>
    <w:rsid w:val="00556E47"/>
    <w:rsid w:val="00557417"/>
    <w:rsid w:val="005574A8"/>
    <w:rsid w:val="00557E8E"/>
    <w:rsid w:val="005602B0"/>
    <w:rsid w:val="005604BB"/>
    <w:rsid w:val="00560826"/>
    <w:rsid w:val="0056085A"/>
    <w:rsid w:val="00560A68"/>
    <w:rsid w:val="00560A84"/>
    <w:rsid w:val="00560B66"/>
    <w:rsid w:val="00560D2F"/>
    <w:rsid w:val="00561283"/>
    <w:rsid w:val="00561559"/>
    <w:rsid w:val="005615D3"/>
    <w:rsid w:val="00562218"/>
    <w:rsid w:val="0056238E"/>
    <w:rsid w:val="0056257D"/>
    <w:rsid w:val="00562807"/>
    <w:rsid w:val="00562BD5"/>
    <w:rsid w:val="00562C32"/>
    <w:rsid w:val="00562E66"/>
    <w:rsid w:val="0056366B"/>
    <w:rsid w:val="00563B64"/>
    <w:rsid w:val="00563BD9"/>
    <w:rsid w:val="00563EC9"/>
    <w:rsid w:val="00563EDE"/>
    <w:rsid w:val="00563F17"/>
    <w:rsid w:val="0056403C"/>
    <w:rsid w:val="005647CF"/>
    <w:rsid w:val="00564905"/>
    <w:rsid w:val="0056553B"/>
    <w:rsid w:val="005655D7"/>
    <w:rsid w:val="005659D5"/>
    <w:rsid w:val="005659F2"/>
    <w:rsid w:val="00566893"/>
    <w:rsid w:val="00566B30"/>
    <w:rsid w:val="00566E5B"/>
    <w:rsid w:val="00566F27"/>
    <w:rsid w:val="00566FA0"/>
    <w:rsid w:val="00567254"/>
    <w:rsid w:val="005675CD"/>
    <w:rsid w:val="00567C65"/>
    <w:rsid w:val="00567F09"/>
    <w:rsid w:val="00567FCF"/>
    <w:rsid w:val="0057032B"/>
    <w:rsid w:val="005703E0"/>
    <w:rsid w:val="00570646"/>
    <w:rsid w:val="00570DA9"/>
    <w:rsid w:val="00570E1F"/>
    <w:rsid w:val="00570EDF"/>
    <w:rsid w:val="005714BC"/>
    <w:rsid w:val="005718AA"/>
    <w:rsid w:val="00571964"/>
    <w:rsid w:val="00571C7E"/>
    <w:rsid w:val="00571FF2"/>
    <w:rsid w:val="005721EC"/>
    <w:rsid w:val="0057230B"/>
    <w:rsid w:val="005725D4"/>
    <w:rsid w:val="00572660"/>
    <w:rsid w:val="00572810"/>
    <w:rsid w:val="00572925"/>
    <w:rsid w:val="00572D61"/>
    <w:rsid w:val="00572E02"/>
    <w:rsid w:val="00572E6D"/>
    <w:rsid w:val="00573055"/>
    <w:rsid w:val="005730B5"/>
    <w:rsid w:val="00573125"/>
    <w:rsid w:val="005731F5"/>
    <w:rsid w:val="005731FE"/>
    <w:rsid w:val="00573584"/>
    <w:rsid w:val="005736EA"/>
    <w:rsid w:val="0057473A"/>
    <w:rsid w:val="00574F3C"/>
    <w:rsid w:val="0057500B"/>
    <w:rsid w:val="00575321"/>
    <w:rsid w:val="0057593B"/>
    <w:rsid w:val="00575EAC"/>
    <w:rsid w:val="00575FAA"/>
    <w:rsid w:val="00576026"/>
    <w:rsid w:val="005760F6"/>
    <w:rsid w:val="00576325"/>
    <w:rsid w:val="00576579"/>
    <w:rsid w:val="00576622"/>
    <w:rsid w:val="00576743"/>
    <w:rsid w:val="00576776"/>
    <w:rsid w:val="00576905"/>
    <w:rsid w:val="0057690D"/>
    <w:rsid w:val="00576921"/>
    <w:rsid w:val="00576C72"/>
    <w:rsid w:val="00577136"/>
    <w:rsid w:val="00577802"/>
    <w:rsid w:val="00577AED"/>
    <w:rsid w:val="00577E8A"/>
    <w:rsid w:val="00577F59"/>
    <w:rsid w:val="0058023C"/>
    <w:rsid w:val="0058185A"/>
    <w:rsid w:val="00581C3B"/>
    <w:rsid w:val="00581C92"/>
    <w:rsid w:val="00582143"/>
    <w:rsid w:val="00582B8A"/>
    <w:rsid w:val="005832AA"/>
    <w:rsid w:val="005835EA"/>
    <w:rsid w:val="0058373A"/>
    <w:rsid w:val="005839F0"/>
    <w:rsid w:val="00583A76"/>
    <w:rsid w:val="00583E2A"/>
    <w:rsid w:val="00583E56"/>
    <w:rsid w:val="00583E94"/>
    <w:rsid w:val="0058432E"/>
    <w:rsid w:val="00584475"/>
    <w:rsid w:val="0058463A"/>
    <w:rsid w:val="00584665"/>
    <w:rsid w:val="00584A12"/>
    <w:rsid w:val="00584B2A"/>
    <w:rsid w:val="00584C0F"/>
    <w:rsid w:val="00584C97"/>
    <w:rsid w:val="00584D65"/>
    <w:rsid w:val="00585161"/>
    <w:rsid w:val="005851E0"/>
    <w:rsid w:val="0058548E"/>
    <w:rsid w:val="0058594B"/>
    <w:rsid w:val="00585CFB"/>
    <w:rsid w:val="00585FEC"/>
    <w:rsid w:val="005861A8"/>
    <w:rsid w:val="005862B7"/>
    <w:rsid w:val="00586AE8"/>
    <w:rsid w:val="00586B15"/>
    <w:rsid w:val="00586D35"/>
    <w:rsid w:val="005874E5"/>
    <w:rsid w:val="005877CC"/>
    <w:rsid w:val="00587A2A"/>
    <w:rsid w:val="00587B88"/>
    <w:rsid w:val="00587D69"/>
    <w:rsid w:val="00587DE5"/>
    <w:rsid w:val="00587E73"/>
    <w:rsid w:val="00590003"/>
    <w:rsid w:val="00590020"/>
    <w:rsid w:val="00590C04"/>
    <w:rsid w:val="00590EC0"/>
    <w:rsid w:val="0059122F"/>
    <w:rsid w:val="00591305"/>
    <w:rsid w:val="0059168F"/>
    <w:rsid w:val="00591DE2"/>
    <w:rsid w:val="00591EFE"/>
    <w:rsid w:val="00592171"/>
    <w:rsid w:val="00592269"/>
    <w:rsid w:val="00592747"/>
    <w:rsid w:val="0059289F"/>
    <w:rsid w:val="00592CFA"/>
    <w:rsid w:val="00592DCE"/>
    <w:rsid w:val="00592E16"/>
    <w:rsid w:val="00592FF4"/>
    <w:rsid w:val="00593178"/>
    <w:rsid w:val="0059332D"/>
    <w:rsid w:val="00593F1E"/>
    <w:rsid w:val="00594194"/>
    <w:rsid w:val="005947D3"/>
    <w:rsid w:val="00594A12"/>
    <w:rsid w:val="00594A6A"/>
    <w:rsid w:val="00594BE3"/>
    <w:rsid w:val="00594D08"/>
    <w:rsid w:val="005951BF"/>
    <w:rsid w:val="00595273"/>
    <w:rsid w:val="0059542B"/>
    <w:rsid w:val="005956AF"/>
    <w:rsid w:val="005956D5"/>
    <w:rsid w:val="0059599E"/>
    <w:rsid w:val="00595D12"/>
    <w:rsid w:val="00596176"/>
    <w:rsid w:val="005968B8"/>
    <w:rsid w:val="00596AFC"/>
    <w:rsid w:val="00596D34"/>
    <w:rsid w:val="00596D73"/>
    <w:rsid w:val="0059716A"/>
    <w:rsid w:val="00597247"/>
    <w:rsid w:val="005972F0"/>
    <w:rsid w:val="0059744A"/>
    <w:rsid w:val="0059745F"/>
    <w:rsid w:val="00597960"/>
    <w:rsid w:val="005979DD"/>
    <w:rsid w:val="00597A34"/>
    <w:rsid w:val="00597A81"/>
    <w:rsid w:val="005A076C"/>
    <w:rsid w:val="005A0989"/>
    <w:rsid w:val="005A0AF2"/>
    <w:rsid w:val="005A0B0F"/>
    <w:rsid w:val="005A0D30"/>
    <w:rsid w:val="005A0E0C"/>
    <w:rsid w:val="005A0EC9"/>
    <w:rsid w:val="005A1A12"/>
    <w:rsid w:val="005A1CBF"/>
    <w:rsid w:val="005A2035"/>
    <w:rsid w:val="005A211E"/>
    <w:rsid w:val="005A221D"/>
    <w:rsid w:val="005A2743"/>
    <w:rsid w:val="005A27CE"/>
    <w:rsid w:val="005A280B"/>
    <w:rsid w:val="005A29BA"/>
    <w:rsid w:val="005A2A50"/>
    <w:rsid w:val="005A2A6A"/>
    <w:rsid w:val="005A2B6B"/>
    <w:rsid w:val="005A325C"/>
    <w:rsid w:val="005A32C4"/>
    <w:rsid w:val="005A37E4"/>
    <w:rsid w:val="005A4034"/>
    <w:rsid w:val="005A41A5"/>
    <w:rsid w:val="005A483E"/>
    <w:rsid w:val="005A4C99"/>
    <w:rsid w:val="005A4D5A"/>
    <w:rsid w:val="005A51D3"/>
    <w:rsid w:val="005A5729"/>
    <w:rsid w:val="005A5A7F"/>
    <w:rsid w:val="005A5B0D"/>
    <w:rsid w:val="005A5EFD"/>
    <w:rsid w:val="005A5F38"/>
    <w:rsid w:val="005A6044"/>
    <w:rsid w:val="005A6337"/>
    <w:rsid w:val="005A64E4"/>
    <w:rsid w:val="005A6579"/>
    <w:rsid w:val="005A66F6"/>
    <w:rsid w:val="005A6CA1"/>
    <w:rsid w:val="005A6D45"/>
    <w:rsid w:val="005A765B"/>
    <w:rsid w:val="005A7B81"/>
    <w:rsid w:val="005A7DAB"/>
    <w:rsid w:val="005A7F74"/>
    <w:rsid w:val="005B0253"/>
    <w:rsid w:val="005B0354"/>
    <w:rsid w:val="005B06C8"/>
    <w:rsid w:val="005B0959"/>
    <w:rsid w:val="005B0AF1"/>
    <w:rsid w:val="005B0B9E"/>
    <w:rsid w:val="005B0D72"/>
    <w:rsid w:val="005B0E22"/>
    <w:rsid w:val="005B1372"/>
    <w:rsid w:val="005B1D50"/>
    <w:rsid w:val="005B208F"/>
    <w:rsid w:val="005B26C1"/>
    <w:rsid w:val="005B2A35"/>
    <w:rsid w:val="005B2C24"/>
    <w:rsid w:val="005B2C9E"/>
    <w:rsid w:val="005B303B"/>
    <w:rsid w:val="005B30A9"/>
    <w:rsid w:val="005B30C2"/>
    <w:rsid w:val="005B3570"/>
    <w:rsid w:val="005B364A"/>
    <w:rsid w:val="005B38A1"/>
    <w:rsid w:val="005B39FF"/>
    <w:rsid w:val="005B3B2A"/>
    <w:rsid w:val="005B3CC9"/>
    <w:rsid w:val="005B3FEA"/>
    <w:rsid w:val="005B4031"/>
    <w:rsid w:val="005B4257"/>
    <w:rsid w:val="005B4859"/>
    <w:rsid w:val="005B49B1"/>
    <w:rsid w:val="005B507A"/>
    <w:rsid w:val="005B5086"/>
    <w:rsid w:val="005B53AA"/>
    <w:rsid w:val="005B5720"/>
    <w:rsid w:val="005B57B2"/>
    <w:rsid w:val="005B5A2A"/>
    <w:rsid w:val="005B5A9E"/>
    <w:rsid w:val="005B6121"/>
    <w:rsid w:val="005B61D0"/>
    <w:rsid w:val="005B6D71"/>
    <w:rsid w:val="005B6DA3"/>
    <w:rsid w:val="005B71CD"/>
    <w:rsid w:val="005B7345"/>
    <w:rsid w:val="005B734C"/>
    <w:rsid w:val="005B766D"/>
    <w:rsid w:val="005B787F"/>
    <w:rsid w:val="005B7E27"/>
    <w:rsid w:val="005B7F8B"/>
    <w:rsid w:val="005C000C"/>
    <w:rsid w:val="005C03F8"/>
    <w:rsid w:val="005C0C7D"/>
    <w:rsid w:val="005C13AC"/>
    <w:rsid w:val="005C1DA7"/>
    <w:rsid w:val="005C1E0F"/>
    <w:rsid w:val="005C1E4C"/>
    <w:rsid w:val="005C2320"/>
    <w:rsid w:val="005C2552"/>
    <w:rsid w:val="005C264A"/>
    <w:rsid w:val="005C2756"/>
    <w:rsid w:val="005C2858"/>
    <w:rsid w:val="005C2A47"/>
    <w:rsid w:val="005C2EF9"/>
    <w:rsid w:val="005C2FEB"/>
    <w:rsid w:val="005C35C1"/>
    <w:rsid w:val="005C3653"/>
    <w:rsid w:val="005C36D5"/>
    <w:rsid w:val="005C3A50"/>
    <w:rsid w:val="005C3A98"/>
    <w:rsid w:val="005C3CEF"/>
    <w:rsid w:val="005C4159"/>
    <w:rsid w:val="005C4524"/>
    <w:rsid w:val="005C4BE6"/>
    <w:rsid w:val="005C4F1F"/>
    <w:rsid w:val="005C5111"/>
    <w:rsid w:val="005C5684"/>
    <w:rsid w:val="005C5DEF"/>
    <w:rsid w:val="005C6414"/>
    <w:rsid w:val="005C6625"/>
    <w:rsid w:val="005C6698"/>
    <w:rsid w:val="005C7073"/>
    <w:rsid w:val="005C7424"/>
    <w:rsid w:val="005C780E"/>
    <w:rsid w:val="005C783A"/>
    <w:rsid w:val="005C78A0"/>
    <w:rsid w:val="005C79D9"/>
    <w:rsid w:val="005C7D5E"/>
    <w:rsid w:val="005C7F3E"/>
    <w:rsid w:val="005D00A5"/>
    <w:rsid w:val="005D019E"/>
    <w:rsid w:val="005D025D"/>
    <w:rsid w:val="005D03DE"/>
    <w:rsid w:val="005D0439"/>
    <w:rsid w:val="005D0A3D"/>
    <w:rsid w:val="005D14ED"/>
    <w:rsid w:val="005D1B55"/>
    <w:rsid w:val="005D2A88"/>
    <w:rsid w:val="005D2BB1"/>
    <w:rsid w:val="005D2CEC"/>
    <w:rsid w:val="005D2F05"/>
    <w:rsid w:val="005D3361"/>
    <w:rsid w:val="005D3388"/>
    <w:rsid w:val="005D354E"/>
    <w:rsid w:val="005D382B"/>
    <w:rsid w:val="005D382D"/>
    <w:rsid w:val="005D397E"/>
    <w:rsid w:val="005D3B88"/>
    <w:rsid w:val="005D3C23"/>
    <w:rsid w:val="005D3E94"/>
    <w:rsid w:val="005D4035"/>
    <w:rsid w:val="005D4246"/>
    <w:rsid w:val="005D442C"/>
    <w:rsid w:val="005D4797"/>
    <w:rsid w:val="005D4E32"/>
    <w:rsid w:val="005D5314"/>
    <w:rsid w:val="005D5542"/>
    <w:rsid w:val="005D55F2"/>
    <w:rsid w:val="005D5CFB"/>
    <w:rsid w:val="005D5EE0"/>
    <w:rsid w:val="005D5F34"/>
    <w:rsid w:val="005D61E2"/>
    <w:rsid w:val="005D6517"/>
    <w:rsid w:val="005D6A0F"/>
    <w:rsid w:val="005D7D47"/>
    <w:rsid w:val="005D7DDE"/>
    <w:rsid w:val="005D7EF4"/>
    <w:rsid w:val="005E02BF"/>
    <w:rsid w:val="005E0474"/>
    <w:rsid w:val="005E04C4"/>
    <w:rsid w:val="005E0850"/>
    <w:rsid w:val="005E0A5B"/>
    <w:rsid w:val="005E0AF1"/>
    <w:rsid w:val="005E0E3C"/>
    <w:rsid w:val="005E0F11"/>
    <w:rsid w:val="005E1393"/>
    <w:rsid w:val="005E13E5"/>
    <w:rsid w:val="005E1911"/>
    <w:rsid w:val="005E19E2"/>
    <w:rsid w:val="005E1C41"/>
    <w:rsid w:val="005E1F9D"/>
    <w:rsid w:val="005E2081"/>
    <w:rsid w:val="005E2103"/>
    <w:rsid w:val="005E2589"/>
    <w:rsid w:val="005E2BF3"/>
    <w:rsid w:val="005E2C15"/>
    <w:rsid w:val="005E2D86"/>
    <w:rsid w:val="005E2E95"/>
    <w:rsid w:val="005E31E9"/>
    <w:rsid w:val="005E35E7"/>
    <w:rsid w:val="005E3719"/>
    <w:rsid w:val="005E3ABD"/>
    <w:rsid w:val="005E43CE"/>
    <w:rsid w:val="005E44CC"/>
    <w:rsid w:val="005E452F"/>
    <w:rsid w:val="005E4DEF"/>
    <w:rsid w:val="005E4FAE"/>
    <w:rsid w:val="005E547E"/>
    <w:rsid w:val="005E54F9"/>
    <w:rsid w:val="005E5542"/>
    <w:rsid w:val="005E55DD"/>
    <w:rsid w:val="005E565A"/>
    <w:rsid w:val="005E5699"/>
    <w:rsid w:val="005E5AC2"/>
    <w:rsid w:val="005E5AC5"/>
    <w:rsid w:val="005E6462"/>
    <w:rsid w:val="005E6615"/>
    <w:rsid w:val="005E6634"/>
    <w:rsid w:val="005E6819"/>
    <w:rsid w:val="005E6AFB"/>
    <w:rsid w:val="005E6DAF"/>
    <w:rsid w:val="005E77BD"/>
    <w:rsid w:val="005E77F1"/>
    <w:rsid w:val="005E785A"/>
    <w:rsid w:val="005E7AB2"/>
    <w:rsid w:val="005E7B19"/>
    <w:rsid w:val="005E7E10"/>
    <w:rsid w:val="005E7E14"/>
    <w:rsid w:val="005F0867"/>
    <w:rsid w:val="005F0959"/>
    <w:rsid w:val="005F0A8E"/>
    <w:rsid w:val="005F1003"/>
    <w:rsid w:val="005F11B9"/>
    <w:rsid w:val="005F11F7"/>
    <w:rsid w:val="005F1252"/>
    <w:rsid w:val="005F1A26"/>
    <w:rsid w:val="005F1C6F"/>
    <w:rsid w:val="005F1DF4"/>
    <w:rsid w:val="005F1EB4"/>
    <w:rsid w:val="005F2019"/>
    <w:rsid w:val="005F3224"/>
    <w:rsid w:val="005F33C5"/>
    <w:rsid w:val="005F350A"/>
    <w:rsid w:val="005F380E"/>
    <w:rsid w:val="005F40AB"/>
    <w:rsid w:val="005F439A"/>
    <w:rsid w:val="005F43E3"/>
    <w:rsid w:val="005F4758"/>
    <w:rsid w:val="005F47AA"/>
    <w:rsid w:val="005F4A91"/>
    <w:rsid w:val="005F51A1"/>
    <w:rsid w:val="005F527C"/>
    <w:rsid w:val="005F566E"/>
    <w:rsid w:val="005F597B"/>
    <w:rsid w:val="005F599F"/>
    <w:rsid w:val="005F5A58"/>
    <w:rsid w:val="005F5F18"/>
    <w:rsid w:val="005F5F98"/>
    <w:rsid w:val="005F63C3"/>
    <w:rsid w:val="005F6A2C"/>
    <w:rsid w:val="005F6AEA"/>
    <w:rsid w:val="005F6D48"/>
    <w:rsid w:val="005F6FF4"/>
    <w:rsid w:val="005F76C3"/>
    <w:rsid w:val="005F799D"/>
    <w:rsid w:val="005F7DF3"/>
    <w:rsid w:val="00600023"/>
    <w:rsid w:val="00600654"/>
    <w:rsid w:val="006006F0"/>
    <w:rsid w:val="006010E1"/>
    <w:rsid w:val="006015D2"/>
    <w:rsid w:val="00601D4C"/>
    <w:rsid w:val="006020B1"/>
    <w:rsid w:val="006020F1"/>
    <w:rsid w:val="006021AA"/>
    <w:rsid w:val="006027B3"/>
    <w:rsid w:val="00602889"/>
    <w:rsid w:val="00602A31"/>
    <w:rsid w:val="00602B76"/>
    <w:rsid w:val="00602CB8"/>
    <w:rsid w:val="00602D2A"/>
    <w:rsid w:val="006031AD"/>
    <w:rsid w:val="006032A5"/>
    <w:rsid w:val="00603521"/>
    <w:rsid w:val="00603873"/>
    <w:rsid w:val="00603A89"/>
    <w:rsid w:val="0060409F"/>
    <w:rsid w:val="006042E9"/>
    <w:rsid w:val="0060433E"/>
    <w:rsid w:val="00604BCD"/>
    <w:rsid w:val="00604F72"/>
    <w:rsid w:val="006053FB"/>
    <w:rsid w:val="006059DA"/>
    <w:rsid w:val="00605AF5"/>
    <w:rsid w:val="00605BB4"/>
    <w:rsid w:val="00606013"/>
    <w:rsid w:val="00606153"/>
    <w:rsid w:val="006061A3"/>
    <w:rsid w:val="0060621F"/>
    <w:rsid w:val="00606A51"/>
    <w:rsid w:val="00606CA6"/>
    <w:rsid w:val="006071B4"/>
    <w:rsid w:val="00607334"/>
    <w:rsid w:val="006075E3"/>
    <w:rsid w:val="00607800"/>
    <w:rsid w:val="006078F1"/>
    <w:rsid w:val="00607C1C"/>
    <w:rsid w:val="0061041E"/>
    <w:rsid w:val="006104CD"/>
    <w:rsid w:val="006106F9"/>
    <w:rsid w:val="00610951"/>
    <w:rsid w:val="00610C65"/>
    <w:rsid w:val="00610E0E"/>
    <w:rsid w:val="00610E87"/>
    <w:rsid w:val="00610EBB"/>
    <w:rsid w:val="006110C2"/>
    <w:rsid w:val="00611661"/>
    <w:rsid w:val="00611874"/>
    <w:rsid w:val="00611A73"/>
    <w:rsid w:val="006121AF"/>
    <w:rsid w:val="006127E5"/>
    <w:rsid w:val="00612B05"/>
    <w:rsid w:val="00612D64"/>
    <w:rsid w:val="0061302C"/>
    <w:rsid w:val="00613097"/>
    <w:rsid w:val="00613284"/>
    <w:rsid w:val="006134FD"/>
    <w:rsid w:val="00613681"/>
    <w:rsid w:val="006137F6"/>
    <w:rsid w:val="00613AD8"/>
    <w:rsid w:val="00613C03"/>
    <w:rsid w:val="006140AA"/>
    <w:rsid w:val="0061443A"/>
    <w:rsid w:val="006147B4"/>
    <w:rsid w:val="0061484E"/>
    <w:rsid w:val="00614FCF"/>
    <w:rsid w:val="0061512C"/>
    <w:rsid w:val="00615F3B"/>
    <w:rsid w:val="0061688D"/>
    <w:rsid w:val="00616B07"/>
    <w:rsid w:val="00616C39"/>
    <w:rsid w:val="00616CB3"/>
    <w:rsid w:val="00616F1A"/>
    <w:rsid w:val="0061704C"/>
    <w:rsid w:val="00617186"/>
    <w:rsid w:val="006171B0"/>
    <w:rsid w:val="00617867"/>
    <w:rsid w:val="006178AB"/>
    <w:rsid w:val="006179A3"/>
    <w:rsid w:val="00620143"/>
    <w:rsid w:val="0062016D"/>
    <w:rsid w:val="006206B6"/>
    <w:rsid w:val="00620950"/>
    <w:rsid w:val="00620AD2"/>
    <w:rsid w:val="00620C08"/>
    <w:rsid w:val="00620C5B"/>
    <w:rsid w:val="00620CA7"/>
    <w:rsid w:val="00620D49"/>
    <w:rsid w:val="006213AF"/>
    <w:rsid w:val="006213D7"/>
    <w:rsid w:val="00621623"/>
    <w:rsid w:val="006216D7"/>
    <w:rsid w:val="00621A19"/>
    <w:rsid w:val="00621A73"/>
    <w:rsid w:val="00621A98"/>
    <w:rsid w:val="00621E39"/>
    <w:rsid w:val="00621E5C"/>
    <w:rsid w:val="00621F7B"/>
    <w:rsid w:val="0062214D"/>
    <w:rsid w:val="0062222B"/>
    <w:rsid w:val="00622B39"/>
    <w:rsid w:val="00622D49"/>
    <w:rsid w:val="00622E8F"/>
    <w:rsid w:val="00623E5D"/>
    <w:rsid w:val="00623F04"/>
    <w:rsid w:val="00624191"/>
    <w:rsid w:val="00624208"/>
    <w:rsid w:val="006243C8"/>
    <w:rsid w:val="0062464C"/>
    <w:rsid w:val="006248D3"/>
    <w:rsid w:val="00624CAE"/>
    <w:rsid w:val="00624D5B"/>
    <w:rsid w:val="00624DB5"/>
    <w:rsid w:val="00624F47"/>
    <w:rsid w:val="0062552D"/>
    <w:rsid w:val="00625863"/>
    <w:rsid w:val="006262F2"/>
    <w:rsid w:val="006265F8"/>
    <w:rsid w:val="006267BB"/>
    <w:rsid w:val="006267FB"/>
    <w:rsid w:val="00626AFB"/>
    <w:rsid w:val="00626C20"/>
    <w:rsid w:val="00626E73"/>
    <w:rsid w:val="00627220"/>
    <w:rsid w:val="006274A2"/>
    <w:rsid w:val="00627810"/>
    <w:rsid w:val="00627A63"/>
    <w:rsid w:val="00627BFA"/>
    <w:rsid w:val="00627D1C"/>
    <w:rsid w:val="00630029"/>
    <w:rsid w:val="0063027D"/>
    <w:rsid w:val="006305EC"/>
    <w:rsid w:val="0063072B"/>
    <w:rsid w:val="00630897"/>
    <w:rsid w:val="00630971"/>
    <w:rsid w:val="00630991"/>
    <w:rsid w:val="00630E12"/>
    <w:rsid w:val="006313AB"/>
    <w:rsid w:val="006316E9"/>
    <w:rsid w:val="0063180E"/>
    <w:rsid w:val="00631AD2"/>
    <w:rsid w:val="00632098"/>
    <w:rsid w:val="006321A2"/>
    <w:rsid w:val="00632B65"/>
    <w:rsid w:val="00632F2F"/>
    <w:rsid w:val="006330DA"/>
    <w:rsid w:val="0063356E"/>
    <w:rsid w:val="00633656"/>
    <w:rsid w:val="00633CCA"/>
    <w:rsid w:val="00633CD0"/>
    <w:rsid w:val="006343E7"/>
    <w:rsid w:val="00634E1D"/>
    <w:rsid w:val="006355A0"/>
    <w:rsid w:val="0063583A"/>
    <w:rsid w:val="00635B0F"/>
    <w:rsid w:val="00635BD5"/>
    <w:rsid w:val="00635F0D"/>
    <w:rsid w:val="0063605B"/>
    <w:rsid w:val="00636AEE"/>
    <w:rsid w:val="00637293"/>
    <w:rsid w:val="006372AE"/>
    <w:rsid w:val="00637537"/>
    <w:rsid w:val="00637AC3"/>
    <w:rsid w:val="00637C13"/>
    <w:rsid w:val="00637D79"/>
    <w:rsid w:val="00637E33"/>
    <w:rsid w:val="00637E38"/>
    <w:rsid w:val="00637F3E"/>
    <w:rsid w:val="006400F8"/>
    <w:rsid w:val="00640360"/>
    <w:rsid w:val="0064052F"/>
    <w:rsid w:val="00640615"/>
    <w:rsid w:val="0064083A"/>
    <w:rsid w:val="0064084F"/>
    <w:rsid w:val="00640975"/>
    <w:rsid w:val="00640AE8"/>
    <w:rsid w:val="00640D5B"/>
    <w:rsid w:val="00640E0D"/>
    <w:rsid w:val="00640FE7"/>
    <w:rsid w:val="0064155E"/>
    <w:rsid w:val="006415D5"/>
    <w:rsid w:val="0064160C"/>
    <w:rsid w:val="00641705"/>
    <w:rsid w:val="00641758"/>
    <w:rsid w:val="006419F6"/>
    <w:rsid w:val="00641F8E"/>
    <w:rsid w:val="0064206C"/>
    <w:rsid w:val="006421A5"/>
    <w:rsid w:val="00642213"/>
    <w:rsid w:val="00642306"/>
    <w:rsid w:val="00642562"/>
    <w:rsid w:val="00642693"/>
    <w:rsid w:val="006427D2"/>
    <w:rsid w:val="00642A0D"/>
    <w:rsid w:val="006431BB"/>
    <w:rsid w:val="0064344F"/>
    <w:rsid w:val="00643988"/>
    <w:rsid w:val="006440CA"/>
    <w:rsid w:val="00644255"/>
    <w:rsid w:val="006443DE"/>
    <w:rsid w:val="00644FD1"/>
    <w:rsid w:val="006452CF"/>
    <w:rsid w:val="006453A3"/>
    <w:rsid w:val="006454B7"/>
    <w:rsid w:val="006454F0"/>
    <w:rsid w:val="0064557F"/>
    <w:rsid w:val="0064558D"/>
    <w:rsid w:val="00645ADE"/>
    <w:rsid w:val="00646306"/>
    <w:rsid w:val="00646398"/>
    <w:rsid w:val="00646399"/>
    <w:rsid w:val="006463A1"/>
    <w:rsid w:val="006463E0"/>
    <w:rsid w:val="00646458"/>
    <w:rsid w:val="00646938"/>
    <w:rsid w:val="006469EC"/>
    <w:rsid w:val="00646D2C"/>
    <w:rsid w:val="00646E8F"/>
    <w:rsid w:val="006472BB"/>
    <w:rsid w:val="006477D5"/>
    <w:rsid w:val="006479E9"/>
    <w:rsid w:val="006479ED"/>
    <w:rsid w:val="00647DF0"/>
    <w:rsid w:val="00650075"/>
    <w:rsid w:val="006502BC"/>
    <w:rsid w:val="006502D6"/>
    <w:rsid w:val="00650799"/>
    <w:rsid w:val="00650963"/>
    <w:rsid w:val="00650B01"/>
    <w:rsid w:val="00650B8A"/>
    <w:rsid w:val="00650E26"/>
    <w:rsid w:val="00651995"/>
    <w:rsid w:val="00651A0B"/>
    <w:rsid w:val="00651C9E"/>
    <w:rsid w:val="00651CBE"/>
    <w:rsid w:val="006521D3"/>
    <w:rsid w:val="006523BB"/>
    <w:rsid w:val="0065265F"/>
    <w:rsid w:val="00652A1F"/>
    <w:rsid w:val="00652D9C"/>
    <w:rsid w:val="0065328D"/>
    <w:rsid w:val="00653B0E"/>
    <w:rsid w:val="00653BCB"/>
    <w:rsid w:val="00653DF0"/>
    <w:rsid w:val="00653DF3"/>
    <w:rsid w:val="00654451"/>
    <w:rsid w:val="0065467C"/>
    <w:rsid w:val="006548A4"/>
    <w:rsid w:val="006549B1"/>
    <w:rsid w:val="00654A4F"/>
    <w:rsid w:val="00654D2A"/>
    <w:rsid w:val="0065509F"/>
    <w:rsid w:val="006550FA"/>
    <w:rsid w:val="00655572"/>
    <w:rsid w:val="00655578"/>
    <w:rsid w:val="00655D8F"/>
    <w:rsid w:val="0065616B"/>
    <w:rsid w:val="0065692F"/>
    <w:rsid w:val="006569BF"/>
    <w:rsid w:val="00656AD5"/>
    <w:rsid w:val="00656DDB"/>
    <w:rsid w:val="00656FFA"/>
    <w:rsid w:val="00657312"/>
    <w:rsid w:val="006573E4"/>
    <w:rsid w:val="00657AAE"/>
    <w:rsid w:val="00657E65"/>
    <w:rsid w:val="006601A7"/>
    <w:rsid w:val="00660365"/>
    <w:rsid w:val="006607BA"/>
    <w:rsid w:val="006607C4"/>
    <w:rsid w:val="00660913"/>
    <w:rsid w:val="00660DF8"/>
    <w:rsid w:val="00660E5A"/>
    <w:rsid w:val="00661069"/>
    <w:rsid w:val="006611C5"/>
    <w:rsid w:val="006612DE"/>
    <w:rsid w:val="00661346"/>
    <w:rsid w:val="00661455"/>
    <w:rsid w:val="00661A4C"/>
    <w:rsid w:val="00661B14"/>
    <w:rsid w:val="00661B5D"/>
    <w:rsid w:val="00661C0F"/>
    <w:rsid w:val="00661E7F"/>
    <w:rsid w:val="006629E3"/>
    <w:rsid w:val="00662C38"/>
    <w:rsid w:val="00662CC9"/>
    <w:rsid w:val="00662D19"/>
    <w:rsid w:val="0066323F"/>
    <w:rsid w:val="00664500"/>
    <w:rsid w:val="0066462A"/>
    <w:rsid w:val="006647E2"/>
    <w:rsid w:val="00664ACB"/>
    <w:rsid w:val="00664FB5"/>
    <w:rsid w:val="006657FA"/>
    <w:rsid w:val="0066581D"/>
    <w:rsid w:val="0066586E"/>
    <w:rsid w:val="00665964"/>
    <w:rsid w:val="00665B55"/>
    <w:rsid w:val="0066610A"/>
    <w:rsid w:val="00666999"/>
    <w:rsid w:val="00666F69"/>
    <w:rsid w:val="00667506"/>
    <w:rsid w:val="006675A1"/>
    <w:rsid w:val="006675D2"/>
    <w:rsid w:val="006678B4"/>
    <w:rsid w:val="006679CF"/>
    <w:rsid w:val="00667A79"/>
    <w:rsid w:val="00667D66"/>
    <w:rsid w:val="00670235"/>
    <w:rsid w:val="00670262"/>
    <w:rsid w:val="0067072A"/>
    <w:rsid w:val="006707C5"/>
    <w:rsid w:val="006708E4"/>
    <w:rsid w:val="00670A12"/>
    <w:rsid w:val="00671392"/>
    <w:rsid w:val="00671AE0"/>
    <w:rsid w:val="00671CF0"/>
    <w:rsid w:val="00671D4E"/>
    <w:rsid w:val="00671FD2"/>
    <w:rsid w:val="0067214C"/>
    <w:rsid w:val="00672244"/>
    <w:rsid w:val="006729ED"/>
    <w:rsid w:val="00672D31"/>
    <w:rsid w:val="00672D89"/>
    <w:rsid w:val="006732E0"/>
    <w:rsid w:val="006738C5"/>
    <w:rsid w:val="006738D1"/>
    <w:rsid w:val="00673A24"/>
    <w:rsid w:val="00673B1F"/>
    <w:rsid w:val="00673BAF"/>
    <w:rsid w:val="00673CB6"/>
    <w:rsid w:val="00674671"/>
    <w:rsid w:val="006748E9"/>
    <w:rsid w:val="00675129"/>
    <w:rsid w:val="00675292"/>
    <w:rsid w:val="006754C4"/>
    <w:rsid w:val="00675658"/>
    <w:rsid w:val="00675CEC"/>
    <w:rsid w:val="0067615E"/>
    <w:rsid w:val="0067616D"/>
    <w:rsid w:val="00676679"/>
    <w:rsid w:val="00676B0A"/>
    <w:rsid w:val="00676D84"/>
    <w:rsid w:val="006772BC"/>
    <w:rsid w:val="006776A9"/>
    <w:rsid w:val="00677830"/>
    <w:rsid w:val="00677867"/>
    <w:rsid w:val="00677D11"/>
    <w:rsid w:val="0068016C"/>
    <w:rsid w:val="00680234"/>
    <w:rsid w:val="00680462"/>
    <w:rsid w:val="00680625"/>
    <w:rsid w:val="00680A55"/>
    <w:rsid w:val="00680C01"/>
    <w:rsid w:val="00680F1F"/>
    <w:rsid w:val="00680FFC"/>
    <w:rsid w:val="006814CB"/>
    <w:rsid w:val="0068167F"/>
    <w:rsid w:val="00681704"/>
    <w:rsid w:val="00681C75"/>
    <w:rsid w:val="0068231E"/>
    <w:rsid w:val="00682766"/>
    <w:rsid w:val="00682875"/>
    <w:rsid w:val="00682B20"/>
    <w:rsid w:val="00682DE9"/>
    <w:rsid w:val="00682E5A"/>
    <w:rsid w:val="00682EA3"/>
    <w:rsid w:val="00683029"/>
    <w:rsid w:val="00683228"/>
    <w:rsid w:val="00683244"/>
    <w:rsid w:val="006832D2"/>
    <w:rsid w:val="0068336E"/>
    <w:rsid w:val="00683553"/>
    <w:rsid w:val="00683554"/>
    <w:rsid w:val="006838AE"/>
    <w:rsid w:val="00684BB3"/>
    <w:rsid w:val="00684BCE"/>
    <w:rsid w:val="0068536A"/>
    <w:rsid w:val="006853B2"/>
    <w:rsid w:val="006854F0"/>
    <w:rsid w:val="00685673"/>
    <w:rsid w:val="00685733"/>
    <w:rsid w:val="00685BA1"/>
    <w:rsid w:val="00685CE3"/>
    <w:rsid w:val="00685E33"/>
    <w:rsid w:val="00686B4F"/>
    <w:rsid w:val="00686B89"/>
    <w:rsid w:val="00686C15"/>
    <w:rsid w:val="00687187"/>
    <w:rsid w:val="0068719F"/>
    <w:rsid w:val="006871C1"/>
    <w:rsid w:val="00687293"/>
    <w:rsid w:val="00687CBA"/>
    <w:rsid w:val="00687D2F"/>
    <w:rsid w:val="00687F3F"/>
    <w:rsid w:val="006903F3"/>
    <w:rsid w:val="00690C37"/>
    <w:rsid w:val="0069129B"/>
    <w:rsid w:val="006918A4"/>
    <w:rsid w:val="0069193D"/>
    <w:rsid w:val="00691BAE"/>
    <w:rsid w:val="00691BD8"/>
    <w:rsid w:val="00692016"/>
    <w:rsid w:val="006921B2"/>
    <w:rsid w:val="0069232A"/>
    <w:rsid w:val="006923E9"/>
    <w:rsid w:val="0069276B"/>
    <w:rsid w:val="00692808"/>
    <w:rsid w:val="0069283A"/>
    <w:rsid w:val="00692A70"/>
    <w:rsid w:val="00693092"/>
    <w:rsid w:val="006933B3"/>
    <w:rsid w:val="00693C16"/>
    <w:rsid w:val="00693D7E"/>
    <w:rsid w:val="006941AB"/>
    <w:rsid w:val="006947E4"/>
    <w:rsid w:val="006948C0"/>
    <w:rsid w:val="00694D11"/>
    <w:rsid w:val="006954B1"/>
    <w:rsid w:val="00695530"/>
    <w:rsid w:val="00695725"/>
    <w:rsid w:val="006957E9"/>
    <w:rsid w:val="00695BA2"/>
    <w:rsid w:val="00695D8F"/>
    <w:rsid w:val="00695F6C"/>
    <w:rsid w:val="00695FDA"/>
    <w:rsid w:val="006963DF"/>
    <w:rsid w:val="00696530"/>
    <w:rsid w:val="006967D5"/>
    <w:rsid w:val="00696BBC"/>
    <w:rsid w:val="00696C59"/>
    <w:rsid w:val="00696CE4"/>
    <w:rsid w:val="006978E4"/>
    <w:rsid w:val="006A0515"/>
    <w:rsid w:val="006A09D1"/>
    <w:rsid w:val="006A0A84"/>
    <w:rsid w:val="006A0AF8"/>
    <w:rsid w:val="006A0E23"/>
    <w:rsid w:val="006A0FA9"/>
    <w:rsid w:val="006A1121"/>
    <w:rsid w:val="006A1190"/>
    <w:rsid w:val="006A171D"/>
    <w:rsid w:val="006A18AD"/>
    <w:rsid w:val="006A1C44"/>
    <w:rsid w:val="006A1F3A"/>
    <w:rsid w:val="006A20AF"/>
    <w:rsid w:val="006A22B2"/>
    <w:rsid w:val="006A2528"/>
    <w:rsid w:val="006A2549"/>
    <w:rsid w:val="006A2A46"/>
    <w:rsid w:val="006A2CF2"/>
    <w:rsid w:val="006A2D3C"/>
    <w:rsid w:val="006A2E59"/>
    <w:rsid w:val="006A340D"/>
    <w:rsid w:val="006A3512"/>
    <w:rsid w:val="006A3A71"/>
    <w:rsid w:val="006A3E6D"/>
    <w:rsid w:val="006A4E25"/>
    <w:rsid w:val="006A5380"/>
    <w:rsid w:val="006A59BB"/>
    <w:rsid w:val="006A5BC5"/>
    <w:rsid w:val="006A5D60"/>
    <w:rsid w:val="006A6402"/>
    <w:rsid w:val="006A669F"/>
    <w:rsid w:val="006A6822"/>
    <w:rsid w:val="006A6859"/>
    <w:rsid w:val="006A6B22"/>
    <w:rsid w:val="006A6E5D"/>
    <w:rsid w:val="006A6E82"/>
    <w:rsid w:val="006A6F16"/>
    <w:rsid w:val="006A73F5"/>
    <w:rsid w:val="006B0420"/>
    <w:rsid w:val="006B0425"/>
    <w:rsid w:val="006B044D"/>
    <w:rsid w:val="006B0B6F"/>
    <w:rsid w:val="006B0F9F"/>
    <w:rsid w:val="006B1164"/>
    <w:rsid w:val="006B12C1"/>
    <w:rsid w:val="006B15D4"/>
    <w:rsid w:val="006B177C"/>
    <w:rsid w:val="006B1802"/>
    <w:rsid w:val="006B1863"/>
    <w:rsid w:val="006B1A6B"/>
    <w:rsid w:val="006B22B6"/>
    <w:rsid w:val="006B24DD"/>
    <w:rsid w:val="006B28E2"/>
    <w:rsid w:val="006B28EE"/>
    <w:rsid w:val="006B2B2F"/>
    <w:rsid w:val="006B2D1F"/>
    <w:rsid w:val="006B2E43"/>
    <w:rsid w:val="006B2E4B"/>
    <w:rsid w:val="006B37EF"/>
    <w:rsid w:val="006B40DE"/>
    <w:rsid w:val="006B440C"/>
    <w:rsid w:val="006B47E9"/>
    <w:rsid w:val="006B4908"/>
    <w:rsid w:val="006B4A00"/>
    <w:rsid w:val="006B4A6A"/>
    <w:rsid w:val="006B4AB9"/>
    <w:rsid w:val="006B5012"/>
    <w:rsid w:val="006B557F"/>
    <w:rsid w:val="006B5DA7"/>
    <w:rsid w:val="006B6534"/>
    <w:rsid w:val="006B6D0F"/>
    <w:rsid w:val="006B6E2E"/>
    <w:rsid w:val="006B6E3C"/>
    <w:rsid w:val="006B6F13"/>
    <w:rsid w:val="006B7151"/>
    <w:rsid w:val="006B7321"/>
    <w:rsid w:val="006B790E"/>
    <w:rsid w:val="006B7B86"/>
    <w:rsid w:val="006B7BF9"/>
    <w:rsid w:val="006B7E9C"/>
    <w:rsid w:val="006C0275"/>
    <w:rsid w:val="006C0287"/>
    <w:rsid w:val="006C029F"/>
    <w:rsid w:val="006C0463"/>
    <w:rsid w:val="006C050F"/>
    <w:rsid w:val="006C0F16"/>
    <w:rsid w:val="006C0FC7"/>
    <w:rsid w:val="006C11E4"/>
    <w:rsid w:val="006C1650"/>
    <w:rsid w:val="006C16BB"/>
    <w:rsid w:val="006C17F3"/>
    <w:rsid w:val="006C1939"/>
    <w:rsid w:val="006C1D06"/>
    <w:rsid w:val="006C2131"/>
    <w:rsid w:val="006C269F"/>
    <w:rsid w:val="006C2A92"/>
    <w:rsid w:val="006C2E88"/>
    <w:rsid w:val="006C2EC6"/>
    <w:rsid w:val="006C31DB"/>
    <w:rsid w:val="006C33E1"/>
    <w:rsid w:val="006C355B"/>
    <w:rsid w:val="006C3A92"/>
    <w:rsid w:val="006C3AAE"/>
    <w:rsid w:val="006C41D2"/>
    <w:rsid w:val="006C4243"/>
    <w:rsid w:val="006C4320"/>
    <w:rsid w:val="006C473A"/>
    <w:rsid w:val="006C49A3"/>
    <w:rsid w:val="006C4A85"/>
    <w:rsid w:val="006C4BE5"/>
    <w:rsid w:val="006C54D8"/>
    <w:rsid w:val="006C55AC"/>
    <w:rsid w:val="006C580F"/>
    <w:rsid w:val="006C58B3"/>
    <w:rsid w:val="006C5BB4"/>
    <w:rsid w:val="006C610F"/>
    <w:rsid w:val="006C615B"/>
    <w:rsid w:val="006C64A4"/>
    <w:rsid w:val="006C6618"/>
    <w:rsid w:val="006C6AB3"/>
    <w:rsid w:val="006C750D"/>
    <w:rsid w:val="006C7B34"/>
    <w:rsid w:val="006C7B8A"/>
    <w:rsid w:val="006C7D8A"/>
    <w:rsid w:val="006D04AB"/>
    <w:rsid w:val="006D0B6C"/>
    <w:rsid w:val="006D0B78"/>
    <w:rsid w:val="006D12F9"/>
    <w:rsid w:val="006D15CF"/>
    <w:rsid w:val="006D17EF"/>
    <w:rsid w:val="006D1885"/>
    <w:rsid w:val="006D195D"/>
    <w:rsid w:val="006D1A75"/>
    <w:rsid w:val="006D212E"/>
    <w:rsid w:val="006D228B"/>
    <w:rsid w:val="006D2291"/>
    <w:rsid w:val="006D22C6"/>
    <w:rsid w:val="006D2300"/>
    <w:rsid w:val="006D2302"/>
    <w:rsid w:val="006D257B"/>
    <w:rsid w:val="006D2C70"/>
    <w:rsid w:val="006D31A9"/>
    <w:rsid w:val="006D37DE"/>
    <w:rsid w:val="006D38D9"/>
    <w:rsid w:val="006D39FF"/>
    <w:rsid w:val="006D3CF4"/>
    <w:rsid w:val="006D406B"/>
    <w:rsid w:val="006D40B8"/>
    <w:rsid w:val="006D42F5"/>
    <w:rsid w:val="006D459C"/>
    <w:rsid w:val="006D46D1"/>
    <w:rsid w:val="006D4708"/>
    <w:rsid w:val="006D47C1"/>
    <w:rsid w:val="006D4ADA"/>
    <w:rsid w:val="006D4AE3"/>
    <w:rsid w:val="006D5162"/>
    <w:rsid w:val="006D54D1"/>
    <w:rsid w:val="006D5651"/>
    <w:rsid w:val="006D5973"/>
    <w:rsid w:val="006D5990"/>
    <w:rsid w:val="006D5BE8"/>
    <w:rsid w:val="006D5E37"/>
    <w:rsid w:val="006D5E90"/>
    <w:rsid w:val="006D5F84"/>
    <w:rsid w:val="006D5F8C"/>
    <w:rsid w:val="006D627A"/>
    <w:rsid w:val="006D6634"/>
    <w:rsid w:val="006D66C8"/>
    <w:rsid w:val="006D6A33"/>
    <w:rsid w:val="006D6B53"/>
    <w:rsid w:val="006D6B64"/>
    <w:rsid w:val="006D7021"/>
    <w:rsid w:val="006D7258"/>
    <w:rsid w:val="006D72BB"/>
    <w:rsid w:val="006D73B5"/>
    <w:rsid w:val="006D7DB6"/>
    <w:rsid w:val="006E0569"/>
    <w:rsid w:val="006E05A3"/>
    <w:rsid w:val="006E07C5"/>
    <w:rsid w:val="006E0B0B"/>
    <w:rsid w:val="006E0BCB"/>
    <w:rsid w:val="006E0D27"/>
    <w:rsid w:val="006E0F20"/>
    <w:rsid w:val="006E114B"/>
    <w:rsid w:val="006E136E"/>
    <w:rsid w:val="006E1684"/>
    <w:rsid w:val="006E179A"/>
    <w:rsid w:val="006E1950"/>
    <w:rsid w:val="006E1CE5"/>
    <w:rsid w:val="006E2042"/>
    <w:rsid w:val="006E251A"/>
    <w:rsid w:val="006E255E"/>
    <w:rsid w:val="006E25D2"/>
    <w:rsid w:val="006E2826"/>
    <w:rsid w:val="006E28CD"/>
    <w:rsid w:val="006E2905"/>
    <w:rsid w:val="006E3257"/>
    <w:rsid w:val="006E32BD"/>
    <w:rsid w:val="006E3351"/>
    <w:rsid w:val="006E384E"/>
    <w:rsid w:val="006E3889"/>
    <w:rsid w:val="006E3897"/>
    <w:rsid w:val="006E3DBA"/>
    <w:rsid w:val="006E3E6F"/>
    <w:rsid w:val="006E4127"/>
    <w:rsid w:val="006E4226"/>
    <w:rsid w:val="006E4232"/>
    <w:rsid w:val="006E4773"/>
    <w:rsid w:val="006E4998"/>
    <w:rsid w:val="006E4A8D"/>
    <w:rsid w:val="006E4BB5"/>
    <w:rsid w:val="006E4BBD"/>
    <w:rsid w:val="006E4D62"/>
    <w:rsid w:val="006E55AE"/>
    <w:rsid w:val="006E5904"/>
    <w:rsid w:val="006E5A87"/>
    <w:rsid w:val="006E5C63"/>
    <w:rsid w:val="006E5CB9"/>
    <w:rsid w:val="006E5DC5"/>
    <w:rsid w:val="006E5DE2"/>
    <w:rsid w:val="006E6CE0"/>
    <w:rsid w:val="006E6F88"/>
    <w:rsid w:val="006E707B"/>
    <w:rsid w:val="006E76AB"/>
    <w:rsid w:val="006E7CCD"/>
    <w:rsid w:val="006E7E10"/>
    <w:rsid w:val="006F01DC"/>
    <w:rsid w:val="006F0229"/>
    <w:rsid w:val="006F0358"/>
    <w:rsid w:val="006F0953"/>
    <w:rsid w:val="006F0C0B"/>
    <w:rsid w:val="006F1455"/>
    <w:rsid w:val="006F1686"/>
    <w:rsid w:val="006F17D2"/>
    <w:rsid w:val="006F1D2E"/>
    <w:rsid w:val="006F1EC6"/>
    <w:rsid w:val="006F238A"/>
    <w:rsid w:val="006F242C"/>
    <w:rsid w:val="006F2C29"/>
    <w:rsid w:val="006F2E27"/>
    <w:rsid w:val="006F30E1"/>
    <w:rsid w:val="006F35B2"/>
    <w:rsid w:val="006F393D"/>
    <w:rsid w:val="006F3D8C"/>
    <w:rsid w:val="006F426A"/>
    <w:rsid w:val="006F4557"/>
    <w:rsid w:val="006F4932"/>
    <w:rsid w:val="006F4956"/>
    <w:rsid w:val="006F4BD3"/>
    <w:rsid w:val="006F4FCB"/>
    <w:rsid w:val="006F501E"/>
    <w:rsid w:val="006F51D4"/>
    <w:rsid w:val="006F5258"/>
    <w:rsid w:val="006F54A8"/>
    <w:rsid w:val="006F56CF"/>
    <w:rsid w:val="006F58AE"/>
    <w:rsid w:val="006F5B44"/>
    <w:rsid w:val="006F6108"/>
    <w:rsid w:val="006F619B"/>
    <w:rsid w:val="006F6225"/>
    <w:rsid w:val="006F650F"/>
    <w:rsid w:val="006F6FD3"/>
    <w:rsid w:val="006F723C"/>
    <w:rsid w:val="006F7265"/>
    <w:rsid w:val="006F7728"/>
    <w:rsid w:val="006F7732"/>
    <w:rsid w:val="006F774D"/>
    <w:rsid w:val="00700343"/>
    <w:rsid w:val="00700434"/>
    <w:rsid w:val="00700A64"/>
    <w:rsid w:val="00700DC2"/>
    <w:rsid w:val="007011F8"/>
    <w:rsid w:val="00701277"/>
    <w:rsid w:val="007012B6"/>
    <w:rsid w:val="0070203C"/>
    <w:rsid w:val="0070208F"/>
    <w:rsid w:val="007020D3"/>
    <w:rsid w:val="00702726"/>
    <w:rsid w:val="007028B0"/>
    <w:rsid w:val="00702A68"/>
    <w:rsid w:val="00702B3C"/>
    <w:rsid w:val="00702BA3"/>
    <w:rsid w:val="00702CD5"/>
    <w:rsid w:val="00702E2C"/>
    <w:rsid w:val="00703A65"/>
    <w:rsid w:val="00703DBC"/>
    <w:rsid w:val="00704136"/>
    <w:rsid w:val="007041DD"/>
    <w:rsid w:val="00704387"/>
    <w:rsid w:val="007043C9"/>
    <w:rsid w:val="007044EC"/>
    <w:rsid w:val="007045B8"/>
    <w:rsid w:val="00704D8D"/>
    <w:rsid w:val="00704DE7"/>
    <w:rsid w:val="007051BE"/>
    <w:rsid w:val="00705344"/>
    <w:rsid w:val="0070549E"/>
    <w:rsid w:val="007054B7"/>
    <w:rsid w:val="00705808"/>
    <w:rsid w:val="00705AC7"/>
    <w:rsid w:val="007064F8"/>
    <w:rsid w:val="007065BB"/>
    <w:rsid w:val="0070660D"/>
    <w:rsid w:val="0070665C"/>
    <w:rsid w:val="007068A9"/>
    <w:rsid w:val="00706C4B"/>
    <w:rsid w:val="00706F9A"/>
    <w:rsid w:val="00707944"/>
    <w:rsid w:val="00707D14"/>
    <w:rsid w:val="00707E02"/>
    <w:rsid w:val="00707E9E"/>
    <w:rsid w:val="0071008E"/>
    <w:rsid w:val="007101A1"/>
    <w:rsid w:val="0071059A"/>
    <w:rsid w:val="00710B6D"/>
    <w:rsid w:val="00710C7B"/>
    <w:rsid w:val="00710E2B"/>
    <w:rsid w:val="00710EC6"/>
    <w:rsid w:val="00711645"/>
    <w:rsid w:val="0071182F"/>
    <w:rsid w:val="007125DD"/>
    <w:rsid w:val="007127D2"/>
    <w:rsid w:val="00712C7E"/>
    <w:rsid w:val="00713214"/>
    <w:rsid w:val="007137C7"/>
    <w:rsid w:val="00713A48"/>
    <w:rsid w:val="00713DBC"/>
    <w:rsid w:val="00713FE2"/>
    <w:rsid w:val="007144D8"/>
    <w:rsid w:val="007146CA"/>
    <w:rsid w:val="007147D5"/>
    <w:rsid w:val="00714F14"/>
    <w:rsid w:val="0071520F"/>
    <w:rsid w:val="007152D6"/>
    <w:rsid w:val="00715431"/>
    <w:rsid w:val="007154D5"/>
    <w:rsid w:val="00715A0F"/>
    <w:rsid w:val="00715BE7"/>
    <w:rsid w:val="00715C55"/>
    <w:rsid w:val="00715D64"/>
    <w:rsid w:val="00715E0B"/>
    <w:rsid w:val="007164EC"/>
    <w:rsid w:val="00716AE5"/>
    <w:rsid w:val="00716C3D"/>
    <w:rsid w:val="00717091"/>
    <w:rsid w:val="00717829"/>
    <w:rsid w:val="00717AA5"/>
    <w:rsid w:val="0072003E"/>
    <w:rsid w:val="00720126"/>
    <w:rsid w:val="007205A0"/>
    <w:rsid w:val="00720649"/>
    <w:rsid w:val="0072070D"/>
    <w:rsid w:val="00720E43"/>
    <w:rsid w:val="00721113"/>
    <w:rsid w:val="0072134A"/>
    <w:rsid w:val="007220A4"/>
    <w:rsid w:val="007221BA"/>
    <w:rsid w:val="00722569"/>
    <w:rsid w:val="00722928"/>
    <w:rsid w:val="00722AB5"/>
    <w:rsid w:val="00722DF8"/>
    <w:rsid w:val="00722E07"/>
    <w:rsid w:val="00722E33"/>
    <w:rsid w:val="00722FAA"/>
    <w:rsid w:val="0072322A"/>
    <w:rsid w:val="00723495"/>
    <w:rsid w:val="00723698"/>
    <w:rsid w:val="007236CE"/>
    <w:rsid w:val="007239AE"/>
    <w:rsid w:val="007239CA"/>
    <w:rsid w:val="00723C84"/>
    <w:rsid w:val="00723D57"/>
    <w:rsid w:val="0072400C"/>
    <w:rsid w:val="00724468"/>
    <w:rsid w:val="00724D50"/>
    <w:rsid w:val="0072520C"/>
    <w:rsid w:val="007259E4"/>
    <w:rsid w:val="00726503"/>
    <w:rsid w:val="00726E3F"/>
    <w:rsid w:val="00726EA4"/>
    <w:rsid w:val="00726FFD"/>
    <w:rsid w:val="007274E9"/>
    <w:rsid w:val="0072769A"/>
    <w:rsid w:val="007277C6"/>
    <w:rsid w:val="00727AB9"/>
    <w:rsid w:val="00727BA1"/>
    <w:rsid w:val="00727DCC"/>
    <w:rsid w:val="00730041"/>
    <w:rsid w:val="00730162"/>
    <w:rsid w:val="00730490"/>
    <w:rsid w:val="00730546"/>
    <w:rsid w:val="0073069F"/>
    <w:rsid w:val="00730EEC"/>
    <w:rsid w:val="0073112A"/>
    <w:rsid w:val="007311FB"/>
    <w:rsid w:val="0073174B"/>
    <w:rsid w:val="0073187E"/>
    <w:rsid w:val="007319B1"/>
    <w:rsid w:val="00731C2C"/>
    <w:rsid w:val="00731C7E"/>
    <w:rsid w:val="00731DE7"/>
    <w:rsid w:val="00731F59"/>
    <w:rsid w:val="00732013"/>
    <w:rsid w:val="00732635"/>
    <w:rsid w:val="0073273A"/>
    <w:rsid w:val="00732C7C"/>
    <w:rsid w:val="00732CEC"/>
    <w:rsid w:val="00732FB7"/>
    <w:rsid w:val="00733023"/>
    <w:rsid w:val="00733220"/>
    <w:rsid w:val="00733403"/>
    <w:rsid w:val="007334E5"/>
    <w:rsid w:val="007337A9"/>
    <w:rsid w:val="00733996"/>
    <w:rsid w:val="00733C7B"/>
    <w:rsid w:val="00733E21"/>
    <w:rsid w:val="00734AFF"/>
    <w:rsid w:val="00734CA3"/>
    <w:rsid w:val="00735180"/>
    <w:rsid w:val="007352E5"/>
    <w:rsid w:val="0073568A"/>
    <w:rsid w:val="00735756"/>
    <w:rsid w:val="0073578F"/>
    <w:rsid w:val="00735972"/>
    <w:rsid w:val="00735A46"/>
    <w:rsid w:val="00735ADA"/>
    <w:rsid w:val="00735B2E"/>
    <w:rsid w:val="007365C5"/>
    <w:rsid w:val="0073668B"/>
    <w:rsid w:val="00736D13"/>
    <w:rsid w:val="00737213"/>
    <w:rsid w:val="0073729D"/>
    <w:rsid w:val="007374BB"/>
    <w:rsid w:val="007374CB"/>
    <w:rsid w:val="00737861"/>
    <w:rsid w:val="00737E36"/>
    <w:rsid w:val="00737E78"/>
    <w:rsid w:val="00740012"/>
    <w:rsid w:val="0074053E"/>
    <w:rsid w:val="00740594"/>
    <w:rsid w:val="00741370"/>
    <w:rsid w:val="00741499"/>
    <w:rsid w:val="00741668"/>
    <w:rsid w:val="00741B83"/>
    <w:rsid w:val="00741EC9"/>
    <w:rsid w:val="007420E0"/>
    <w:rsid w:val="00742467"/>
    <w:rsid w:val="0074273C"/>
    <w:rsid w:val="0074280C"/>
    <w:rsid w:val="00742862"/>
    <w:rsid w:val="00742EE8"/>
    <w:rsid w:val="007431A9"/>
    <w:rsid w:val="007434C2"/>
    <w:rsid w:val="00743809"/>
    <w:rsid w:val="007439BD"/>
    <w:rsid w:val="00743C97"/>
    <w:rsid w:val="0074403F"/>
    <w:rsid w:val="00744E4A"/>
    <w:rsid w:val="00744F1F"/>
    <w:rsid w:val="00745217"/>
    <w:rsid w:val="00745274"/>
    <w:rsid w:val="007453B9"/>
    <w:rsid w:val="00745699"/>
    <w:rsid w:val="00745793"/>
    <w:rsid w:val="00745DC6"/>
    <w:rsid w:val="00745DCB"/>
    <w:rsid w:val="00745E1F"/>
    <w:rsid w:val="0074621C"/>
    <w:rsid w:val="0074652C"/>
    <w:rsid w:val="00746706"/>
    <w:rsid w:val="00746904"/>
    <w:rsid w:val="00746B52"/>
    <w:rsid w:val="00746D34"/>
    <w:rsid w:val="00746D79"/>
    <w:rsid w:val="00746DDA"/>
    <w:rsid w:val="0074711F"/>
    <w:rsid w:val="00747C33"/>
    <w:rsid w:val="00747C9C"/>
    <w:rsid w:val="00747E8C"/>
    <w:rsid w:val="00750258"/>
    <w:rsid w:val="0075093F"/>
    <w:rsid w:val="00750A73"/>
    <w:rsid w:val="00750B91"/>
    <w:rsid w:val="00750C02"/>
    <w:rsid w:val="007511B7"/>
    <w:rsid w:val="007517B2"/>
    <w:rsid w:val="00751CA1"/>
    <w:rsid w:val="00751FC9"/>
    <w:rsid w:val="00752301"/>
    <w:rsid w:val="0075267B"/>
    <w:rsid w:val="0075278E"/>
    <w:rsid w:val="00752AEB"/>
    <w:rsid w:val="0075336D"/>
    <w:rsid w:val="0075351F"/>
    <w:rsid w:val="00753A08"/>
    <w:rsid w:val="00753D90"/>
    <w:rsid w:val="00753E8B"/>
    <w:rsid w:val="00753F35"/>
    <w:rsid w:val="007544CD"/>
    <w:rsid w:val="00754603"/>
    <w:rsid w:val="00754ACF"/>
    <w:rsid w:val="00754D40"/>
    <w:rsid w:val="00755F3F"/>
    <w:rsid w:val="00755FC9"/>
    <w:rsid w:val="007568CB"/>
    <w:rsid w:val="00756B70"/>
    <w:rsid w:val="00756C80"/>
    <w:rsid w:val="00756D46"/>
    <w:rsid w:val="00756DAA"/>
    <w:rsid w:val="00756F48"/>
    <w:rsid w:val="00757187"/>
    <w:rsid w:val="00757776"/>
    <w:rsid w:val="00757B94"/>
    <w:rsid w:val="00757C0B"/>
    <w:rsid w:val="00757FAC"/>
    <w:rsid w:val="00757FD4"/>
    <w:rsid w:val="0076006B"/>
    <w:rsid w:val="007601B7"/>
    <w:rsid w:val="007604B9"/>
    <w:rsid w:val="007604E7"/>
    <w:rsid w:val="007607EC"/>
    <w:rsid w:val="00760C65"/>
    <w:rsid w:val="00761503"/>
    <w:rsid w:val="007619FB"/>
    <w:rsid w:val="00761D5A"/>
    <w:rsid w:val="00761D84"/>
    <w:rsid w:val="00762761"/>
    <w:rsid w:val="00762C55"/>
    <w:rsid w:val="00763124"/>
    <w:rsid w:val="007631BB"/>
    <w:rsid w:val="0076335D"/>
    <w:rsid w:val="00763BBE"/>
    <w:rsid w:val="00763F23"/>
    <w:rsid w:val="00763F67"/>
    <w:rsid w:val="00763FDC"/>
    <w:rsid w:val="007643C3"/>
    <w:rsid w:val="007645C1"/>
    <w:rsid w:val="0076476B"/>
    <w:rsid w:val="00764A1D"/>
    <w:rsid w:val="00765102"/>
    <w:rsid w:val="00765279"/>
    <w:rsid w:val="007653BA"/>
    <w:rsid w:val="007655C5"/>
    <w:rsid w:val="00765CD7"/>
    <w:rsid w:val="00765F56"/>
    <w:rsid w:val="00766142"/>
    <w:rsid w:val="007664E8"/>
    <w:rsid w:val="007665B3"/>
    <w:rsid w:val="007666C1"/>
    <w:rsid w:val="00766E51"/>
    <w:rsid w:val="007670F1"/>
    <w:rsid w:val="007671FE"/>
    <w:rsid w:val="00767259"/>
    <w:rsid w:val="00767457"/>
    <w:rsid w:val="00767656"/>
    <w:rsid w:val="00767674"/>
    <w:rsid w:val="0076767A"/>
    <w:rsid w:val="00767830"/>
    <w:rsid w:val="00767CEA"/>
    <w:rsid w:val="00767F19"/>
    <w:rsid w:val="007700FF"/>
    <w:rsid w:val="0077016B"/>
    <w:rsid w:val="007703AB"/>
    <w:rsid w:val="007703DC"/>
    <w:rsid w:val="00770635"/>
    <w:rsid w:val="0077095D"/>
    <w:rsid w:val="00770D5C"/>
    <w:rsid w:val="00771084"/>
    <w:rsid w:val="00771476"/>
    <w:rsid w:val="00771619"/>
    <w:rsid w:val="0077162E"/>
    <w:rsid w:val="007721B2"/>
    <w:rsid w:val="0077251B"/>
    <w:rsid w:val="007728E2"/>
    <w:rsid w:val="007734F4"/>
    <w:rsid w:val="00773A9D"/>
    <w:rsid w:val="00773D28"/>
    <w:rsid w:val="00774205"/>
    <w:rsid w:val="00774220"/>
    <w:rsid w:val="0077479D"/>
    <w:rsid w:val="007748E7"/>
    <w:rsid w:val="00774EF1"/>
    <w:rsid w:val="00775081"/>
    <w:rsid w:val="007751D1"/>
    <w:rsid w:val="007751D9"/>
    <w:rsid w:val="00775BCC"/>
    <w:rsid w:val="00775EEE"/>
    <w:rsid w:val="00775F63"/>
    <w:rsid w:val="007761BF"/>
    <w:rsid w:val="007763B6"/>
    <w:rsid w:val="0077644E"/>
    <w:rsid w:val="007766DA"/>
    <w:rsid w:val="0077675C"/>
    <w:rsid w:val="00776A52"/>
    <w:rsid w:val="0077703F"/>
    <w:rsid w:val="00777192"/>
    <w:rsid w:val="007771D1"/>
    <w:rsid w:val="0077735C"/>
    <w:rsid w:val="0077760C"/>
    <w:rsid w:val="00777C0A"/>
    <w:rsid w:val="0078012A"/>
    <w:rsid w:val="0078044B"/>
    <w:rsid w:val="00780B52"/>
    <w:rsid w:val="00780C0E"/>
    <w:rsid w:val="00780D86"/>
    <w:rsid w:val="00780FF7"/>
    <w:rsid w:val="00781577"/>
    <w:rsid w:val="00781592"/>
    <w:rsid w:val="007819C5"/>
    <w:rsid w:val="00781A86"/>
    <w:rsid w:val="00781AAB"/>
    <w:rsid w:val="00781B58"/>
    <w:rsid w:val="0078275B"/>
    <w:rsid w:val="00782C10"/>
    <w:rsid w:val="00782C93"/>
    <w:rsid w:val="00782FFA"/>
    <w:rsid w:val="007833C2"/>
    <w:rsid w:val="00783477"/>
    <w:rsid w:val="007834B6"/>
    <w:rsid w:val="007834F4"/>
    <w:rsid w:val="00783CB4"/>
    <w:rsid w:val="00784114"/>
    <w:rsid w:val="00784232"/>
    <w:rsid w:val="0078449B"/>
    <w:rsid w:val="0078456A"/>
    <w:rsid w:val="00784EF7"/>
    <w:rsid w:val="00785384"/>
    <w:rsid w:val="007853DF"/>
    <w:rsid w:val="007857A7"/>
    <w:rsid w:val="0078584C"/>
    <w:rsid w:val="0078627C"/>
    <w:rsid w:val="007868A3"/>
    <w:rsid w:val="00786E8A"/>
    <w:rsid w:val="00786F78"/>
    <w:rsid w:val="00786F7B"/>
    <w:rsid w:val="0078735A"/>
    <w:rsid w:val="00787D4B"/>
    <w:rsid w:val="007903F1"/>
    <w:rsid w:val="00790C2D"/>
    <w:rsid w:val="00790E95"/>
    <w:rsid w:val="00791745"/>
    <w:rsid w:val="007918E3"/>
    <w:rsid w:val="00791E49"/>
    <w:rsid w:val="00792438"/>
    <w:rsid w:val="007924CD"/>
    <w:rsid w:val="0079278A"/>
    <w:rsid w:val="00792B73"/>
    <w:rsid w:val="00792CF9"/>
    <w:rsid w:val="00792E16"/>
    <w:rsid w:val="0079329B"/>
    <w:rsid w:val="00793304"/>
    <w:rsid w:val="007933EF"/>
    <w:rsid w:val="007937F3"/>
    <w:rsid w:val="0079382C"/>
    <w:rsid w:val="00793AC3"/>
    <w:rsid w:val="00793D63"/>
    <w:rsid w:val="00793F87"/>
    <w:rsid w:val="0079439A"/>
    <w:rsid w:val="0079450F"/>
    <w:rsid w:val="007945F2"/>
    <w:rsid w:val="00794949"/>
    <w:rsid w:val="007949B0"/>
    <w:rsid w:val="00794D1D"/>
    <w:rsid w:val="00794F2C"/>
    <w:rsid w:val="007953B4"/>
    <w:rsid w:val="00795443"/>
    <w:rsid w:val="007956D5"/>
    <w:rsid w:val="00795937"/>
    <w:rsid w:val="00795F0A"/>
    <w:rsid w:val="00795F4B"/>
    <w:rsid w:val="00796032"/>
    <w:rsid w:val="0079611E"/>
    <w:rsid w:val="00796175"/>
    <w:rsid w:val="0079639E"/>
    <w:rsid w:val="007964F2"/>
    <w:rsid w:val="00796993"/>
    <w:rsid w:val="00796A20"/>
    <w:rsid w:val="00796A9F"/>
    <w:rsid w:val="00796E2E"/>
    <w:rsid w:val="00796F4E"/>
    <w:rsid w:val="0079722B"/>
    <w:rsid w:val="00797539"/>
    <w:rsid w:val="00797597"/>
    <w:rsid w:val="00797995"/>
    <w:rsid w:val="00797DBB"/>
    <w:rsid w:val="00797F72"/>
    <w:rsid w:val="007A0D0D"/>
    <w:rsid w:val="007A0DB8"/>
    <w:rsid w:val="007A1045"/>
    <w:rsid w:val="007A1A14"/>
    <w:rsid w:val="007A1C09"/>
    <w:rsid w:val="007A1E03"/>
    <w:rsid w:val="007A1EF2"/>
    <w:rsid w:val="007A2085"/>
    <w:rsid w:val="007A22D9"/>
    <w:rsid w:val="007A2541"/>
    <w:rsid w:val="007A25F2"/>
    <w:rsid w:val="007A2709"/>
    <w:rsid w:val="007A32B0"/>
    <w:rsid w:val="007A3A65"/>
    <w:rsid w:val="007A3BC2"/>
    <w:rsid w:val="007A3DE5"/>
    <w:rsid w:val="007A4729"/>
    <w:rsid w:val="007A494C"/>
    <w:rsid w:val="007A4A79"/>
    <w:rsid w:val="007A4BF5"/>
    <w:rsid w:val="007A4E0A"/>
    <w:rsid w:val="007A502C"/>
    <w:rsid w:val="007A531A"/>
    <w:rsid w:val="007A54DE"/>
    <w:rsid w:val="007A5765"/>
    <w:rsid w:val="007A5DEC"/>
    <w:rsid w:val="007A5E2C"/>
    <w:rsid w:val="007A5FAD"/>
    <w:rsid w:val="007A607A"/>
    <w:rsid w:val="007A6210"/>
    <w:rsid w:val="007A636D"/>
    <w:rsid w:val="007A6D1C"/>
    <w:rsid w:val="007A7497"/>
    <w:rsid w:val="007A7512"/>
    <w:rsid w:val="007A7BE9"/>
    <w:rsid w:val="007B04B1"/>
    <w:rsid w:val="007B09A7"/>
    <w:rsid w:val="007B0B6E"/>
    <w:rsid w:val="007B11E1"/>
    <w:rsid w:val="007B12A4"/>
    <w:rsid w:val="007B12F5"/>
    <w:rsid w:val="007B1368"/>
    <w:rsid w:val="007B171F"/>
    <w:rsid w:val="007B1C7B"/>
    <w:rsid w:val="007B24D4"/>
    <w:rsid w:val="007B2517"/>
    <w:rsid w:val="007B2645"/>
    <w:rsid w:val="007B298A"/>
    <w:rsid w:val="007B2A55"/>
    <w:rsid w:val="007B2A9E"/>
    <w:rsid w:val="007B2AA9"/>
    <w:rsid w:val="007B2B57"/>
    <w:rsid w:val="007B2BC6"/>
    <w:rsid w:val="007B2EBC"/>
    <w:rsid w:val="007B2F5A"/>
    <w:rsid w:val="007B30E5"/>
    <w:rsid w:val="007B36A9"/>
    <w:rsid w:val="007B3AED"/>
    <w:rsid w:val="007B3BEB"/>
    <w:rsid w:val="007B3F4F"/>
    <w:rsid w:val="007B4129"/>
    <w:rsid w:val="007B447F"/>
    <w:rsid w:val="007B49E8"/>
    <w:rsid w:val="007B4B23"/>
    <w:rsid w:val="007B52FE"/>
    <w:rsid w:val="007B5852"/>
    <w:rsid w:val="007B67A3"/>
    <w:rsid w:val="007B6D7A"/>
    <w:rsid w:val="007B6ED3"/>
    <w:rsid w:val="007B72EE"/>
    <w:rsid w:val="007B73D7"/>
    <w:rsid w:val="007B742F"/>
    <w:rsid w:val="007B74E2"/>
    <w:rsid w:val="007B7644"/>
    <w:rsid w:val="007B7748"/>
    <w:rsid w:val="007B79F9"/>
    <w:rsid w:val="007B7A40"/>
    <w:rsid w:val="007B7AA5"/>
    <w:rsid w:val="007C0269"/>
    <w:rsid w:val="007C030C"/>
    <w:rsid w:val="007C0D84"/>
    <w:rsid w:val="007C0EFE"/>
    <w:rsid w:val="007C10F8"/>
    <w:rsid w:val="007C1265"/>
    <w:rsid w:val="007C12FF"/>
    <w:rsid w:val="007C18E7"/>
    <w:rsid w:val="007C20CB"/>
    <w:rsid w:val="007C2A97"/>
    <w:rsid w:val="007C2E00"/>
    <w:rsid w:val="007C2E6E"/>
    <w:rsid w:val="007C30AC"/>
    <w:rsid w:val="007C3468"/>
    <w:rsid w:val="007C39F2"/>
    <w:rsid w:val="007C4E32"/>
    <w:rsid w:val="007C5A77"/>
    <w:rsid w:val="007C5E2C"/>
    <w:rsid w:val="007C65EC"/>
    <w:rsid w:val="007C67A6"/>
    <w:rsid w:val="007C6A8B"/>
    <w:rsid w:val="007C6DB2"/>
    <w:rsid w:val="007C74B6"/>
    <w:rsid w:val="007C7853"/>
    <w:rsid w:val="007C7D4E"/>
    <w:rsid w:val="007C7DBD"/>
    <w:rsid w:val="007C7E57"/>
    <w:rsid w:val="007D0174"/>
    <w:rsid w:val="007D035E"/>
    <w:rsid w:val="007D06A6"/>
    <w:rsid w:val="007D06DB"/>
    <w:rsid w:val="007D11AD"/>
    <w:rsid w:val="007D13C0"/>
    <w:rsid w:val="007D143C"/>
    <w:rsid w:val="007D14A5"/>
    <w:rsid w:val="007D161D"/>
    <w:rsid w:val="007D218D"/>
    <w:rsid w:val="007D2638"/>
    <w:rsid w:val="007D2AAB"/>
    <w:rsid w:val="007D2C82"/>
    <w:rsid w:val="007D30C9"/>
    <w:rsid w:val="007D32AC"/>
    <w:rsid w:val="007D35EC"/>
    <w:rsid w:val="007D3643"/>
    <w:rsid w:val="007D3700"/>
    <w:rsid w:val="007D3978"/>
    <w:rsid w:val="007D413F"/>
    <w:rsid w:val="007D42AD"/>
    <w:rsid w:val="007D4740"/>
    <w:rsid w:val="007D48D8"/>
    <w:rsid w:val="007D499D"/>
    <w:rsid w:val="007D4C0F"/>
    <w:rsid w:val="007D4EBB"/>
    <w:rsid w:val="007D5085"/>
    <w:rsid w:val="007D5365"/>
    <w:rsid w:val="007D54A5"/>
    <w:rsid w:val="007D55C3"/>
    <w:rsid w:val="007D598E"/>
    <w:rsid w:val="007D5BD5"/>
    <w:rsid w:val="007D5C82"/>
    <w:rsid w:val="007D5D79"/>
    <w:rsid w:val="007D5E69"/>
    <w:rsid w:val="007D634C"/>
    <w:rsid w:val="007D64D1"/>
    <w:rsid w:val="007D6C72"/>
    <w:rsid w:val="007D6CA2"/>
    <w:rsid w:val="007D76E1"/>
    <w:rsid w:val="007D7E20"/>
    <w:rsid w:val="007D7F30"/>
    <w:rsid w:val="007D7F37"/>
    <w:rsid w:val="007E023D"/>
    <w:rsid w:val="007E0AF4"/>
    <w:rsid w:val="007E0F78"/>
    <w:rsid w:val="007E15E1"/>
    <w:rsid w:val="007E1A6B"/>
    <w:rsid w:val="007E1DC1"/>
    <w:rsid w:val="007E1E84"/>
    <w:rsid w:val="007E1F44"/>
    <w:rsid w:val="007E20B5"/>
    <w:rsid w:val="007E20CF"/>
    <w:rsid w:val="007E233C"/>
    <w:rsid w:val="007E2348"/>
    <w:rsid w:val="007E2769"/>
    <w:rsid w:val="007E2DB1"/>
    <w:rsid w:val="007E2FCD"/>
    <w:rsid w:val="007E3611"/>
    <w:rsid w:val="007E395E"/>
    <w:rsid w:val="007E3D3F"/>
    <w:rsid w:val="007E41BC"/>
    <w:rsid w:val="007E421C"/>
    <w:rsid w:val="007E4669"/>
    <w:rsid w:val="007E5076"/>
    <w:rsid w:val="007E542A"/>
    <w:rsid w:val="007E563A"/>
    <w:rsid w:val="007E5899"/>
    <w:rsid w:val="007E65E3"/>
    <w:rsid w:val="007E6B62"/>
    <w:rsid w:val="007F009F"/>
    <w:rsid w:val="007F016E"/>
    <w:rsid w:val="007F0241"/>
    <w:rsid w:val="007F028F"/>
    <w:rsid w:val="007F0701"/>
    <w:rsid w:val="007F0820"/>
    <w:rsid w:val="007F0AAA"/>
    <w:rsid w:val="007F0AE9"/>
    <w:rsid w:val="007F0D46"/>
    <w:rsid w:val="007F0F53"/>
    <w:rsid w:val="007F11F5"/>
    <w:rsid w:val="007F15C5"/>
    <w:rsid w:val="007F15CD"/>
    <w:rsid w:val="007F1A29"/>
    <w:rsid w:val="007F1E35"/>
    <w:rsid w:val="007F20AC"/>
    <w:rsid w:val="007F24DB"/>
    <w:rsid w:val="007F29D6"/>
    <w:rsid w:val="007F2CC1"/>
    <w:rsid w:val="007F37DA"/>
    <w:rsid w:val="007F3CAB"/>
    <w:rsid w:val="007F3CE9"/>
    <w:rsid w:val="007F3E1A"/>
    <w:rsid w:val="007F3FB7"/>
    <w:rsid w:val="007F46AA"/>
    <w:rsid w:val="007F46D3"/>
    <w:rsid w:val="007F49EB"/>
    <w:rsid w:val="007F4B71"/>
    <w:rsid w:val="007F5088"/>
    <w:rsid w:val="007F566F"/>
    <w:rsid w:val="007F5A08"/>
    <w:rsid w:val="007F5AF3"/>
    <w:rsid w:val="007F5EF8"/>
    <w:rsid w:val="007F60B0"/>
    <w:rsid w:val="007F6196"/>
    <w:rsid w:val="007F6210"/>
    <w:rsid w:val="007F6456"/>
    <w:rsid w:val="007F6860"/>
    <w:rsid w:val="007F6B45"/>
    <w:rsid w:val="007F6BCC"/>
    <w:rsid w:val="007F6F1D"/>
    <w:rsid w:val="007F7456"/>
    <w:rsid w:val="007F7471"/>
    <w:rsid w:val="007F74BA"/>
    <w:rsid w:val="00800245"/>
    <w:rsid w:val="00800407"/>
    <w:rsid w:val="00800426"/>
    <w:rsid w:val="00800655"/>
    <w:rsid w:val="008006EC"/>
    <w:rsid w:val="00800794"/>
    <w:rsid w:val="00800A2C"/>
    <w:rsid w:val="00800A31"/>
    <w:rsid w:val="00800AD5"/>
    <w:rsid w:val="00800C0D"/>
    <w:rsid w:val="00800CA3"/>
    <w:rsid w:val="00800CC2"/>
    <w:rsid w:val="00801133"/>
    <w:rsid w:val="008013CF"/>
    <w:rsid w:val="008018C0"/>
    <w:rsid w:val="0080192A"/>
    <w:rsid w:val="00801A7F"/>
    <w:rsid w:val="008021C7"/>
    <w:rsid w:val="008025BA"/>
    <w:rsid w:val="00802876"/>
    <w:rsid w:val="008028B0"/>
    <w:rsid w:val="00802E1C"/>
    <w:rsid w:val="00802FE9"/>
    <w:rsid w:val="0080354E"/>
    <w:rsid w:val="00803811"/>
    <w:rsid w:val="00803839"/>
    <w:rsid w:val="008038FD"/>
    <w:rsid w:val="00803CEB"/>
    <w:rsid w:val="00804010"/>
    <w:rsid w:val="00804727"/>
    <w:rsid w:val="008047CB"/>
    <w:rsid w:val="00804826"/>
    <w:rsid w:val="00804975"/>
    <w:rsid w:val="00804A00"/>
    <w:rsid w:val="00804D06"/>
    <w:rsid w:val="00805102"/>
    <w:rsid w:val="00805190"/>
    <w:rsid w:val="00805193"/>
    <w:rsid w:val="008053DC"/>
    <w:rsid w:val="008054FA"/>
    <w:rsid w:val="008057B5"/>
    <w:rsid w:val="008059B1"/>
    <w:rsid w:val="00805D3A"/>
    <w:rsid w:val="00805D3D"/>
    <w:rsid w:val="008066EE"/>
    <w:rsid w:val="008074DF"/>
    <w:rsid w:val="00807EF8"/>
    <w:rsid w:val="00807F2B"/>
    <w:rsid w:val="0081042E"/>
    <w:rsid w:val="008109CF"/>
    <w:rsid w:val="00810A09"/>
    <w:rsid w:val="00810B08"/>
    <w:rsid w:val="00810BA0"/>
    <w:rsid w:val="00810CD6"/>
    <w:rsid w:val="00811183"/>
    <w:rsid w:val="0081119A"/>
    <w:rsid w:val="00811491"/>
    <w:rsid w:val="0081149A"/>
    <w:rsid w:val="00812008"/>
    <w:rsid w:val="0081252F"/>
    <w:rsid w:val="0081260F"/>
    <w:rsid w:val="00812C2A"/>
    <w:rsid w:val="00812D07"/>
    <w:rsid w:val="00813193"/>
    <w:rsid w:val="00813276"/>
    <w:rsid w:val="00813899"/>
    <w:rsid w:val="008139EB"/>
    <w:rsid w:val="008139FF"/>
    <w:rsid w:val="00813AAB"/>
    <w:rsid w:val="00813B16"/>
    <w:rsid w:val="00813D31"/>
    <w:rsid w:val="00813DB3"/>
    <w:rsid w:val="00813E9C"/>
    <w:rsid w:val="008140E7"/>
    <w:rsid w:val="00814607"/>
    <w:rsid w:val="00814806"/>
    <w:rsid w:val="00814B6E"/>
    <w:rsid w:val="00814C9A"/>
    <w:rsid w:val="00815B0A"/>
    <w:rsid w:val="00815C40"/>
    <w:rsid w:val="00815D42"/>
    <w:rsid w:val="00815DE5"/>
    <w:rsid w:val="00816227"/>
    <w:rsid w:val="00817AC3"/>
    <w:rsid w:val="00817DDB"/>
    <w:rsid w:val="00820067"/>
    <w:rsid w:val="00820208"/>
    <w:rsid w:val="00820538"/>
    <w:rsid w:val="00820E0E"/>
    <w:rsid w:val="00820FAA"/>
    <w:rsid w:val="0082108C"/>
    <w:rsid w:val="00821D34"/>
    <w:rsid w:val="00821F9E"/>
    <w:rsid w:val="008227CF"/>
    <w:rsid w:val="00822E6B"/>
    <w:rsid w:val="00823238"/>
    <w:rsid w:val="00823719"/>
    <w:rsid w:val="00823E56"/>
    <w:rsid w:val="0082466F"/>
    <w:rsid w:val="0082482F"/>
    <w:rsid w:val="008248E3"/>
    <w:rsid w:val="0082493B"/>
    <w:rsid w:val="00824B72"/>
    <w:rsid w:val="00824E17"/>
    <w:rsid w:val="00825754"/>
    <w:rsid w:val="00825DF8"/>
    <w:rsid w:val="00825FAF"/>
    <w:rsid w:val="0082601D"/>
    <w:rsid w:val="0082638B"/>
    <w:rsid w:val="008264A0"/>
    <w:rsid w:val="0082665C"/>
    <w:rsid w:val="0082675D"/>
    <w:rsid w:val="008269B8"/>
    <w:rsid w:val="00826C15"/>
    <w:rsid w:val="008272E6"/>
    <w:rsid w:val="008274D0"/>
    <w:rsid w:val="00827DF8"/>
    <w:rsid w:val="00827E2C"/>
    <w:rsid w:val="00827ED7"/>
    <w:rsid w:val="00827F9D"/>
    <w:rsid w:val="00830047"/>
    <w:rsid w:val="00830468"/>
    <w:rsid w:val="008305F3"/>
    <w:rsid w:val="0083061B"/>
    <w:rsid w:val="008306FC"/>
    <w:rsid w:val="00830849"/>
    <w:rsid w:val="008308EF"/>
    <w:rsid w:val="00830E83"/>
    <w:rsid w:val="00830F27"/>
    <w:rsid w:val="008310D1"/>
    <w:rsid w:val="00831118"/>
    <w:rsid w:val="00831296"/>
    <w:rsid w:val="008315A7"/>
    <w:rsid w:val="00831E9D"/>
    <w:rsid w:val="008321E4"/>
    <w:rsid w:val="0083237B"/>
    <w:rsid w:val="00832A3E"/>
    <w:rsid w:val="00832E16"/>
    <w:rsid w:val="00833072"/>
    <w:rsid w:val="00833AD7"/>
    <w:rsid w:val="00833AE5"/>
    <w:rsid w:val="00833B6E"/>
    <w:rsid w:val="00833BA1"/>
    <w:rsid w:val="00833BDD"/>
    <w:rsid w:val="00833D01"/>
    <w:rsid w:val="0083406B"/>
    <w:rsid w:val="00834074"/>
    <w:rsid w:val="008344AE"/>
    <w:rsid w:val="00834B74"/>
    <w:rsid w:val="00834FCD"/>
    <w:rsid w:val="00835392"/>
    <w:rsid w:val="00835D9D"/>
    <w:rsid w:val="00835F0F"/>
    <w:rsid w:val="00836151"/>
    <w:rsid w:val="008364A2"/>
    <w:rsid w:val="0083680A"/>
    <w:rsid w:val="008369EC"/>
    <w:rsid w:val="00836E2B"/>
    <w:rsid w:val="00836EB9"/>
    <w:rsid w:val="00837352"/>
    <w:rsid w:val="0083750F"/>
    <w:rsid w:val="00837514"/>
    <w:rsid w:val="00837651"/>
    <w:rsid w:val="008379F3"/>
    <w:rsid w:val="00837DB5"/>
    <w:rsid w:val="00837DE4"/>
    <w:rsid w:val="00837E6C"/>
    <w:rsid w:val="0084019A"/>
    <w:rsid w:val="00840763"/>
    <w:rsid w:val="0084078A"/>
    <w:rsid w:val="00840A38"/>
    <w:rsid w:val="00840DD1"/>
    <w:rsid w:val="008417AC"/>
    <w:rsid w:val="0084187C"/>
    <w:rsid w:val="00841E17"/>
    <w:rsid w:val="008429B6"/>
    <w:rsid w:val="00842A55"/>
    <w:rsid w:val="00842D4A"/>
    <w:rsid w:val="00842E58"/>
    <w:rsid w:val="00843170"/>
    <w:rsid w:val="00843306"/>
    <w:rsid w:val="008434D3"/>
    <w:rsid w:val="00843B16"/>
    <w:rsid w:val="00843FE2"/>
    <w:rsid w:val="00844476"/>
    <w:rsid w:val="0084463B"/>
    <w:rsid w:val="00844782"/>
    <w:rsid w:val="00844B33"/>
    <w:rsid w:val="00844B52"/>
    <w:rsid w:val="008455F7"/>
    <w:rsid w:val="008457A3"/>
    <w:rsid w:val="0084587D"/>
    <w:rsid w:val="0084632F"/>
    <w:rsid w:val="00846537"/>
    <w:rsid w:val="00846737"/>
    <w:rsid w:val="00846777"/>
    <w:rsid w:val="008468E8"/>
    <w:rsid w:val="00847231"/>
    <w:rsid w:val="00847328"/>
    <w:rsid w:val="008473B7"/>
    <w:rsid w:val="0084753F"/>
    <w:rsid w:val="00847915"/>
    <w:rsid w:val="00847DAB"/>
    <w:rsid w:val="00847DFB"/>
    <w:rsid w:val="00847E1A"/>
    <w:rsid w:val="0085008F"/>
    <w:rsid w:val="00850606"/>
    <w:rsid w:val="0085069E"/>
    <w:rsid w:val="00850A5A"/>
    <w:rsid w:val="00850F93"/>
    <w:rsid w:val="00850FFF"/>
    <w:rsid w:val="00851564"/>
    <w:rsid w:val="00851597"/>
    <w:rsid w:val="0085179F"/>
    <w:rsid w:val="008519FD"/>
    <w:rsid w:val="00851AF6"/>
    <w:rsid w:val="00851BB6"/>
    <w:rsid w:val="00851FAB"/>
    <w:rsid w:val="00851FB1"/>
    <w:rsid w:val="008529A8"/>
    <w:rsid w:val="00852C14"/>
    <w:rsid w:val="00852F62"/>
    <w:rsid w:val="00853073"/>
    <w:rsid w:val="008534C9"/>
    <w:rsid w:val="00854377"/>
    <w:rsid w:val="00854671"/>
    <w:rsid w:val="00854CDE"/>
    <w:rsid w:val="00854D4A"/>
    <w:rsid w:val="00854ED2"/>
    <w:rsid w:val="00854F0C"/>
    <w:rsid w:val="00855B7E"/>
    <w:rsid w:val="0085615B"/>
    <w:rsid w:val="008565D8"/>
    <w:rsid w:val="00856A2E"/>
    <w:rsid w:val="00856CB2"/>
    <w:rsid w:val="00857014"/>
    <w:rsid w:val="00857027"/>
    <w:rsid w:val="008572C9"/>
    <w:rsid w:val="00860182"/>
    <w:rsid w:val="00860294"/>
    <w:rsid w:val="00860430"/>
    <w:rsid w:val="00860441"/>
    <w:rsid w:val="00860AE1"/>
    <w:rsid w:val="00860BD2"/>
    <w:rsid w:val="00860CD9"/>
    <w:rsid w:val="00860EAB"/>
    <w:rsid w:val="00860F77"/>
    <w:rsid w:val="008610FB"/>
    <w:rsid w:val="00861311"/>
    <w:rsid w:val="0086159B"/>
    <w:rsid w:val="00861BB7"/>
    <w:rsid w:val="00861F8F"/>
    <w:rsid w:val="00861F96"/>
    <w:rsid w:val="008620B3"/>
    <w:rsid w:val="00862364"/>
    <w:rsid w:val="00862B4D"/>
    <w:rsid w:val="00862DB4"/>
    <w:rsid w:val="0086329D"/>
    <w:rsid w:val="00863B5E"/>
    <w:rsid w:val="00864386"/>
    <w:rsid w:val="00864690"/>
    <w:rsid w:val="00864E4C"/>
    <w:rsid w:val="00864EDE"/>
    <w:rsid w:val="00864F58"/>
    <w:rsid w:val="00865062"/>
    <w:rsid w:val="00865087"/>
    <w:rsid w:val="008652A1"/>
    <w:rsid w:val="00865619"/>
    <w:rsid w:val="0086586B"/>
    <w:rsid w:val="00865AF4"/>
    <w:rsid w:val="00865B61"/>
    <w:rsid w:val="00866354"/>
    <w:rsid w:val="00866858"/>
    <w:rsid w:val="00866A3E"/>
    <w:rsid w:val="00866B00"/>
    <w:rsid w:val="008674D3"/>
    <w:rsid w:val="008677B9"/>
    <w:rsid w:val="00867D18"/>
    <w:rsid w:val="008700FC"/>
    <w:rsid w:val="008704CF"/>
    <w:rsid w:val="008704EF"/>
    <w:rsid w:val="00870A1C"/>
    <w:rsid w:val="00870D2B"/>
    <w:rsid w:val="00870EFC"/>
    <w:rsid w:val="008713D1"/>
    <w:rsid w:val="00871D51"/>
    <w:rsid w:val="008722D2"/>
    <w:rsid w:val="00872BAF"/>
    <w:rsid w:val="00872D8C"/>
    <w:rsid w:val="0087306D"/>
    <w:rsid w:val="008736F2"/>
    <w:rsid w:val="008738F6"/>
    <w:rsid w:val="00873939"/>
    <w:rsid w:val="00873D7D"/>
    <w:rsid w:val="00873FF6"/>
    <w:rsid w:val="008742BA"/>
    <w:rsid w:val="00874524"/>
    <w:rsid w:val="0087464F"/>
    <w:rsid w:val="0087485C"/>
    <w:rsid w:val="00874AA4"/>
    <w:rsid w:val="00874ADE"/>
    <w:rsid w:val="00874C29"/>
    <w:rsid w:val="0087575B"/>
    <w:rsid w:val="00875965"/>
    <w:rsid w:val="00875CBB"/>
    <w:rsid w:val="00875DEE"/>
    <w:rsid w:val="00875FC4"/>
    <w:rsid w:val="0087622D"/>
    <w:rsid w:val="00877069"/>
    <w:rsid w:val="00877194"/>
    <w:rsid w:val="008771B9"/>
    <w:rsid w:val="0087764B"/>
    <w:rsid w:val="008776D2"/>
    <w:rsid w:val="00877B80"/>
    <w:rsid w:val="00877D4F"/>
    <w:rsid w:val="0088077D"/>
    <w:rsid w:val="008807AA"/>
    <w:rsid w:val="00880B47"/>
    <w:rsid w:val="00880BDB"/>
    <w:rsid w:val="00880D0D"/>
    <w:rsid w:val="00881384"/>
    <w:rsid w:val="008814A4"/>
    <w:rsid w:val="0088163A"/>
    <w:rsid w:val="00881737"/>
    <w:rsid w:val="00881900"/>
    <w:rsid w:val="00881C89"/>
    <w:rsid w:val="00881CD8"/>
    <w:rsid w:val="008834A5"/>
    <w:rsid w:val="00883FA6"/>
    <w:rsid w:val="00884091"/>
    <w:rsid w:val="008841E1"/>
    <w:rsid w:val="00884371"/>
    <w:rsid w:val="008843F1"/>
    <w:rsid w:val="00884675"/>
    <w:rsid w:val="008847D2"/>
    <w:rsid w:val="00884849"/>
    <w:rsid w:val="0088484B"/>
    <w:rsid w:val="0088485D"/>
    <w:rsid w:val="0088488C"/>
    <w:rsid w:val="008848F9"/>
    <w:rsid w:val="00885134"/>
    <w:rsid w:val="008853EB"/>
    <w:rsid w:val="00885492"/>
    <w:rsid w:val="00885889"/>
    <w:rsid w:val="00885A70"/>
    <w:rsid w:val="00885B74"/>
    <w:rsid w:val="00885C38"/>
    <w:rsid w:val="00885CC6"/>
    <w:rsid w:val="00886019"/>
    <w:rsid w:val="0088619F"/>
    <w:rsid w:val="008862A9"/>
    <w:rsid w:val="008863DE"/>
    <w:rsid w:val="008868BF"/>
    <w:rsid w:val="00886B4C"/>
    <w:rsid w:val="00886C7B"/>
    <w:rsid w:val="00886EAF"/>
    <w:rsid w:val="00887BD0"/>
    <w:rsid w:val="0089025A"/>
    <w:rsid w:val="00890A7A"/>
    <w:rsid w:val="008914E3"/>
    <w:rsid w:val="008915E6"/>
    <w:rsid w:val="00891678"/>
    <w:rsid w:val="008916EB"/>
    <w:rsid w:val="0089178C"/>
    <w:rsid w:val="00891C5E"/>
    <w:rsid w:val="00891E1F"/>
    <w:rsid w:val="008922C5"/>
    <w:rsid w:val="00892767"/>
    <w:rsid w:val="008928A0"/>
    <w:rsid w:val="00892E08"/>
    <w:rsid w:val="00893087"/>
    <w:rsid w:val="00893159"/>
    <w:rsid w:val="00893F99"/>
    <w:rsid w:val="00894145"/>
    <w:rsid w:val="00894179"/>
    <w:rsid w:val="00894F16"/>
    <w:rsid w:val="00895447"/>
    <w:rsid w:val="008956DA"/>
    <w:rsid w:val="008956E1"/>
    <w:rsid w:val="00895AD1"/>
    <w:rsid w:val="00895CA9"/>
    <w:rsid w:val="00895D6A"/>
    <w:rsid w:val="00895DC2"/>
    <w:rsid w:val="00896055"/>
    <w:rsid w:val="00896083"/>
    <w:rsid w:val="008967AF"/>
    <w:rsid w:val="0089680C"/>
    <w:rsid w:val="00896DE8"/>
    <w:rsid w:val="00897217"/>
    <w:rsid w:val="0089766B"/>
    <w:rsid w:val="00897675"/>
    <w:rsid w:val="008976EE"/>
    <w:rsid w:val="00897946"/>
    <w:rsid w:val="00897A69"/>
    <w:rsid w:val="00897A85"/>
    <w:rsid w:val="00897CBD"/>
    <w:rsid w:val="00897E07"/>
    <w:rsid w:val="00897F1A"/>
    <w:rsid w:val="00897F23"/>
    <w:rsid w:val="00897F6A"/>
    <w:rsid w:val="008A020B"/>
    <w:rsid w:val="008A04F0"/>
    <w:rsid w:val="008A0614"/>
    <w:rsid w:val="008A0E3A"/>
    <w:rsid w:val="008A114C"/>
    <w:rsid w:val="008A162E"/>
    <w:rsid w:val="008A188E"/>
    <w:rsid w:val="008A2138"/>
    <w:rsid w:val="008A2157"/>
    <w:rsid w:val="008A2944"/>
    <w:rsid w:val="008A2B9D"/>
    <w:rsid w:val="008A2C16"/>
    <w:rsid w:val="008A2CEE"/>
    <w:rsid w:val="008A2E27"/>
    <w:rsid w:val="008A333D"/>
    <w:rsid w:val="008A336C"/>
    <w:rsid w:val="008A350A"/>
    <w:rsid w:val="008A368B"/>
    <w:rsid w:val="008A3951"/>
    <w:rsid w:val="008A3EBE"/>
    <w:rsid w:val="008A3EC3"/>
    <w:rsid w:val="008A42DF"/>
    <w:rsid w:val="008A4CB6"/>
    <w:rsid w:val="008A4FF1"/>
    <w:rsid w:val="008A5010"/>
    <w:rsid w:val="008A5181"/>
    <w:rsid w:val="008A540A"/>
    <w:rsid w:val="008A61B7"/>
    <w:rsid w:val="008A6224"/>
    <w:rsid w:val="008A64D5"/>
    <w:rsid w:val="008A6BA4"/>
    <w:rsid w:val="008A7183"/>
    <w:rsid w:val="008A7484"/>
    <w:rsid w:val="008A7BB6"/>
    <w:rsid w:val="008A7BF3"/>
    <w:rsid w:val="008A7D7C"/>
    <w:rsid w:val="008A7DA3"/>
    <w:rsid w:val="008A7E85"/>
    <w:rsid w:val="008B0083"/>
    <w:rsid w:val="008B0296"/>
    <w:rsid w:val="008B0323"/>
    <w:rsid w:val="008B0701"/>
    <w:rsid w:val="008B07B6"/>
    <w:rsid w:val="008B0D5E"/>
    <w:rsid w:val="008B0F26"/>
    <w:rsid w:val="008B11FC"/>
    <w:rsid w:val="008B1469"/>
    <w:rsid w:val="008B165D"/>
    <w:rsid w:val="008B16E5"/>
    <w:rsid w:val="008B1DCF"/>
    <w:rsid w:val="008B1ED5"/>
    <w:rsid w:val="008B1F91"/>
    <w:rsid w:val="008B1FF2"/>
    <w:rsid w:val="008B20C1"/>
    <w:rsid w:val="008B2827"/>
    <w:rsid w:val="008B29CF"/>
    <w:rsid w:val="008B2A5F"/>
    <w:rsid w:val="008B2FCA"/>
    <w:rsid w:val="008B323A"/>
    <w:rsid w:val="008B35C4"/>
    <w:rsid w:val="008B3932"/>
    <w:rsid w:val="008B3BF0"/>
    <w:rsid w:val="008B45BD"/>
    <w:rsid w:val="008B4826"/>
    <w:rsid w:val="008B5121"/>
    <w:rsid w:val="008B5298"/>
    <w:rsid w:val="008B5666"/>
    <w:rsid w:val="008B5DFE"/>
    <w:rsid w:val="008B6001"/>
    <w:rsid w:val="008B656B"/>
    <w:rsid w:val="008B67FD"/>
    <w:rsid w:val="008B6969"/>
    <w:rsid w:val="008B6A17"/>
    <w:rsid w:val="008B6B0B"/>
    <w:rsid w:val="008B6CFE"/>
    <w:rsid w:val="008B7454"/>
    <w:rsid w:val="008B74BE"/>
    <w:rsid w:val="008B772D"/>
    <w:rsid w:val="008B7D7F"/>
    <w:rsid w:val="008B7E55"/>
    <w:rsid w:val="008B7F2A"/>
    <w:rsid w:val="008C0A95"/>
    <w:rsid w:val="008C0B97"/>
    <w:rsid w:val="008C0C5D"/>
    <w:rsid w:val="008C1076"/>
    <w:rsid w:val="008C118B"/>
    <w:rsid w:val="008C1488"/>
    <w:rsid w:val="008C1EC1"/>
    <w:rsid w:val="008C2297"/>
    <w:rsid w:val="008C2ACC"/>
    <w:rsid w:val="008C2D11"/>
    <w:rsid w:val="008C2D7E"/>
    <w:rsid w:val="008C2DEB"/>
    <w:rsid w:val="008C3091"/>
    <w:rsid w:val="008C3111"/>
    <w:rsid w:val="008C312B"/>
    <w:rsid w:val="008C3797"/>
    <w:rsid w:val="008C391D"/>
    <w:rsid w:val="008C3CAC"/>
    <w:rsid w:val="008C3D8F"/>
    <w:rsid w:val="008C401C"/>
    <w:rsid w:val="008C4648"/>
    <w:rsid w:val="008C46B2"/>
    <w:rsid w:val="008C4A80"/>
    <w:rsid w:val="008C4F08"/>
    <w:rsid w:val="008C4FED"/>
    <w:rsid w:val="008C5254"/>
    <w:rsid w:val="008C5429"/>
    <w:rsid w:val="008C58ED"/>
    <w:rsid w:val="008C5952"/>
    <w:rsid w:val="008C67FE"/>
    <w:rsid w:val="008C69A3"/>
    <w:rsid w:val="008C6E29"/>
    <w:rsid w:val="008C705D"/>
    <w:rsid w:val="008C70F1"/>
    <w:rsid w:val="008C7785"/>
    <w:rsid w:val="008C77BA"/>
    <w:rsid w:val="008C7A5D"/>
    <w:rsid w:val="008C7A91"/>
    <w:rsid w:val="008C7AF7"/>
    <w:rsid w:val="008C7E8E"/>
    <w:rsid w:val="008D0273"/>
    <w:rsid w:val="008D0D53"/>
    <w:rsid w:val="008D0D89"/>
    <w:rsid w:val="008D0E64"/>
    <w:rsid w:val="008D0ED4"/>
    <w:rsid w:val="008D1152"/>
    <w:rsid w:val="008D1A37"/>
    <w:rsid w:val="008D1AA9"/>
    <w:rsid w:val="008D1B88"/>
    <w:rsid w:val="008D2277"/>
    <w:rsid w:val="008D2408"/>
    <w:rsid w:val="008D2610"/>
    <w:rsid w:val="008D2702"/>
    <w:rsid w:val="008D2825"/>
    <w:rsid w:val="008D28C9"/>
    <w:rsid w:val="008D2BB7"/>
    <w:rsid w:val="008D349C"/>
    <w:rsid w:val="008D352D"/>
    <w:rsid w:val="008D3678"/>
    <w:rsid w:val="008D3794"/>
    <w:rsid w:val="008D384C"/>
    <w:rsid w:val="008D4071"/>
    <w:rsid w:val="008D4C8C"/>
    <w:rsid w:val="008D4E51"/>
    <w:rsid w:val="008D4F16"/>
    <w:rsid w:val="008D5DE8"/>
    <w:rsid w:val="008D6677"/>
    <w:rsid w:val="008D69D6"/>
    <w:rsid w:val="008D6BDA"/>
    <w:rsid w:val="008D6CF6"/>
    <w:rsid w:val="008D6DA7"/>
    <w:rsid w:val="008D6DF2"/>
    <w:rsid w:val="008D6E2F"/>
    <w:rsid w:val="008D6F96"/>
    <w:rsid w:val="008D7006"/>
    <w:rsid w:val="008D7341"/>
    <w:rsid w:val="008D79D1"/>
    <w:rsid w:val="008D7AB0"/>
    <w:rsid w:val="008D7C55"/>
    <w:rsid w:val="008D7D13"/>
    <w:rsid w:val="008E0576"/>
    <w:rsid w:val="008E09AD"/>
    <w:rsid w:val="008E0ADF"/>
    <w:rsid w:val="008E0C9E"/>
    <w:rsid w:val="008E110B"/>
    <w:rsid w:val="008E17DE"/>
    <w:rsid w:val="008E18FD"/>
    <w:rsid w:val="008E2015"/>
    <w:rsid w:val="008E2135"/>
    <w:rsid w:val="008E2175"/>
    <w:rsid w:val="008E21A4"/>
    <w:rsid w:val="008E2376"/>
    <w:rsid w:val="008E2749"/>
    <w:rsid w:val="008E2815"/>
    <w:rsid w:val="008E2D0F"/>
    <w:rsid w:val="008E2D8A"/>
    <w:rsid w:val="008E2E22"/>
    <w:rsid w:val="008E2E6C"/>
    <w:rsid w:val="008E3602"/>
    <w:rsid w:val="008E38B2"/>
    <w:rsid w:val="008E3923"/>
    <w:rsid w:val="008E41AA"/>
    <w:rsid w:val="008E47C2"/>
    <w:rsid w:val="008E4C11"/>
    <w:rsid w:val="008E4CB2"/>
    <w:rsid w:val="008E4D93"/>
    <w:rsid w:val="008E5043"/>
    <w:rsid w:val="008E508E"/>
    <w:rsid w:val="008E5B77"/>
    <w:rsid w:val="008E5CB8"/>
    <w:rsid w:val="008E60FF"/>
    <w:rsid w:val="008E6F47"/>
    <w:rsid w:val="008E6FA2"/>
    <w:rsid w:val="008E721E"/>
    <w:rsid w:val="008E7365"/>
    <w:rsid w:val="008E75DA"/>
    <w:rsid w:val="008E7ADC"/>
    <w:rsid w:val="008F0049"/>
    <w:rsid w:val="008F08EE"/>
    <w:rsid w:val="008F0924"/>
    <w:rsid w:val="008F0A33"/>
    <w:rsid w:val="008F0E18"/>
    <w:rsid w:val="008F12CA"/>
    <w:rsid w:val="008F12E3"/>
    <w:rsid w:val="008F13A9"/>
    <w:rsid w:val="008F19ED"/>
    <w:rsid w:val="008F1BD9"/>
    <w:rsid w:val="008F1C08"/>
    <w:rsid w:val="008F22C5"/>
    <w:rsid w:val="008F23BA"/>
    <w:rsid w:val="008F2606"/>
    <w:rsid w:val="008F270E"/>
    <w:rsid w:val="008F280E"/>
    <w:rsid w:val="008F29DE"/>
    <w:rsid w:val="008F36B9"/>
    <w:rsid w:val="008F3855"/>
    <w:rsid w:val="008F3976"/>
    <w:rsid w:val="008F3AEA"/>
    <w:rsid w:val="008F3F48"/>
    <w:rsid w:val="008F446A"/>
    <w:rsid w:val="008F44C5"/>
    <w:rsid w:val="008F4B39"/>
    <w:rsid w:val="008F4F84"/>
    <w:rsid w:val="008F50E1"/>
    <w:rsid w:val="008F557E"/>
    <w:rsid w:val="008F5856"/>
    <w:rsid w:val="008F5B0A"/>
    <w:rsid w:val="008F6497"/>
    <w:rsid w:val="008F64CE"/>
    <w:rsid w:val="008F6583"/>
    <w:rsid w:val="008F67AC"/>
    <w:rsid w:val="008F6C59"/>
    <w:rsid w:val="008F6E23"/>
    <w:rsid w:val="008F6F4B"/>
    <w:rsid w:val="008F71FF"/>
    <w:rsid w:val="008F7271"/>
    <w:rsid w:val="008F727C"/>
    <w:rsid w:val="008F7286"/>
    <w:rsid w:val="008F7468"/>
    <w:rsid w:val="008F751F"/>
    <w:rsid w:val="008F7619"/>
    <w:rsid w:val="008F796A"/>
    <w:rsid w:val="008F7B1C"/>
    <w:rsid w:val="008F7D3A"/>
    <w:rsid w:val="009004DA"/>
    <w:rsid w:val="009006C8"/>
    <w:rsid w:val="009008A8"/>
    <w:rsid w:val="00900C36"/>
    <w:rsid w:val="00900D29"/>
    <w:rsid w:val="00900E3E"/>
    <w:rsid w:val="00900F4E"/>
    <w:rsid w:val="00900F89"/>
    <w:rsid w:val="00901113"/>
    <w:rsid w:val="00901422"/>
    <w:rsid w:val="009016BB"/>
    <w:rsid w:val="00901BC7"/>
    <w:rsid w:val="00901C32"/>
    <w:rsid w:val="00901FF2"/>
    <w:rsid w:val="009025FC"/>
    <w:rsid w:val="009026F1"/>
    <w:rsid w:val="00902870"/>
    <w:rsid w:val="0090300D"/>
    <w:rsid w:val="00903240"/>
    <w:rsid w:val="009033E5"/>
    <w:rsid w:val="00903443"/>
    <w:rsid w:val="0090362A"/>
    <w:rsid w:val="009037B7"/>
    <w:rsid w:val="00903891"/>
    <w:rsid w:val="00903A17"/>
    <w:rsid w:val="00903A63"/>
    <w:rsid w:val="00903CF5"/>
    <w:rsid w:val="009042E3"/>
    <w:rsid w:val="009045A8"/>
    <w:rsid w:val="009048FC"/>
    <w:rsid w:val="00904F19"/>
    <w:rsid w:val="00904F5D"/>
    <w:rsid w:val="009054FE"/>
    <w:rsid w:val="00905673"/>
    <w:rsid w:val="00905884"/>
    <w:rsid w:val="009058B9"/>
    <w:rsid w:val="0090593D"/>
    <w:rsid w:val="0090630C"/>
    <w:rsid w:val="00906502"/>
    <w:rsid w:val="009073DA"/>
    <w:rsid w:val="009075B9"/>
    <w:rsid w:val="00907692"/>
    <w:rsid w:val="009077F6"/>
    <w:rsid w:val="00907C7B"/>
    <w:rsid w:val="00910773"/>
    <w:rsid w:val="00910A76"/>
    <w:rsid w:val="00910E17"/>
    <w:rsid w:val="00910FF4"/>
    <w:rsid w:val="00911194"/>
    <w:rsid w:val="0091126A"/>
    <w:rsid w:val="0091135E"/>
    <w:rsid w:val="009116C7"/>
    <w:rsid w:val="00911FA8"/>
    <w:rsid w:val="009120D5"/>
    <w:rsid w:val="00912140"/>
    <w:rsid w:val="00912BEE"/>
    <w:rsid w:val="00912DBF"/>
    <w:rsid w:val="00912DEE"/>
    <w:rsid w:val="009131D5"/>
    <w:rsid w:val="0091323E"/>
    <w:rsid w:val="00913339"/>
    <w:rsid w:val="009133D1"/>
    <w:rsid w:val="0091364B"/>
    <w:rsid w:val="009139DD"/>
    <w:rsid w:val="00913C00"/>
    <w:rsid w:val="00913CD0"/>
    <w:rsid w:val="00914237"/>
    <w:rsid w:val="009142C9"/>
    <w:rsid w:val="009145D0"/>
    <w:rsid w:val="0091469B"/>
    <w:rsid w:val="009148D2"/>
    <w:rsid w:val="009148DC"/>
    <w:rsid w:val="00914E09"/>
    <w:rsid w:val="00914E3C"/>
    <w:rsid w:val="00914F0B"/>
    <w:rsid w:val="009157C5"/>
    <w:rsid w:val="009159A8"/>
    <w:rsid w:val="00915D0C"/>
    <w:rsid w:val="00915FB1"/>
    <w:rsid w:val="00916038"/>
    <w:rsid w:val="009162FE"/>
    <w:rsid w:val="0091632F"/>
    <w:rsid w:val="009169B1"/>
    <w:rsid w:val="00916E60"/>
    <w:rsid w:val="0091723E"/>
    <w:rsid w:val="009175B9"/>
    <w:rsid w:val="009176A7"/>
    <w:rsid w:val="00917942"/>
    <w:rsid w:val="00917BEC"/>
    <w:rsid w:val="00917D01"/>
    <w:rsid w:val="00917DF9"/>
    <w:rsid w:val="0092014E"/>
    <w:rsid w:val="009207D6"/>
    <w:rsid w:val="00920AC7"/>
    <w:rsid w:val="00920F92"/>
    <w:rsid w:val="00920FB6"/>
    <w:rsid w:val="009211D7"/>
    <w:rsid w:val="0092136D"/>
    <w:rsid w:val="009214D8"/>
    <w:rsid w:val="009217B1"/>
    <w:rsid w:val="009217D6"/>
    <w:rsid w:val="009219B8"/>
    <w:rsid w:val="009219F9"/>
    <w:rsid w:val="00921CA1"/>
    <w:rsid w:val="009223A8"/>
    <w:rsid w:val="009227D4"/>
    <w:rsid w:val="00922AE0"/>
    <w:rsid w:val="00922B39"/>
    <w:rsid w:val="00922CF8"/>
    <w:rsid w:val="00922E64"/>
    <w:rsid w:val="00922F83"/>
    <w:rsid w:val="00923749"/>
    <w:rsid w:val="00923C60"/>
    <w:rsid w:val="00923C91"/>
    <w:rsid w:val="00923D22"/>
    <w:rsid w:val="00923F04"/>
    <w:rsid w:val="00924279"/>
    <w:rsid w:val="00924C41"/>
    <w:rsid w:val="00924EAA"/>
    <w:rsid w:val="0092504E"/>
    <w:rsid w:val="0092519C"/>
    <w:rsid w:val="00925237"/>
    <w:rsid w:val="009253DA"/>
    <w:rsid w:val="00925655"/>
    <w:rsid w:val="009256BF"/>
    <w:rsid w:val="00926515"/>
    <w:rsid w:val="00926AF9"/>
    <w:rsid w:val="00926BE3"/>
    <w:rsid w:val="00926F00"/>
    <w:rsid w:val="00927631"/>
    <w:rsid w:val="0092780B"/>
    <w:rsid w:val="00927EE7"/>
    <w:rsid w:val="00927FB0"/>
    <w:rsid w:val="0093008B"/>
    <w:rsid w:val="00930472"/>
    <w:rsid w:val="00930880"/>
    <w:rsid w:val="00930B5B"/>
    <w:rsid w:val="00930C51"/>
    <w:rsid w:val="00930C77"/>
    <w:rsid w:val="00930DAC"/>
    <w:rsid w:val="0093116F"/>
    <w:rsid w:val="009311E2"/>
    <w:rsid w:val="00931414"/>
    <w:rsid w:val="009315FD"/>
    <w:rsid w:val="0093182F"/>
    <w:rsid w:val="00931CEC"/>
    <w:rsid w:val="00931F1F"/>
    <w:rsid w:val="00932491"/>
    <w:rsid w:val="00932B37"/>
    <w:rsid w:val="00932CA2"/>
    <w:rsid w:val="00932FEC"/>
    <w:rsid w:val="00932FFF"/>
    <w:rsid w:val="00933F47"/>
    <w:rsid w:val="009344C1"/>
    <w:rsid w:val="009346A3"/>
    <w:rsid w:val="0093489C"/>
    <w:rsid w:val="00934BFA"/>
    <w:rsid w:val="00934C35"/>
    <w:rsid w:val="00934CD3"/>
    <w:rsid w:val="00934ED1"/>
    <w:rsid w:val="00935427"/>
    <w:rsid w:val="009354CA"/>
    <w:rsid w:val="0093568D"/>
    <w:rsid w:val="0093586C"/>
    <w:rsid w:val="00935A73"/>
    <w:rsid w:val="00936183"/>
    <w:rsid w:val="0093671E"/>
    <w:rsid w:val="009367CE"/>
    <w:rsid w:val="00936877"/>
    <w:rsid w:val="009368AF"/>
    <w:rsid w:val="00936919"/>
    <w:rsid w:val="009369FD"/>
    <w:rsid w:val="00936C30"/>
    <w:rsid w:val="00936FA8"/>
    <w:rsid w:val="00937701"/>
    <w:rsid w:val="00937705"/>
    <w:rsid w:val="00937801"/>
    <w:rsid w:val="00937AA5"/>
    <w:rsid w:val="00940034"/>
    <w:rsid w:val="00940083"/>
    <w:rsid w:val="00940346"/>
    <w:rsid w:val="009404E7"/>
    <w:rsid w:val="0094066A"/>
    <w:rsid w:val="0094069F"/>
    <w:rsid w:val="009408E6"/>
    <w:rsid w:val="00940BE5"/>
    <w:rsid w:val="00940EBF"/>
    <w:rsid w:val="009410F3"/>
    <w:rsid w:val="009412E4"/>
    <w:rsid w:val="00941610"/>
    <w:rsid w:val="009418AB"/>
    <w:rsid w:val="00941B7D"/>
    <w:rsid w:val="009424A6"/>
    <w:rsid w:val="009428E4"/>
    <w:rsid w:val="00942E6E"/>
    <w:rsid w:val="00942E86"/>
    <w:rsid w:val="009432B3"/>
    <w:rsid w:val="00943965"/>
    <w:rsid w:val="00943C1B"/>
    <w:rsid w:val="00943EE1"/>
    <w:rsid w:val="00944226"/>
    <w:rsid w:val="0094478A"/>
    <w:rsid w:val="00944E8E"/>
    <w:rsid w:val="0094501E"/>
    <w:rsid w:val="009457F8"/>
    <w:rsid w:val="0094598B"/>
    <w:rsid w:val="00945AA6"/>
    <w:rsid w:val="00945AD8"/>
    <w:rsid w:val="00945D24"/>
    <w:rsid w:val="0094627E"/>
    <w:rsid w:val="00946443"/>
    <w:rsid w:val="00946B06"/>
    <w:rsid w:val="00946CB6"/>
    <w:rsid w:val="00946FC3"/>
    <w:rsid w:val="00947277"/>
    <w:rsid w:val="00947303"/>
    <w:rsid w:val="009474B9"/>
    <w:rsid w:val="009475AE"/>
    <w:rsid w:val="009478CF"/>
    <w:rsid w:val="00947AE0"/>
    <w:rsid w:val="00947B0A"/>
    <w:rsid w:val="00947E04"/>
    <w:rsid w:val="00950385"/>
    <w:rsid w:val="009505B1"/>
    <w:rsid w:val="00950C7B"/>
    <w:rsid w:val="00950E02"/>
    <w:rsid w:val="00950EEC"/>
    <w:rsid w:val="0095118F"/>
    <w:rsid w:val="0095132E"/>
    <w:rsid w:val="009516FA"/>
    <w:rsid w:val="0095185C"/>
    <w:rsid w:val="00951CFD"/>
    <w:rsid w:val="00951D83"/>
    <w:rsid w:val="0095273D"/>
    <w:rsid w:val="00952D7A"/>
    <w:rsid w:val="00952E7D"/>
    <w:rsid w:val="00952EF8"/>
    <w:rsid w:val="0095303B"/>
    <w:rsid w:val="00953959"/>
    <w:rsid w:val="009539B6"/>
    <w:rsid w:val="00953CCB"/>
    <w:rsid w:val="00953F0E"/>
    <w:rsid w:val="00954499"/>
    <w:rsid w:val="00954C9A"/>
    <w:rsid w:val="00954F40"/>
    <w:rsid w:val="00955255"/>
    <w:rsid w:val="0095534D"/>
    <w:rsid w:val="00955895"/>
    <w:rsid w:val="00955EC9"/>
    <w:rsid w:val="00956036"/>
    <w:rsid w:val="00956402"/>
    <w:rsid w:val="009569EC"/>
    <w:rsid w:val="009570DC"/>
    <w:rsid w:val="00957475"/>
    <w:rsid w:val="0096012A"/>
    <w:rsid w:val="00960218"/>
    <w:rsid w:val="009608D1"/>
    <w:rsid w:val="00960947"/>
    <w:rsid w:val="00960C9F"/>
    <w:rsid w:val="00960D6E"/>
    <w:rsid w:val="00960F23"/>
    <w:rsid w:val="00961798"/>
    <w:rsid w:val="00961815"/>
    <w:rsid w:val="009619D0"/>
    <w:rsid w:val="00961C17"/>
    <w:rsid w:val="00961D38"/>
    <w:rsid w:val="009620A8"/>
    <w:rsid w:val="009623CC"/>
    <w:rsid w:val="009624CF"/>
    <w:rsid w:val="0096262A"/>
    <w:rsid w:val="00962691"/>
    <w:rsid w:val="00962834"/>
    <w:rsid w:val="00962A23"/>
    <w:rsid w:val="00962A8E"/>
    <w:rsid w:val="00962E2D"/>
    <w:rsid w:val="00962FE6"/>
    <w:rsid w:val="009634C2"/>
    <w:rsid w:val="009634F4"/>
    <w:rsid w:val="00963684"/>
    <w:rsid w:val="00963EA0"/>
    <w:rsid w:val="00963F99"/>
    <w:rsid w:val="0096423F"/>
    <w:rsid w:val="009643EF"/>
    <w:rsid w:val="009645D0"/>
    <w:rsid w:val="00964889"/>
    <w:rsid w:val="009649DB"/>
    <w:rsid w:val="00964C30"/>
    <w:rsid w:val="00964CC3"/>
    <w:rsid w:val="00964D2E"/>
    <w:rsid w:val="00964DEF"/>
    <w:rsid w:val="00965056"/>
    <w:rsid w:val="00966002"/>
    <w:rsid w:val="009660F9"/>
    <w:rsid w:val="009666F5"/>
    <w:rsid w:val="00966900"/>
    <w:rsid w:val="00966A28"/>
    <w:rsid w:val="00966ADB"/>
    <w:rsid w:val="00966F2F"/>
    <w:rsid w:val="009670BA"/>
    <w:rsid w:val="00967412"/>
    <w:rsid w:val="0096763D"/>
    <w:rsid w:val="00967BD9"/>
    <w:rsid w:val="00967C15"/>
    <w:rsid w:val="00967C50"/>
    <w:rsid w:val="00967F59"/>
    <w:rsid w:val="00967F88"/>
    <w:rsid w:val="00970076"/>
    <w:rsid w:val="009702F8"/>
    <w:rsid w:val="00970710"/>
    <w:rsid w:val="0097093F"/>
    <w:rsid w:val="00970AE4"/>
    <w:rsid w:val="00970B1E"/>
    <w:rsid w:val="00970C81"/>
    <w:rsid w:val="00971494"/>
    <w:rsid w:val="00971AF4"/>
    <w:rsid w:val="00972006"/>
    <w:rsid w:val="00972083"/>
    <w:rsid w:val="0097239C"/>
    <w:rsid w:val="00972592"/>
    <w:rsid w:val="00972BCA"/>
    <w:rsid w:val="00973010"/>
    <w:rsid w:val="00973098"/>
    <w:rsid w:val="009730A5"/>
    <w:rsid w:val="00973288"/>
    <w:rsid w:val="00973453"/>
    <w:rsid w:val="00973674"/>
    <w:rsid w:val="00973859"/>
    <w:rsid w:val="00973C03"/>
    <w:rsid w:val="00973E3C"/>
    <w:rsid w:val="00974327"/>
    <w:rsid w:val="009747C1"/>
    <w:rsid w:val="009748CE"/>
    <w:rsid w:val="00974EBF"/>
    <w:rsid w:val="0097519E"/>
    <w:rsid w:val="0097569A"/>
    <w:rsid w:val="00975CA0"/>
    <w:rsid w:val="00975F37"/>
    <w:rsid w:val="009763C5"/>
    <w:rsid w:val="00976927"/>
    <w:rsid w:val="00976962"/>
    <w:rsid w:val="009769C5"/>
    <w:rsid w:val="009772A7"/>
    <w:rsid w:val="00977748"/>
    <w:rsid w:val="00977908"/>
    <w:rsid w:val="00977AE7"/>
    <w:rsid w:val="00977DD8"/>
    <w:rsid w:val="009800BF"/>
    <w:rsid w:val="00980C9A"/>
    <w:rsid w:val="009810F1"/>
    <w:rsid w:val="009815BD"/>
    <w:rsid w:val="009817FF"/>
    <w:rsid w:val="009818F1"/>
    <w:rsid w:val="00981D92"/>
    <w:rsid w:val="00982471"/>
    <w:rsid w:val="00982771"/>
    <w:rsid w:val="009828EF"/>
    <w:rsid w:val="00982BA6"/>
    <w:rsid w:val="00982BBE"/>
    <w:rsid w:val="00982D13"/>
    <w:rsid w:val="00982D5C"/>
    <w:rsid w:val="00982D78"/>
    <w:rsid w:val="00982DD5"/>
    <w:rsid w:val="009832E1"/>
    <w:rsid w:val="009832E6"/>
    <w:rsid w:val="009833CD"/>
    <w:rsid w:val="00983459"/>
    <w:rsid w:val="0098371B"/>
    <w:rsid w:val="00983AA8"/>
    <w:rsid w:val="00984504"/>
    <w:rsid w:val="00984A26"/>
    <w:rsid w:val="00984C57"/>
    <w:rsid w:val="00984F64"/>
    <w:rsid w:val="009850CE"/>
    <w:rsid w:val="009853A3"/>
    <w:rsid w:val="00985424"/>
    <w:rsid w:val="00985C02"/>
    <w:rsid w:val="00985EF7"/>
    <w:rsid w:val="00986046"/>
    <w:rsid w:val="00986165"/>
    <w:rsid w:val="00986A0D"/>
    <w:rsid w:val="00986A46"/>
    <w:rsid w:val="00986D2B"/>
    <w:rsid w:val="0098738C"/>
    <w:rsid w:val="009874F1"/>
    <w:rsid w:val="00987F59"/>
    <w:rsid w:val="00990026"/>
    <w:rsid w:val="00990545"/>
    <w:rsid w:val="00990596"/>
    <w:rsid w:val="00990A15"/>
    <w:rsid w:val="00990C37"/>
    <w:rsid w:val="00990D15"/>
    <w:rsid w:val="00990EC9"/>
    <w:rsid w:val="00991048"/>
    <w:rsid w:val="0099118D"/>
    <w:rsid w:val="00991375"/>
    <w:rsid w:val="00991633"/>
    <w:rsid w:val="00991A1E"/>
    <w:rsid w:val="00991ED6"/>
    <w:rsid w:val="00991EF2"/>
    <w:rsid w:val="00991FCB"/>
    <w:rsid w:val="00991FEB"/>
    <w:rsid w:val="0099211A"/>
    <w:rsid w:val="009924F1"/>
    <w:rsid w:val="009925EC"/>
    <w:rsid w:val="00992BE0"/>
    <w:rsid w:val="00992DC3"/>
    <w:rsid w:val="009930EC"/>
    <w:rsid w:val="009932FD"/>
    <w:rsid w:val="00993525"/>
    <w:rsid w:val="009938EB"/>
    <w:rsid w:val="00993C0D"/>
    <w:rsid w:val="00994441"/>
    <w:rsid w:val="00994DCC"/>
    <w:rsid w:val="0099579C"/>
    <w:rsid w:val="009960C6"/>
    <w:rsid w:val="00996789"/>
    <w:rsid w:val="00996884"/>
    <w:rsid w:val="00996C54"/>
    <w:rsid w:val="00996E8E"/>
    <w:rsid w:val="009970AB"/>
    <w:rsid w:val="009974C5"/>
    <w:rsid w:val="00997677"/>
    <w:rsid w:val="00997777"/>
    <w:rsid w:val="00997809"/>
    <w:rsid w:val="00997899"/>
    <w:rsid w:val="00997C04"/>
    <w:rsid w:val="00997D8E"/>
    <w:rsid w:val="009A05A1"/>
    <w:rsid w:val="009A09F8"/>
    <w:rsid w:val="009A0A1C"/>
    <w:rsid w:val="009A0C1C"/>
    <w:rsid w:val="009A0D86"/>
    <w:rsid w:val="009A0EEE"/>
    <w:rsid w:val="009A1CA1"/>
    <w:rsid w:val="009A1D1E"/>
    <w:rsid w:val="009A1DC0"/>
    <w:rsid w:val="009A1F56"/>
    <w:rsid w:val="009A1FCC"/>
    <w:rsid w:val="009A21B3"/>
    <w:rsid w:val="009A2586"/>
    <w:rsid w:val="009A25A0"/>
    <w:rsid w:val="009A26FA"/>
    <w:rsid w:val="009A28C9"/>
    <w:rsid w:val="009A2B9A"/>
    <w:rsid w:val="009A2DBE"/>
    <w:rsid w:val="009A30E8"/>
    <w:rsid w:val="009A3213"/>
    <w:rsid w:val="009A329F"/>
    <w:rsid w:val="009A3960"/>
    <w:rsid w:val="009A40B9"/>
    <w:rsid w:val="009A42A3"/>
    <w:rsid w:val="009A441F"/>
    <w:rsid w:val="009A44E6"/>
    <w:rsid w:val="009A4B98"/>
    <w:rsid w:val="009A4D3F"/>
    <w:rsid w:val="009A524B"/>
    <w:rsid w:val="009A54E2"/>
    <w:rsid w:val="009A553E"/>
    <w:rsid w:val="009A569B"/>
    <w:rsid w:val="009A5CDF"/>
    <w:rsid w:val="009A5D6B"/>
    <w:rsid w:val="009A629D"/>
    <w:rsid w:val="009A65CE"/>
    <w:rsid w:val="009A6EA6"/>
    <w:rsid w:val="009A7622"/>
    <w:rsid w:val="009A7916"/>
    <w:rsid w:val="009A7B66"/>
    <w:rsid w:val="009A7D79"/>
    <w:rsid w:val="009A7E68"/>
    <w:rsid w:val="009B0247"/>
    <w:rsid w:val="009B028C"/>
    <w:rsid w:val="009B0319"/>
    <w:rsid w:val="009B045A"/>
    <w:rsid w:val="009B060D"/>
    <w:rsid w:val="009B0DAA"/>
    <w:rsid w:val="009B12A8"/>
    <w:rsid w:val="009B167B"/>
    <w:rsid w:val="009B16E4"/>
    <w:rsid w:val="009B19CD"/>
    <w:rsid w:val="009B1DF5"/>
    <w:rsid w:val="009B259E"/>
    <w:rsid w:val="009B27FD"/>
    <w:rsid w:val="009B2970"/>
    <w:rsid w:val="009B2F20"/>
    <w:rsid w:val="009B3036"/>
    <w:rsid w:val="009B3262"/>
    <w:rsid w:val="009B365D"/>
    <w:rsid w:val="009B385E"/>
    <w:rsid w:val="009B3D23"/>
    <w:rsid w:val="009B3D25"/>
    <w:rsid w:val="009B3EDE"/>
    <w:rsid w:val="009B42FD"/>
    <w:rsid w:val="009B4379"/>
    <w:rsid w:val="009B49BE"/>
    <w:rsid w:val="009B4BEA"/>
    <w:rsid w:val="009B4F26"/>
    <w:rsid w:val="009B4F70"/>
    <w:rsid w:val="009B4FA9"/>
    <w:rsid w:val="009B532D"/>
    <w:rsid w:val="009B581E"/>
    <w:rsid w:val="009B5E91"/>
    <w:rsid w:val="009B606A"/>
    <w:rsid w:val="009B61FC"/>
    <w:rsid w:val="009B621A"/>
    <w:rsid w:val="009B6988"/>
    <w:rsid w:val="009B6A54"/>
    <w:rsid w:val="009B6B28"/>
    <w:rsid w:val="009B6CB7"/>
    <w:rsid w:val="009B6D6D"/>
    <w:rsid w:val="009B70C9"/>
    <w:rsid w:val="009B7280"/>
    <w:rsid w:val="009B7331"/>
    <w:rsid w:val="009C0283"/>
    <w:rsid w:val="009C0357"/>
    <w:rsid w:val="009C0596"/>
    <w:rsid w:val="009C05C8"/>
    <w:rsid w:val="009C0643"/>
    <w:rsid w:val="009C07AE"/>
    <w:rsid w:val="009C091F"/>
    <w:rsid w:val="009C0FFB"/>
    <w:rsid w:val="009C1531"/>
    <w:rsid w:val="009C1E43"/>
    <w:rsid w:val="009C20A3"/>
    <w:rsid w:val="009C2488"/>
    <w:rsid w:val="009C27B3"/>
    <w:rsid w:val="009C2942"/>
    <w:rsid w:val="009C2DF9"/>
    <w:rsid w:val="009C2EB9"/>
    <w:rsid w:val="009C2F72"/>
    <w:rsid w:val="009C3194"/>
    <w:rsid w:val="009C35FF"/>
    <w:rsid w:val="009C3C36"/>
    <w:rsid w:val="009C437E"/>
    <w:rsid w:val="009C4CF7"/>
    <w:rsid w:val="009C5490"/>
    <w:rsid w:val="009C562D"/>
    <w:rsid w:val="009C5988"/>
    <w:rsid w:val="009C59D7"/>
    <w:rsid w:val="009C6047"/>
    <w:rsid w:val="009C65DB"/>
    <w:rsid w:val="009C6FCA"/>
    <w:rsid w:val="009C7131"/>
    <w:rsid w:val="009C713C"/>
    <w:rsid w:val="009C71F5"/>
    <w:rsid w:val="009C7813"/>
    <w:rsid w:val="009C78A1"/>
    <w:rsid w:val="009C7C1C"/>
    <w:rsid w:val="009C7E9C"/>
    <w:rsid w:val="009D01BE"/>
    <w:rsid w:val="009D0277"/>
    <w:rsid w:val="009D051B"/>
    <w:rsid w:val="009D05E0"/>
    <w:rsid w:val="009D07B2"/>
    <w:rsid w:val="009D07E8"/>
    <w:rsid w:val="009D1025"/>
    <w:rsid w:val="009D1519"/>
    <w:rsid w:val="009D18EC"/>
    <w:rsid w:val="009D257C"/>
    <w:rsid w:val="009D2997"/>
    <w:rsid w:val="009D29D9"/>
    <w:rsid w:val="009D2C1A"/>
    <w:rsid w:val="009D2E2D"/>
    <w:rsid w:val="009D3054"/>
    <w:rsid w:val="009D346E"/>
    <w:rsid w:val="009D366D"/>
    <w:rsid w:val="009D3684"/>
    <w:rsid w:val="009D371C"/>
    <w:rsid w:val="009D37A7"/>
    <w:rsid w:val="009D42EC"/>
    <w:rsid w:val="009D449E"/>
    <w:rsid w:val="009D496F"/>
    <w:rsid w:val="009D4CB9"/>
    <w:rsid w:val="009D4F98"/>
    <w:rsid w:val="009D515C"/>
    <w:rsid w:val="009D51EA"/>
    <w:rsid w:val="009D540E"/>
    <w:rsid w:val="009D5998"/>
    <w:rsid w:val="009D62B4"/>
    <w:rsid w:val="009D647D"/>
    <w:rsid w:val="009D6548"/>
    <w:rsid w:val="009D6909"/>
    <w:rsid w:val="009D6927"/>
    <w:rsid w:val="009D6C5A"/>
    <w:rsid w:val="009D70F9"/>
    <w:rsid w:val="009D7222"/>
    <w:rsid w:val="009D722B"/>
    <w:rsid w:val="009D728D"/>
    <w:rsid w:val="009D75B6"/>
    <w:rsid w:val="009D77AC"/>
    <w:rsid w:val="009D789F"/>
    <w:rsid w:val="009D7C0C"/>
    <w:rsid w:val="009E00B6"/>
    <w:rsid w:val="009E028C"/>
    <w:rsid w:val="009E0E9C"/>
    <w:rsid w:val="009E129E"/>
    <w:rsid w:val="009E1B77"/>
    <w:rsid w:val="009E211C"/>
    <w:rsid w:val="009E2350"/>
    <w:rsid w:val="009E265E"/>
    <w:rsid w:val="009E2768"/>
    <w:rsid w:val="009E2C5E"/>
    <w:rsid w:val="009E2D04"/>
    <w:rsid w:val="009E2F46"/>
    <w:rsid w:val="009E305F"/>
    <w:rsid w:val="009E35E9"/>
    <w:rsid w:val="009E3747"/>
    <w:rsid w:val="009E3A93"/>
    <w:rsid w:val="009E3D13"/>
    <w:rsid w:val="009E3E7F"/>
    <w:rsid w:val="009E3EB7"/>
    <w:rsid w:val="009E4021"/>
    <w:rsid w:val="009E4570"/>
    <w:rsid w:val="009E4818"/>
    <w:rsid w:val="009E49DC"/>
    <w:rsid w:val="009E5989"/>
    <w:rsid w:val="009E65E1"/>
    <w:rsid w:val="009E6A7D"/>
    <w:rsid w:val="009E6CA6"/>
    <w:rsid w:val="009E6EEE"/>
    <w:rsid w:val="009E7260"/>
    <w:rsid w:val="009E73EB"/>
    <w:rsid w:val="009E7DAD"/>
    <w:rsid w:val="009F0195"/>
    <w:rsid w:val="009F0459"/>
    <w:rsid w:val="009F04E4"/>
    <w:rsid w:val="009F0697"/>
    <w:rsid w:val="009F06E6"/>
    <w:rsid w:val="009F17DB"/>
    <w:rsid w:val="009F1EE8"/>
    <w:rsid w:val="009F23B7"/>
    <w:rsid w:val="009F24C8"/>
    <w:rsid w:val="009F254E"/>
    <w:rsid w:val="009F26D2"/>
    <w:rsid w:val="009F29B2"/>
    <w:rsid w:val="009F2A95"/>
    <w:rsid w:val="009F2C76"/>
    <w:rsid w:val="009F2D95"/>
    <w:rsid w:val="009F2DCC"/>
    <w:rsid w:val="009F30A6"/>
    <w:rsid w:val="009F3322"/>
    <w:rsid w:val="009F3472"/>
    <w:rsid w:val="009F351E"/>
    <w:rsid w:val="009F3A4C"/>
    <w:rsid w:val="009F3B92"/>
    <w:rsid w:val="009F3DD4"/>
    <w:rsid w:val="009F4EBC"/>
    <w:rsid w:val="009F4F08"/>
    <w:rsid w:val="009F4FBF"/>
    <w:rsid w:val="009F57EF"/>
    <w:rsid w:val="009F58B2"/>
    <w:rsid w:val="009F5B71"/>
    <w:rsid w:val="009F5D95"/>
    <w:rsid w:val="009F5EDB"/>
    <w:rsid w:val="009F60C3"/>
    <w:rsid w:val="009F69FC"/>
    <w:rsid w:val="009F6BAB"/>
    <w:rsid w:val="009F6BB8"/>
    <w:rsid w:val="009F6BF9"/>
    <w:rsid w:val="009F6CBD"/>
    <w:rsid w:val="009F6E58"/>
    <w:rsid w:val="009F7CB9"/>
    <w:rsid w:val="009F7D7D"/>
    <w:rsid w:val="009F7DE6"/>
    <w:rsid w:val="009F7F84"/>
    <w:rsid w:val="009F7FCF"/>
    <w:rsid w:val="00A00B99"/>
    <w:rsid w:val="00A00B9F"/>
    <w:rsid w:val="00A00E81"/>
    <w:rsid w:val="00A01273"/>
    <w:rsid w:val="00A01780"/>
    <w:rsid w:val="00A0235D"/>
    <w:rsid w:val="00A023CA"/>
    <w:rsid w:val="00A027AF"/>
    <w:rsid w:val="00A02A8C"/>
    <w:rsid w:val="00A02CAA"/>
    <w:rsid w:val="00A0311C"/>
    <w:rsid w:val="00A036DD"/>
    <w:rsid w:val="00A03D33"/>
    <w:rsid w:val="00A03E5E"/>
    <w:rsid w:val="00A03E92"/>
    <w:rsid w:val="00A04100"/>
    <w:rsid w:val="00A0482C"/>
    <w:rsid w:val="00A04A31"/>
    <w:rsid w:val="00A053C9"/>
    <w:rsid w:val="00A0544A"/>
    <w:rsid w:val="00A0556D"/>
    <w:rsid w:val="00A055CD"/>
    <w:rsid w:val="00A0562D"/>
    <w:rsid w:val="00A05A72"/>
    <w:rsid w:val="00A06008"/>
    <w:rsid w:val="00A0602B"/>
    <w:rsid w:val="00A06210"/>
    <w:rsid w:val="00A06236"/>
    <w:rsid w:val="00A064EF"/>
    <w:rsid w:val="00A067C0"/>
    <w:rsid w:val="00A068D9"/>
    <w:rsid w:val="00A0691C"/>
    <w:rsid w:val="00A06974"/>
    <w:rsid w:val="00A07A25"/>
    <w:rsid w:val="00A07B2B"/>
    <w:rsid w:val="00A07B4A"/>
    <w:rsid w:val="00A07D87"/>
    <w:rsid w:val="00A103E8"/>
    <w:rsid w:val="00A104AC"/>
    <w:rsid w:val="00A1122D"/>
    <w:rsid w:val="00A112D5"/>
    <w:rsid w:val="00A112F9"/>
    <w:rsid w:val="00A115DB"/>
    <w:rsid w:val="00A11B2B"/>
    <w:rsid w:val="00A11C53"/>
    <w:rsid w:val="00A11C6A"/>
    <w:rsid w:val="00A11E35"/>
    <w:rsid w:val="00A128BB"/>
    <w:rsid w:val="00A12A83"/>
    <w:rsid w:val="00A1311D"/>
    <w:rsid w:val="00A136F7"/>
    <w:rsid w:val="00A1389E"/>
    <w:rsid w:val="00A13A7D"/>
    <w:rsid w:val="00A13D1F"/>
    <w:rsid w:val="00A13D6B"/>
    <w:rsid w:val="00A1403D"/>
    <w:rsid w:val="00A14464"/>
    <w:rsid w:val="00A1447F"/>
    <w:rsid w:val="00A148F7"/>
    <w:rsid w:val="00A14B16"/>
    <w:rsid w:val="00A14E39"/>
    <w:rsid w:val="00A1553A"/>
    <w:rsid w:val="00A15E39"/>
    <w:rsid w:val="00A160A7"/>
    <w:rsid w:val="00A1610E"/>
    <w:rsid w:val="00A16163"/>
    <w:rsid w:val="00A161C3"/>
    <w:rsid w:val="00A1620D"/>
    <w:rsid w:val="00A1631F"/>
    <w:rsid w:val="00A16373"/>
    <w:rsid w:val="00A1649F"/>
    <w:rsid w:val="00A167B0"/>
    <w:rsid w:val="00A16821"/>
    <w:rsid w:val="00A2030B"/>
    <w:rsid w:val="00A209CB"/>
    <w:rsid w:val="00A211BE"/>
    <w:rsid w:val="00A212F3"/>
    <w:rsid w:val="00A216B4"/>
    <w:rsid w:val="00A21F7B"/>
    <w:rsid w:val="00A22225"/>
    <w:rsid w:val="00A2242D"/>
    <w:rsid w:val="00A224FE"/>
    <w:rsid w:val="00A22D83"/>
    <w:rsid w:val="00A22DCC"/>
    <w:rsid w:val="00A2325A"/>
    <w:rsid w:val="00A23637"/>
    <w:rsid w:val="00A238C7"/>
    <w:rsid w:val="00A23D80"/>
    <w:rsid w:val="00A2418E"/>
    <w:rsid w:val="00A246CB"/>
    <w:rsid w:val="00A24B42"/>
    <w:rsid w:val="00A24DCD"/>
    <w:rsid w:val="00A24DD4"/>
    <w:rsid w:val="00A24E32"/>
    <w:rsid w:val="00A25576"/>
    <w:rsid w:val="00A2558A"/>
    <w:rsid w:val="00A25E87"/>
    <w:rsid w:val="00A260A9"/>
    <w:rsid w:val="00A26147"/>
    <w:rsid w:val="00A265DB"/>
    <w:rsid w:val="00A2660B"/>
    <w:rsid w:val="00A2679C"/>
    <w:rsid w:val="00A26BBB"/>
    <w:rsid w:val="00A26E03"/>
    <w:rsid w:val="00A27542"/>
    <w:rsid w:val="00A27611"/>
    <w:rsid w:val="00A2795A"/>
    <w:rsid w:val="00A27B8A"/>
    <w:rsid w:val="00A30494"/>
    <w:rsid w:val="00A305A0"/>
    <w:rsid w:val="00A3097A"/>
    <w:rsid w:val="00A30EBD"/>
    <w:rsid w:val="00A30F02"/>
    <w:rsid w:val="00A31069"/>
    <w:rsid w:val="00A3108A"/>
    <w:rsid w:val="00A310F6"/>
    <w:rsid w:val="00A3131E"/>
    <w:rsid w:val="00A314CB"/>
    <w:rsid w:val="00A315A4"/>
    <w:rsid w:val="00A31759"/>
    <w:rsid w:val="00A3198F"/>
    <w:rsid w:val="00A31D11"/>
    <w:rsid w:val="00A31F31"/>
    <w:rsid w:val="00A323AA"/>
    <w:rsid w:val="00A325B0"/>
    <w:rsid w:val="00A32683"/>
    <w:rsid w:val="00A326ED"/>
    <w:rsid w:val="00A32B2A"/>
    <w:rsid w:val="00A32B64"/>
    <w:rsid w:val="00A32C21"/>
    <w:rsid w:val="00A32C70"/>
    <w:rsid w:val="00A32CB4"/>
    <w:rsid w:val="00A32DA7"/>
    <w:rsid w:val="00A32DC6"/>
    <w:rsid w:val="00A32F46"/>
    <w:rsid w:val="00A330AD"/>
    <w:rsid w:val="00A33820"/>
    <w:rsid w:val="00A33910"/>
    <w:rsid w:val="00A33CEC"/>
    <w:rsid w:val="00A33D1D"/>
    <w:rsid w:val="00A33D4B"/>
    <w:rsid w:val="00A33DD9"/>
    <w:rsid w:val="00A340D6"/>
    <w:rsid w:val="00A34F7B"/>
    <w:rsid w:val="00A34F89"/>
    <w:rsid w:val="00A35196"/>
    <w:rsid w:val="00A35251"/>
    <w:rsid w:val="00A352B6"/>
    <w:rsid w:val="00A35449"/>
    <w:rsid w:val="00A35519"/>
    <w:rsid w:val="00A35A43"/>
    <w:rsid w:val="00A35B42"/>
    <w:rsid w:val="00A35BFE"/>
    <w:rsid w:val="00A36362"/>
    <w:rsid w:val="00A367FD"/>
    <w:rsid w:val="00A3699C"/>
    <w:rsid w:val="00A36ACD"/>
    <w:rsid w:val="00A36FAD"/>
    <w:rsid w:val="00A36FCB"/>
    <w:rsid w:val="00A373AF"/>
    <w:rsid w:val="00A3787D"/>
    <w:rsid w:val="00A37B73"/>
    <w:rsid w:val="00A40169"/>
    <w:rsid w:val="00A403C4"/>
    <w:rsid w:val="00A4056C"/>
    <w:rsid w:val="00A4089A"/>
    <w:rsid w:val="00A40B5B"/>
    <w:rsid w:val="00A40DCD"/>
    <w:rsid w:val="00A41182"/>
    <w:rsid w:val="00A41291"/>
    <w:rsid w:val="00A4136E"/>
    <w:rsid w:val="00A413B8"/>
    <w:rsid w:val="00A414C4"/>
    <w:rsid w:val="00A4158E"/>
    <w:rsid w:val="00A418B5"/>
    <w:rsid w:val="00A41F37"/>
    <w:rsid w:val="00A4224D"/>
    <w:rsid w:val="00A423EA"/>
    <w:rsid w:val="00A4263F"/>
    <w:rsid w:val="00A4301B"/>
    <w:rsid w:val="00A430B0"/>
    <w:rsid w:val="00A436F1"/>
    <w:rsid w:val="00A43886"/>
    <w:rsid w:val="00A438F3"/>
    <w:rsid w:val="00A43BCB"/>
    <w:rsid w:val="00A43EAC"/>
    <w:rsid w:val="00A43EB7"/>
    <w:rsid w:val="00A44538"/>
    <w:rsid w:val="00A452AC"/>
    <w:rsid w:val="00A453A1"/>
    <w:rsid w:val="00A45611"/>
    <w:rsid w:val="00A456A4"/>
    <w:rsid w:val="00A45FD9"/>
    <w:rsid w:val="00A4621E"/>
    <w:rsid w:val="00A4652B"/>
    <w:rsid w:val="00A46660"/>
    <w:rsid w:val="00A469AC"/>
    <w:rsid w:val="00A4749E"/>
    <w:rsid w:val="00A47713"/>
    <w:rsid w:val="00A4795C"/>
    <w:rsid w:val="00A47C5D"/>
    <w:rsid w:val="00A47DA8"/>
    <w:rsid w:val="00A47E91"/>
    <w:rsid w:val="00A5018D"/>
    <w:rsid w:val="00A502AC"/>
    <w:rsid w:val="00A5078E"/>
    <w:rsid w:val="00A5083B"/>
    <w:rsid w:val="00A5088F"/>
    <w:rsid w:val="00A50928"/>
    <w:rsid w:val="00A50B47"/>
    <w:rsid w:val="00A515B6"/>
    <w:rsid w:val="00A515C1"/>
    <w:rsid w:val="00A51F1B"/>
    <w:rsid w:val="00A5200A"/>
    <w:rsid w:val="00A525A8"/>
    <w:rsid w:val="00A526FA"/>
    <w:rsid w:val="00A52A26"/>
    <w:rsid w:val="00A52BC9"/>
    <w:rsid w:val="00A52EDD"/>
    <w:rsid w:val="00A534FF"/>
    <w:rsid w:val="00A53894"/>
    <w:rsid w:val="00A53E0D"/>
    <w:rsid w:val="00A53E45"/>
    <w:rsid w:val="00A540F9"/>
    <w:rsid w:val="00A54229"/>
    <w:rsid w:val="00A542AF"/>
    <w:rsid w:val="00A546F9"/>
    <w:rsid w:val="00A54B56"/>
    <w:rsid w:val="00A55775"/>
    <w:rsid w:val="00A5599F"/>
    <w:rsid w:val="00A559AB"/>
    <w:rsid w:val="00A55C49"/>
    <w:rsid w:val="00A55DE7"/>
    <w:rsid w:val="00A55FF1"/>
    <w:rsid w:val="00A56032"/>
    <w:rsid w:val="00A56448"/>
    <w:rsid w:val="00A56500"/>
    <w:rsid w:val="00A56552"/>
    <w:rsid w:val="00A566B7"/>
    <w:rsid w:val="00A569BF"/>
    <w:rsid w:val="00A56BA2"/>
    <w:rsid w:val="00A56BFA"/>
    <w:rsid w:val="00A56C86"/>
    <w:rsid w:val="00A5722B"/>
    <w:rsid w:val="00A57616"/>
    <w:rsid w:val="00A57BDB"/>
    <w:rsid w:val="00A57EAA"/>
    <w:rsid w:val="00A60435"/>
    <w:rsid w:val="00A604E7"/>
    <w:rsid w:val="00A60B85"/>
    <w:rsid w:val="00A60CD9"/>
    <w:rsid w:val="00A6102F"/>
    <w:rsid w:val="00A61981"/>
    <w:rsid w:val="00A619B5"/>
    <w:rsid w:val="00A61B35"/>
    <w:rsid w:val="00A61EB0"/>
    <w:rsid w:val="00A6237E"/>
    <w:rsid w:val="00A62F4A"/>
    <w:rsid w:val="00A62FCE"/>
    <w:rsid w:val="00A635C1"/>
    <w:rsid w:val="00A6365E"/>
    <w:rsid w:val="00A63864"/>
    <w:rsid w:val="00A63930"/>
    <w:rsid w:val="00A63A07"/>
    <w:rsid w:val="00A63D34"/>
    <w:rsid w:val="00A63DB2"/>
    <w:rsid w:val="00A63E7C"/>
    <w:rsid w:val="00A6421C"/>
    <w:rsid w:val="00A64336"/>
    <w:rsid w:val="00A6495F"/>
    <w:rsid w:val="00A6530A"/>
    <w:rsid w:val="00A656F1"/>
    <w:rsid w:val="00A65B6B"/>
    <w:rsid w:val="00A65CD3"/>
    <w:rsid w:val="00A65EF2"/>
    <w:rsid w:val="00A663AF"/>
    <w:rsid w:val="00A66905"/>
    <w:rsid w:val="00A66AC9"/>
    <w:rsid w:val="00A66FCC"/>
    <w:rsid w:val="00A67098"/>
    <w:rsid w:val="00A67AE9"/>
    <w:rsid w:val="00A67C80"/>
    <w:rsid w:val="00A67D04"/>
    <w:rsid w:val="00A67DA6"/>
    <w:rsid w:val="00A700F5"/>
    <w:rsid w:val="00A70532"/>
    <w:rsid w:val="00A70911"/>
    <w:rsid w:val="00A70A4B"/>
    <w:rsid w:val="00A710AA"/>
    <w:rsid w:val="00A7112D"/>
    <w:rsid w:val="00A712E4"/>
    <w:rsid w:val="00A7173C"/>
    <w:rsid w:val="00A7218A"/>
    <w:rsid w:val="00A721F3"/>
    <w:rsid w:val="00A72343"/>
    <w:rsid w:val="00A723E5"/>
    <w:rsid w:val="00A72F98"/>
    <w:rsid w:val="00A72FE3"/>
    <w:rsid w:val="00A7325E"/>
    <w:rsid w:val="00A737FE"/>
    <w:rsid w:val="00A73FA4"/>
    <w:rsid w:val="00A7466D"/>
    <w:rsid w:val="00A74AB0"/>
    <w:rsid w:val="00A74AEF"/>
    <w:rsid w:val="00A74C2B"/>
    <w:rsid w:val="00A74C2D"/>
    <w:rsid w:val="00A75347"/>
    <w:rsid w:val="00A75399"/>
    <w:rsid w:val="00A7547B"/>
    <w:rsid w:val="00A75747"/>
    <w:rsid w:val="00A758F8"/>
    <w:rsid w:val="00A75C48"/>
    <w:rsid w:val="00A75E73"/>
    <w:rsid w:val="00A7632E"/>
    <w:rsid w:val="00A76A6D"/>
    <w:rsid w:val="00A76C72"/>
    <w:rsid w:val="00A77233"/>
    <w:rsid w:val="00A776A2"/>
    <w:rsid w:val="00A776AC"/>
    <w:rsid w:val="00A777BF"/>
    <w:rsid w:val="00A7784B"/>
    <w:rsid w:val="00A77DF9"/>
    <w:rsid w:val="00A80183"/>
    <w:rsid w:val="00A80627"/>
    <w:rsid w:val="00A8079C"/>
    <w:rsid w:val="00A80890"/>
    <w:rsid w:val="00A808E5"/>
    <w:rsid w:val="00A80C41"/>
    <w:rsid w:val="00A812A2"/>
    <w:rsid w:val="00A8130D"/>
    <w:rsid w:val="00A81490"/>
    <w:rsid w:val="00A81EAC"/>
    <w:rsid w:val="00A821EC"/>
    <w:rsid w:val="00A82366"/>
    <w:rsid w:val="00A82482"/>
    <w:rsid w:val="00A82953"/>
    <w:rsid w:val="00A83040"/>
    <w:rsid w:val="00A83737"/>
    <w:rsid w:val="00A839CA"/>
    <w:rsid w:val="00A83F87"/>
    <w:rsid w:val="00A840AC"/>
    <w:rsid w:val="00A84532"/>
    <w:rsid w:val="00A846C4"/>
    <w:rsid w:val="00A84810"/>
    <w:rsid w:val="00A84B43"/>
    <w:rsid w:val="00A84C4B"/>
    <w:rsid w:val="00A84F1C"/>
    <w:rsid w:val="00A84FBB"/>
    <w:rsid w:val="00A84FDB"/>
    <w:rsid w:val="00A853F6"/>
    <w:rsid w:val="00A859F0"/>
    <w:rsid w:val="00A85C07"/>
    <w:rsid w:val="00A85C27"/>
    <w:rsid w:val="00A85F52"/>
    <w:rsid w:val="00A85FBC"/>
    <w:rsid w:val="00A862DA"/>
    <w:rsid w:val="00A8648D"/>
    <w:rsid w:val="00A865C5"/>
    <w:rsid w:val="00A86A3A"/>
    <w:rsid w:val="00A86ACC"/>
    <w:rsid w:val="00A870A8"/>
    <w:rsid w:val="00A8722B"/>
    <w:rsid w:val="00A874E4"/>
    <w:rsid w:val="00A8786F"/>
    <w:rsid w:val="00A87896"/>
    <w:rsid w:val="00A879AE"/>
    <w:rsid w:val="00A87AAD"/>
    <w:rsid w:val="00A90347"/>
    <w:rsid w:val="00A90AB4"/>
    <w:rsid w:val="00A90D01"/>
    <w:rsid w:val="00A90D80"/>
    <w:rsid w:val="00A90E62"/>
    <w:rsid w:val="00A90F93"/>
    <w:rsid w:val="00A918AF"/>
    <w:rsid w:val="00A91A96"/>
    <w:rsid w:val="00A91EE5"/>
    <w:rsid w:val="00A91F89"/>
    <w:rsid w:val="00A927D4"/>
    <w:rsid w:val="00A92DEA"/>
    <w:rsid w:val="00A93025"/>
    <w:rsid w:val="00A9314F"/>
    <w:rsid w:val="00A937C7"/>
    <w:rsid w:val="00A93C97"/>
    <w:rsid w:val="00A94D2E"/>
    <w:rsid w:val="00A9512C"/>
    <w:rsid w:val="00A95352"/>
    <w:rsid w:val="00A9539B"/>
    <w:rsid w:val="00A955E3"/>
    <w:rsid w:val="00A95951"/>
    <w:rsid w:val="00A95FE3"/>
    <w:rsid w:val="00A96360"/>
    <w:rsid w:val="00A9667D"/>
    <w:rsid w:val="00A9669B"/>
    <w:rsid w:val="00A9681A"/>
    <w:rsid w:val="00A96832"/>
    <w:rsid w:val="00A96D63"/>
    <w:rsid w:val="00A96F63"/>
    <w:rsid w:val="00A97038"/>
    <w:rsid w:val="00A97371"/>
    <w:rsid w:val="00A97543"/>
    <w:rsid w:val="00A97A38"/>
    <w:rsid w:val="00A97AA8"/>
    <w:rsid w:val="00AA07BF"/>
    <w:rsid w:val="00AA0874"/>
    <w:rsid w:val="00AA09B3"/>
    <w:rsid w:val="00AA0A50"/>
    <w:rsid w:val="00AA0AF7"/>
    <w:rsid w:val="00AA0BF1"/>
    <w:rsid w:val="00AA1451"/>
    <w:rsid w:val="00AA175D"/>
    <w:rsid w:val="00AA1A51"/>
    <w:rsid w:val="00AA1BB2"/>
    <w:rsid w:val="00AA1E82"/>
    <w:rsid w:val="00AA21ED"/>
    <w:rsid w:val="00AA2302"/>
    <w:rsid w:val="00AA2626"/>
    <w:rsid w:val="00AA2F44"/>
    <w:rsid w:val="00AA326A"/>
    <w:rsid w:val="00AA3311"/>
    <w:rsid w:val="00AA36A3"/>
    <w:rsid w:val="00AA3A79"/>
    <w:rsid w:val="00AA3BF7"/>
    <w:rsid w:val="00AA4128"/>
    <w:rsid w:val="00AA45CB"/>
    <w:rsid w:val="00AA4856"/>
    <w:rsid w:val="00AA5625"/>
    <w:rsid w:val="00AA57E2"/>
    <w:rsid w:val="00AA59B0"/>
    <w:rsid w:val="00AA59CF"/>
    <w:rsid w:val="00AA606B"/>
    <w:rsid w:val="00AA65B7"/>
    <w:rsid w:val="00AA67C3"/>
    <w:rsid w:val="00AA6A2D"/>
    <w:rsid w:val="00AA7007"/>
    <w:rsid w:val="00AA70E1"/>
    <w:rsid w:val="00AA72CD"/>
    <w:rsid w:val="00AA73DA"/>
    <w:rsid w:val="00AA73DE"/>
    <w:rsid w:val="00AA75A6"/>
    <w:rsid w:val="00AA76EC"/>
    <w:rsid w:val="00AA7768"/>
    <w:rsid w:val="00AB004C"/>
    <w:rsid w:val="00AB0055"/>
    <w:rsid w:val="00AB00FC"/>
    <w:rsid w:val="00AB02A4"/>
    <w:rsid w:val="00AB095F"/>
    <w:rsid w:val="00AB0B5A"/>
    <w:rsid w:val="00AB0BA0"/>
    <w:rsid w:val="00AB18F3"/>
    <w:rsid w:val="00AB2284"/>
    <w:rsid w:val="00AB27C1"/>
    <w:rsid w:val="00AB2819"/>
    <w:rsid w:val="00AB2A89"/>
    <w:rsid w:val="00AB2AC3"/>
    <w:rsid w:val="00AB2B3D"/>
    <w:rsid w:val="00AB2BD2"/>
    <w:rsid w:val="00AB2D30"/>
    <w:rsid w:val="00AB2D81"/>
    <w:rsid w:val="00AB2F78"/>
    <w:rsid w:val="00AB3DF2"/>
    <w:rsid w:val="00AB4269"/>
    <w:rsid w:val="00AB4630"/>
    <w:rsid w:val="00AB490B"/>
    <w:rsid w:val="00AB491C"/>
    <w:rsid w:val="00AB4B18"/>
    <w:rsid w:val="00AB4DE9"/>
    <w:rsid w:val="00AB4F22"/>
    <w:rsid w:val="00AB549E"/>
    <w:rsid w:val="00AB5B71"/>
    <w:rsid w:val="00AB60DF"/>
    <w:rsid w:val="00AB6AE3"/>
    <w:rsid w:val="00AB6B06"/>
    <w:rsid w:val="00AB6F38"/>
    <w:rsid w:val="00AB7237"/>
    <w:rsid w:val="00AB7316"/>
    <w:rsid w:val="00AB732B"/>
    <w:rsid w:val="00AB73FA"/>
    <w:rsid w:val="00AB74A5"/>
    <w:rsid w:val="00AB7724"/>
    <w:rsid w:val="00AB77E7"/>
    <w:rsid w:val="00AB788D"/>
    <w:rsid w:val="00AB7985"/>
    <w:rsid w:val="00AB7D66"/>
    <w:rsid w:val="00AB7F22"/>
    <w:rsid w:val="00AC0190"/>
    <w:rsid w:val="00AC02BA"/>
    <w:rsid w:val="00AC0385"/>
    <w:rsid w:val="00AC056C"/>
    <w:rsid w:val="00AC0AF2"/>
    <w:rsid w:val="00AC1210"/>
    <w:rsid w:val="00AC133A"/>
    <w:rsid w:val="00AC293C"/>
    <w:rsid w:val="00AC2A20"/>
    <w:rsid w:val="00AC2CBA"/>
    <w:rsid w:val="00AC3122"/>
    <w:rsid w:val="00AC3800"/>
    <w:rsid w:val="00AC3ABE"/>
    <w:rsid w:val="00AC3B1E"/>
    <w:rsid w:val="00AC3FE9"/>
    <w:rsid w:val="00AC40C0"/>
    <w:rsid w:val="00AC4873"/>
    <w:rsid w:val="00AC49C6"/>
    <w:rsid w:val="00AC4BC5"/>
    <w:rsid w:val="00AC4C4B"/>
    <w:rsid w:val="00AC4CEE"/>
    <w:rsid w:val="00AC4F23"/>
    <w:rsid w:val="00AC5045"/>
    <w:rsid w:val="00AC5055"/>
    <w:rsid w:val="00AC5595"/>
    <w:rsid w:val="00AC588F"/>
    <w:rsid w:val="00AC5F7F"/>
    <w:rsid w:val="00AC615F"/>
    <w:rsid w:val="00AC65A4"/>
    <w:rsid w:val="00AC7434"/>
    <w:rsid w:val="00AC7450"/>
    <w:rsid w:val="00AC77F9"/>
    <w:rsid w:val="00AC79CD"/>
    <w:rsid w:val="00AC7CD1"/>
    <w:rsid w:val="00AC7D5F"/>
    <w:rsid w:val="00AD0036"/>
    <w:rsid w:val="00AD043F"/>
    <w:rsid w:val="00AD0ADD"/>
    <w:rsid w:val="00AD0C75"/>
    <w:rsid w:val="00AD13A4"/>
    <w:rsid w:val="00AD1503"/>
    <w:rsid w:val="00AD1611"/>
    <w:rsid w:val="00AD1642"/>
    <w:rsid w:val="00AD1BDA"/>
    <w:rsid w:val="00AD2038"/>
    <w:rsid w:val="00AD2567"/>
    <w:rsid w:val="00AD25A8"/>
    <w:rsid w:val="00AD27AE"/>
    <w:rsid w:val="00AD36CE"/>
    <w:rsid w:val="00AD3C39"/>
    <w:rsid w:val="00AD3F4F"/>
    <w:rsid w:val="00AD428A"/>
    <w:rsid w:val="00AD4417"/>
    <w:rsid w:val="00AD4732"/>
    <w:rsid w:val="00AD54C6"/>
    <w:rsid w:val="00AD5538"/>
    <w:rsid w:val="00AD638D"/>
    <w:rsid w:val="00AD64E4"/>
    <w:rsid w:val="00AD66CA"/>
    <w:rsid w:val="00AD672A"/>
    <w:rsid w:val="00AD6860"/>
    <w:rsid w:val="00AD6DD1"/>
    <w:rsid w:val="00AD6ECF"/>
    <w:rsid w:val="00AD707E"/>
    <w:rsid w:val="00AD749C"/>
    <w:rsid w:val="00AD76F0"/>
    <w:rsid w:val="00AD78CC"/>
    <w:rsid w:val="00AE044B"/>
    <w:rsid w:val="00AE06D3"/>
    <w:rsid w:val="00AE0A73"/>
    <w:rsid w:val="00AE11A1"/>
    <w:rsid w:val="00AE1422"/>
    <w:rsid w:val="00AE18B9"/>
    <w:rsid w:val="00AE1AE2"/>
    <w:rsid w:val="00AE1B3B"/>
    <w:rsid w:val="00AE1DDB"/>
    <w:rsid w:val="00AE223F"/>
    <w:rsid w:val="00AE22C2"/>
    <w:rsid w:val="00AE246B"/>
    <w:rsid w:val="00AE26A0"/>
    <w:rsid w:val="00AE26CC"/>
    <w:rsid w:val="00AE27A2"/>
    <w:rsid w:val="00AE29EF"/>
    <w:rsid w:val="00AE3231"/>
    <w:rsid w:val="00AE32A3"/>
    <w:rsid w:val="00AE3913"/>
    <w:rsid w:val="00AE3AE1"/>
    <w:rsid w:val="00AE415B"/>
    <w:rsid w:val="00AE42AB"/>
    <w:rsid w:val="00AE4539"/>
    <w:rsid w:val="00AE4565"/>
    <w:rsid w:val="00AE4596"/>
    <w:rsid w:val="00AE45D6"/>
    <w:rsid w:val="00AE463C"/>
    <w:rsid w:val="00AE470D"/>
    <w:rsid w:val="00AE4D54"/>
    <w:rsid w:val="00AE4DF4"/>
    <w:rsid w:val="00AE4FF4"/>
    <w:rsid w:val="00AE5205"/>
    <w:rsid w:val="00AE5314"/>
    <w:rsid w:val="00AE556D"/>
    <w:rsid w:val="00AE56F1"/>
    <w:rsid w:val="00AE5BB4"/>
    <w:rsid w:val="00AE5D1B"/>
    <w:rsid w:val="00AE5DF8"/>
    <w:rsid w:val="00AE5FCC"/>
    <w:rsid w:val="00AE60B2"/>
    <w:rsid w:val="00AE62E8"/>
    <w:rsid w:val="00AE6787"/>
    <w:rsid w:val="00AE6B3A"/>
    <w:rsid w:val="00AE71D7"/>
    <w:rsid w:val="00AE7322"/>
    <w:rsid w:val="00AE7A79"/>
    <w:rsid w:val="00AE7C1A"/>
    <w:rsid w:val="00AE7EFE"/>
    <w:rsid w:val="00AF0363"/>
    <w:rsid w:val="00AF15A5"/>
    <w:rsid w:val="00AF1933"/>
    <w:rsid w:val="00AF1F17"/>
    <w:rsid w:val="00AF2253"/>
    <w:rsid w:val="00AF300E"/>
    <w:rsid w:val="00AF3128"/>
    <w:rsid w:val="00AF3159"/>
    <w:rsid w:val="00AF3A2B"/>
    <w:rsid w:val="00AF3B03"/>
    <w:rsid w:val="00AF3C1D"/>
    <w:rsid w:val="00AF4046"/>
    <w:rsid w:val="00AF411C"/>
    <w:rsid w:val="00AF4628"/>
    <w:rsid w:val="00AF466D"/>
    <w:rsid w:val="00AF46C2"/>
    <w:rsid w:val="00AF5086"/>
    <w:rsid w:val="00AF52A2"/>
    <w:rsid w:val="00AF53E6"/>
    <w:rsid w:val="00AF5458"/>
    <w:rsid w:val="00AF5660"/>
    <w:rsid w:val="00AF572B"/>
    <w:rsid w:val="00AF5739"/>
    <w:rsid w:val="00AF5990"/>
    <w:rsid w:val="00AF59C5"/>
    <w:rsid w:val="00AF5A22"/>
    <w:rsid w:val="00AF5AE9"/>
    <w:rsid w:val="00AF61F4"/>
    <w:rsid w:val="00AF6766"/>
    <w:rsid w:val="00AF6830"/>
    <w:rsid w:val="00AF6D31"/>
    <w:rsid w:val="00AF6EAF"/>
    <w:rsid w:val="00AF6FCB"/>
    <w:rsid w:val="00AF7029"/>
    <w:rsid w:val="00AF70D6"/>
    <w:rsid w:val="00AF70EC"/>
    <w:rsid w:val="00AF72CF"/>
    <w:rsid w:val="00AF735F"/>
    <w:rsid w:val="00AF73C9"/>
    <w:rsid w:val="00AF7895"/>
    <w:rsid w:val="00AF7A99"/>
    <w:rsid w:val="00B003DD"/>
    <w:rsid w:val="00B00F89"/>
    <w:rsid w:val="00B00FD7"/>
    <w:rsid w:val="00B01A11"/>
    <w:rsid w:val="00B01B44"/>
    <w:rsid w:val="00B01ED3"/>
    <w:rsid w:val="00B02046"/>
    <w:rsid w:val="00B0260B"/>
    <w:rsid w:val="00B02829"/>
    <w:rsid w:val="00B02835"/>
    <w:rsid w:val="00B02892"/>
    <w:rsid w:val="00B02AB1"/>
    <w:rsid w:val="00B02CCD"/>
    <w:rsid w:val="00B03074"/>
    <w:rsid w:val="00B0327B"/>
    <w:rsid w:val="00B03340"/>
    <w:rsid w:val="00B0346D"/>
    <w:rsid w:val="00B03706"/>
    <w:rsid w:val="00B03718"/>
    <w:rsid w:val="00B03D31"/>
    <w:rsid w:val="00B03D6F"/>
    <w:rsid w:val="00B03E3F"/>
    <w:rsid w:val="00B044AF"/>
    <w:rsid w:val="00B0456E"/>
    <w:rsid w:val="00B045DC"/>
    <w:rsid w:val="00B04712"/>
    <w:rsid w:val="00B04B71"/>
    <w:rsid w:val="00B04F7D"/>
    <w:rsid w:val="00B051A8"/>
    <w:rsid w:val="00B05466"/>
    <w:rsid w:val="00B05B75"/>
    <w:rsid w:val="00B05C89"/>
    <w:rsid w:val="00B05F5B"/>
    <w:rsid w:val="00B060F7"/>
    <w:rsid w:val="00B06174"/>
    <w:rsid w:val="00B069BE"/>
    <w:rsid w:val="00B06D21"/>
    <w:rsid w:val="00B06EFA"/>
    <w:rsid w:val="00B070E5"/>
    <w:rsid w:val="00B071C9"/>
    <w:rsid w:val="00B072CB"/>
    <w:rsid w:val="00B07440"/>
    <w:rsid w:val="00B07831"/>
    <w:rsid w:val="00B07839"/>
    <w:rsid w:val="00B07930"/>
    <w:rsid w:val="00B0796E"/>
    <w:rsid w:val="00B07BAE"/>
    <w:rsid w:val="00B07C39"/>
    <w:rsid w:val="00B07CE3"/>
    <w:rsid w:val="00B07D11"/>
    <w:rsid w:val="00B10166"/>
    <w:rsid w:val="00B1089C"/>
    <w:rsid w:val="00B10AA7"/>
    <w:rsid w:val="00B10DC4"/>
    <w:rsid w:val="00B10EE0"/>
    <w:rsid w:val="00B11199"/>
    <w:rsid w:val="00B117C8"/>
    <w:rsid w:val="00B11F90"/>
    <w:rsid w:val="00B12215"/>
    <w:rsid w:val="00B1234A"/>
    <w:rsid w:val="00B1236F"/>
    <w:rsid w:val="00B123C3"/>
    <w:rsid w:val="00B12671"/>
    <w:rsid w:val="00B12812"/>
    <w:rsid w:val="00B128AD"/>
    <w:rsid w:val="00B12E2C"/>
    <w:rsid w:val="00B12E4A"/>
    <w:rsid w:val="00B13432"/>
    <w:rsid w:val="00B13727"/>
    <w:rsid w:val="00B137EF"/>
    <w:rsid w:val="00B13A52"/>
    <w:rsid w:val="00B13BE2"/>
    <w:rsid w:val="00B1419F"/>
    <w:rsid w:val="00B141AF"/>
    <w:rsid w:val="00B14280"/>
    <w:rsid w:val="00B143D5"/>
    <w:rsid w:val="00B148ED"/>
    <w:rsid w:val="00B149D4"/>
    <w:rsid w:val="00B15055"/>
    <w:rsid w:val="00B153F1"/>
    <w:rsid w:val="00B15434"/>
    <w:rsid w:val="00B154E2"/>
    <w:rsid w:val="00B1552F"/>
    <w:rsid w:val="00B159D1"/>
    <w:rsid w:val="00B15DDD"/>
    <w:rsid w:val="00B15E3E"/>
    <w:rsid w:val="00B162D6"/>
    <w:rsid w:val="00B163C2"/>
    <w:rsid w:val="00B164C2"/>
    <w:rsid w:val="00B16586"/>
    <w:rsid w:val="00B1660C"/>
    <w:rsid w:val="00B16CC8"/>
    <w:rsid w:val="00B17296"/>
    <w:rsid w:val="00B174D2"/>
    <w:rsid w:val="00B1768E"/>
    <w:rsid w:val="00B17B0D"/>
    <w:rsid w:val="00B17F0F"/>
    <w:rsid w:val="00B2040C"/>
    <w:rsid w:val="00B20655"/>
    <w:rsid w:val="00B2065A"/>
    <w:rsid w:val="00B2073A"/>
    <w:rsid w:val="00B20AEA"/>
    <w:rsid w:val="00B20CB7"/>
    <w:rsid w:val="00B2138F"/>
    <w:rsid w:val="00B21433"/>
    <w:rsid w:val="00B214CD"/>
    <w:rsid w:val="00B219B2"/>
    <w:rsid w:val="00B21A8D"/>
    <w:rsid w:val="00B21CA8"/>
    <w:rsid w:val="00B21F43"/>
    <w:rsid w:val="00B22005"/>
    <w:rsid w:val="00B221B6"/>
    <w:rsid w:val="00B221E3"/>
    <w:rsid w:val="00B223B1"/>
    <w:rsid w:val="00B2249C"/>
    <w:rsid w:val="00B22855"/>
    <w:rsid w:val="00B22901"/>
    <w:rsid w:val="00B22A8E"/>
    <w:rsid w:val="00B232AD"/>
    <w:rsid w:val="00B23564"/>
    <w:rsid w:val="00B2362B"/>
    <w:rsid w:val="00B2362C"/>
    <w:rsid w:val="00B23AB4"/>
    <w:rsid w:val="00B23F37"/>
    <w:rsid w:val="00B24374"/>
    <w:rsid w:val="00B24505"/>
    <w:rsid w:val="00B24742"/>
    <w:rsid w:val="00B24A1E"/>
    <w:rsid w:val="00B24C8A"/>
    <w:rsid w:val="00B24DC0"/>
    <w:rsid w:val="00B24F01"/>
    <w:rsid w:val="00B25073"/>
    <w:rsid w:val="00B2521C"/>
    <w:rsid w:val="00B254AA"/>
    <w:rsid w:val="00B2575D"/>
    <w:rsid w:val="00B257EB"/>
    <w:rsid w:val="00B259BB"/>
    <w:rsid w:val="00B25CAD"/>
    <w:rsid w:val="00B25CD0"/>
    <w:rsid w:val="00B25E14"/>
    <w:rsid w:val="00B266FE"/>
    <w:rsid w:val="00B26966"/>
    <w:rsid w:val="00B26A15"/>
    <w:rsid w:val="00B26DCE"/>
    <w:rsid w:val="00B270D9"/>
    <w:rsid w:val="00B274A0"/>
    <w:rsid w:val="00B2769C"/>
    <w:rsid w:val="00B27789"/>
    <w:rsid w:val="00B2779E"/>
    <w:rsid w:val="00B27E2F"/>
    <w:rsid w:val="00B30292"/>
    <w:rsid w:val="00B3037B"/>
    <w:rsid w:val="00B303B7"/>
    <w:rsid w:val="00B30AE0"/>
    <w:rsid w:val="00B30B70"/>
    <w:rsid w:val="00B30C48"/>
    <w:rsid w:val="00B30D30"/>
    <w:rsid w:val="00B31074"/>
    <w:rsid w:val="00B31078"/>
    <w:rsid w:val="00B31505"/>
    <w:rsid w:val="00B31A5A"/>
    <w:rsid w:val="00B31AEF"/>
    <w:rsid w:val="00B320B0"/>
    <w:rsid w:val="00B334DB"/>
    <w:rsid w:val="00B33C72"/>
    <w:rsid w:val="00B345A0"/>
    <w:rsid w:val="00B349A8"/>
    <w:rsid w:val="00B34A6D"/>
    <w:rsid w:val="00B34CD7"/>
    <w:rsid w:val="00B34CE8"/>
    <w:rsid w:val="00B34E5F"/>
    <w:rsid w:val="00B350E8"/>
    <w:rsid w:val="00B3564A"/>
    <w:rsid w:val="00B360EB"/>
    <w:rsid w:val="00B369A1"/>
    <w:rsid w:val="00B36C26"/>
    <w:rsid w:val="00B36E26"/>
    <w:rsid w:val="00B36EE3"/>
    <w:rsid w:val="00B37059"/>
    <w:rsid w:val="00B371F3"/>
    <w:rsid w:val="00B37298"/>
    <w:rsid w:val="00B373DF"/>
    <w:rsid w:val="00B37452"/>
    <w:rsid w:val="00B402C8"/>
    <w:rsid w:val="00B405F4"/>
    <w:rsid w:val="00B408FD"/>
    <w:rsid w:val="00B40D2A"/>
    <w:rsid w:val="00B40DB1"/>
    <w:rsid w:val="00B40E04"/>
    <w:rsid w:val="00B4149F"/>
    <w:rsid w:val="00B414B5"/>
    <w:rsid w:val="00B41531"/>
    <w:rsid w:val="00B41681"/>
    <w:rsid w:val="00B41732"/>
    <w:rsid w:val="00B4184F"/>
    <w:rsid w:val="00B42051"/>
    <w:rsid w:val="00B43677"/>
    <w:rsid w:val="00B43A47"/>
    <w:rsid w:val="00B43C68"/>
    <w:rsid w:val="00B43D59"/>
    <w:rsid w:val="00B44076"/>
    <w:rsid w:val="00B44B37"/>
    <w:rsid w:val="00B44C49"/>
    <w:rsid w:val="00B44EA2"/>
    <w:rsid w:val="00B451A5"/>
    <w:rsid w:val="00B452F2"/>
    <w:rsid w:val="00B456BC"/>
    <w:rsid w:val="00B457EB"/>
    <w:rsid w:val="00B45B3B"/>
    <w:rsid w:val="00B45F47"/>
    <w:rsid w:val="00B46625"/>
    <w:rsid w:val="00B4692C"/>
    <w:rsid w:val="00B46A49"/>
    <w:rsid w:val="00B470AD"/>
    <w:rsid w:val="00B471FA"/>
    <w:rsid w:val="00B47642"/>
    <w:rsid w:val="00B5007A"/>
    <w:rsid w:val="00B508B6"/>
    <w:rsid w:val="00B509E3"/>
    <w:rsid w:val="00B50B1A"/>
    <w:rsid w:val="00B50B1C"/>
    <w:rsid w:val="00B50D43"/>
    <w:rsid w:val="00B51031"/>
    <w:rsid w:val="00B514DA"/>
    <w:rsid w:val="00B514F2"/>
    <w:rsid w:val="00B5159B"/>
    <w:rsid w:val="00B518A6"/>
    <w:rsid w:val="00B5192C"/>
    <w:rsid w:val="00B52573"/>
    <w:rsid w:val="00B52A68"/>
    <w:rsid w:val="00B52CD6"/>
    <w:rsid w:val="00B530AE"/>
    <w:rsid w:val="00B53462"/>
    <w:rsid w:val="00B5392B"/>
    <w:rsid w:val="00B53AB0"/>
    <w:rsid w:val="00B53AD7"/>
    <w:rsid w:val="00B53CD7"/>
    <w:rsid w:val="00B53D63"/>
    <w:rsid w:val="00B53F74"/>
    <w:rsid w:val="00B54FC4"/>
    <w:rsid w:val="00B556F9"/>
    <w:rsid w:val="00B55C4F"/>
    <w:rsid w:val="00B55D57"/>
    <w:rsid w:val="00B55DD3"/>
    <w:rsid w:val="00B5648C"/>
    <w:rsid w:val="00B56CA6"/>
    <w:rsid w:val="00B5786B"/>
    <w:rsid w:val="00B57A42"/>
    <w:rsid w:val="00B57DC9"/>
    <w:rsid w:val="00B60CDD"/>
    <w:rsid w:val="00B60DE6"/>
    <w:rsid w:val="00B60E6B"/>
    <w:rsid w:val="00B60FC0"/>
    <w:rsid w:val="00B61121"/>
    <w:rsid w:val="00B61447"/>
    <w:rsid w:val="00B61B8A"/>
    <w:rsid w:val="00B62613"/>
    <w:rsid w:val="00B6265B"/>
    <w:rsid w:val="00B62C01"/>
    <w:rsid w:val="00B62C04"/>
    <w:rsid w:val="00B62F35"/>
    <w:rsid w:val="00B631D6"/>
    <w:rsid w:val="00B637DA"/>
    <w:rsid w:val="00B63838"/>
    <w:rsid w:val="00B63889"/>
    <w:rsid w:val="00B63C4D"/>
    <w:rsid w:val="00B6413D"/>
    <w:rsid w:val="00B6471A"/>
    <w:rsid w:val="00B648AC"/>
    <w:rsid w:val="00B649E7"/>
    <w:rsid w:val="00B64BF5"/>
    <w:rsid w:val="00B64FC4"/>
    <w:rsid w:val="00B6571D"/>
    <w:rsid w:val="00B6597E"/>
    <w:rsid w:val="00B65CD6"/>
    <w:rsid w:val="00B65D73"/>
    <w:rsid w:val="00B66899"/>
    <w:rsid w:val="00B668E7"/>
    <w:rsid w:val="00B66E0D"/>
    <w:rsid w:val="00B6727B"/>
    <w:rsid w:val="00B672CA"/>
    <w:rsid w:val="00B6761B"/>
    <w:rsid w:val="00B677EF"/>
    <w:rsid w:val="00B6780A"/>
    <w:rsid w:val="00B679ED"/>
    <w:rsid w:val="00B67C51"/>
    <w:rsid w:val="00B67D43"/>
    <w:rsid w:val="00B67FEC"/>
    <w:rsid w:val="00B700D6"/>
    <w:rsid w:val="00B702B4"/>
    <w:rsid w:val="00B70FFA"/>
    <w:rsid w:val="00B71071"/>
    <w:rsid w:val="00B71145"/>
    <w:rsid w:val="00B711C0"/>
    <w:rsid w:val="00B71402"/>
    <w:rsid w:val="00B714C4"/>
    <w:rsid w:val="00B7158A"/>
    <w:rsid w:val="00B715C7"/>
    <w:rsid w:val="00B7183C"/>
    <w:rsid w:val="00B71D81"/>
    <w:rsid w:val="00B71DD6"/>
    <w:rsid w:val="00B71E64"/>
    <w:rsid w:val="00B7215C"/>
    <w:rsid w:val="00B72398"/>
    <w:rsid w:val="00B7257B"/>
    <w:rsid w:val="00B7268B"/>
    <w:rsid w:val="00B7287C"/>
    <w:rsid w:val="00B7304B"/>
    <w:rsid w:val="00B73663"/>
    <w:rsid w:val="00B73CEF"/>
    <w:rsid w:val="00B73EEE"/>
    <w:rsid w:val="00B73F13"/>
    <w:rsid w:val="00B7407A"/>
    <w:rsid w:val="00B742EE"/>
    <w:rsid w:val="00B74C85"/>
    <w:rsid w:val="00B75647"/>
    <w:rsid w:val="00B75EB6"/>
    <w:rsid w:val="00B761FD"/>
    <w:rsid w:val="00B76864"/>
    <w:rsid w:val="00B76B9A"/>
    <w:rsid w:val="00B76C9A"/>
    <w:rsid w:val="00B7750F"/>
    <w:rsid w:val="00B779EF"/>
    <w:rsid w:val="00B77B86"/>
    <w:rsid w:val="00B77F0E"/>
    <w:rsid w:val="00B805E0"/>
    <w:rsid w:val="00B80686"/>
    <w:rsid w:val="00B80965"/>
    <w:rsid w:val="00B80C05"/>
    <w:rsid w:val="00B810C7"/>
    <w:rsid w:val="00B8135C"/>
    <w:rsid w:val="00B818CC"/>
    <w:rsid w:val="00B81D39"/>
    <w:rsid w:val="00B81DB1"/>
    <w:rsid w:val="00B81DCE"/>
    <w:rsid w:val="00B820D9"/>
    <w:rsid w:val="00B8228F"/>
    <w:rsid w:val="00B8271B"/>
    <w:rsid w:val="00B82A29"/>
    <w:rsid w:val="00B82D26"/>
    <w:rsid w:val="00B82E73"/>
    <w:rsid w:val="00B83003"/>
    <w:rsid w:val="00B8325A"/>
    <w:rsid w:val="00B83291"/>
    <w:rsid w:val="00B833FD"/>
    <w:rsid w:val="00B834B2"/>
    <w:rsid w:val="00B836B1"/>
    <w:rsid w:val="00B83ABC"/>
    <w:rsid w:val="00B83D7B"/>
    <w:rsid w:val="00B842E1"/>
    <w:rsid w:val="00B842EF"/>
    <w:rsid w:val="00B84605"/>
    <w:rsid w:val="00B84680"/>
    <w:rsid w:val="00B84DAE"/>
    <w:rsid w:val="00B85040"/>
    <w:rsid w:val="00B8549A"/>
    <w:rsid w:val="00B8587B"/>
    <w:rsid w:val="00B85968"/>
    <w:rsid w:val="00B85F77"/>
    <w:rsid w:val="00B8601E"/>
    <w:rsid w:val="00B86311"/>
    <w:rsid w:val="00B863B1"/>
    <w:rsid w:val="00B86980"/>
    <w:rsid w:val="00B86C57"/>
    <w:rsid w:val="00B86FFC"/>
    <w:rsid w:val="00B8723F"/>
    <w:rsid w:val="00B87245"/>
    <w:rsid w:val="00B875BB"/>
    <w:rsid w:val="00B8765A"/>
    <w:rsid w:val="00B87769"/>
    <w:rsid w:val="00B87841"/>
    <w:rsid w:val="00B87D5D"/>
    <w:rsid w:val="00B90697"/>
    <w:rsid w:val="00B90DF0"/>
    <w:rsid w:val="00B91BAB"/>
    <w:rsid w:val="00B91BC6"/>
    <w:rsid w:val="00B925DD"/>
    <w:rsid w:val="00B9260C"/>
    <w:rsid w:val="00B9261E"/>
    <w:rsid w:val="00B92789"/>
    <w:rsid w:val="00B92BFE"/>
    <w:rsid w:val="00B92D60"/>
    <w:rsid w:val="00B92E58"/>
    <w:rsid w:val="00B93112"/>
    <w:rsid w:val="00B9346C"/>
    <w:rsid w:val="00B93910"/>
    <w:rsid w:val="00B9396B"/>
    <w:rsid w:val="00B939DF"/>
    <w:rsid w:val="00B93C11"/>
    <w:rsid w:val="00B93CC2"/>
    <w:rsid w:val="00B93F89"/>
    <w:rsid w:val="00B93FDB"/>
    <w:rsid w:val="00B94270"/>
    <w:rsid w:val="00B94720"/>
    <w:rsid w:val="00B94BD5"/>
    <w:rsid w:val="00B94BE2"/>
    <w:rsid w:val="00B94C3C"/>
    <w:rsid w:val="00B94C68"/>
    <w:rsid w:val="00B950F8"/>
    <w:rsid w:val="00B95266"/>
    <w:rsid w:val="00B95412"/>
    <w:rsid w:val="00B95424"/>
    <w:rsid w:val="00B957D1"/>
    <w:rsid w:val="00B958CF"/>
    <w:rsid w:val="00B95E90"/>
    <w:rsid w:val="00B95E94"/>
    <w:rsid w:val="00B95F5C"/>
    <w:rsid w:val="00B9610A"/>
    <w:rsid w:val="00B96796"/>
    <w:rsid w:val="00B967EE"/>
    <w:rsid w:val="00B976E9"/>
    <w:rsid w:val="00B97CD1"/>
    <w:rsid w:val="00BA010F"/>
    <w:rsid w:val="00BA029F"/>
    <w:rsid w:val="00BA0527"/>
    <w:rsid w:val="00BA0564"/>
    <w:rsid w:val="00BA072F"/>
    <w:rsid w:val="00BA07B0"/>
    <w:rsid w:val="00BA08E0"/>
    <w:rsid w:val="00BA0A81"/>
    <w:rsid w:val="00BA1058"/>
    <w:rsid w:val="00BA15F1"/>
    <w:rsid w:val="00BA1655"/>
    <w:rsid w:val="00BA1ACB"/>
    <w:rsid w:val="00BA1EE0"/>
    <w:rsid w:val="00BA1FA1"/>
    <w:rsid w:val="00BA23ED"/>
    <w:rsid w:val="00BA26FC"/>
    <w:rsid w:val="00BA29F0"/>
    <w:rsid w:val="00BA2D05"/>
    <w:rsid w:val="00BA3266"/>
    <w:rsid w:val="00BA3913"/>
    <w:rsid w:val="00BA3B10"/>
    <w:rsid w:val="00BA42B7"/>
    <w:rsid w:val="00BA4394"/>
    <w:rsid w:val="00BA4801"/>
    <w:rsid w:val="00BA4864"/>
    <w:rsid w:val="00BA493F"/>
    <w:rsid w:val="00BA4A2F"/>
    <w:rsid w:val="00BA4A30"/>
    <w:rsid w:val="00BA4DA1"/>
    <w:rsid w:val="00BA4E0C"/>
    <w:rsid w:val="00BA51B7"/>
    <w:rsid w:val="00BA56DF"/>
    <w:rsid w:val="00BA5A86"/>
    <w:rsid w:val="00BA5CF8"/>
    <w:rsid w:val="00BA6271"/>
    <w:rsid w:val="00BA62B8"/>
    <w:rsid w:val="00BA71CC"/>
    <w:rsid w:val="00BA76ED"/>
    <w:rsid w:val="00BA773D"/>
    <w:rsid w:val="00BB0CBF"/>
    <w:rsid w:val="00BB0FCE"/>
    <w:rsid w:val="00BB108C"/>
    <w:rsid w:val="00BB13EE"/>
    <w:rsid w:val="00BB1462"/>
    <w:rsid w:val="00BB1538"/>
    <w:rsid w:val="00BB162B"/>
    <w:rsid w:val="00BB18BC"/>
    <w:rsid w:val="00BB1BCF"/>
    <w:rsid w:val="00BB1C47"/>
    <w:rsid w:val="00BB239B"/>
    <w:rsid w:val="00BB2CA4"/>
    <w:rsid w:val="00BB32C7"/>
    <w:rsid w:val="00BB3E2B"/>
    <w:rsid w:val="00BB4215"/>
    <w:rsid w:val="00BB4B30"/>
    <w:rsid w:val="00BB4BFC"/>
    <w:rsid w:val="00BB4F95"/>
    <w:rsid w:val="00BB5178"/>
    <w:rsid w:val="00BB56CA"/>
    <w:rsid w:val="00BB5775"/>
    <w:rsid w:val="00BB59F4"/>
    <w:rsid w:val="00BB5CDA"/>
    <w:rsid w:val="00BB64B6"/>
    <w:rsid w:val="00BB6AC5"/>
    <w:rsid w:val="00BB6CA8"/>
    <w:rsid w:val="00BB7037"/>
    <w:rsid w:val="00BB7125"/>
    <w:rsid w:val="00BB7195"/>
    <w:rsid w:val="00BB72C1"/>
    <w:rsid w:val="00BB74C3"/>
    <w:rsid w:val="00BB7B9A"/>
    <w:rsid w:val="00BC0A55"/>
    <w:rsid w:val="00BC0ED2"/>
    <w:rsid w:val="00BC12CE"/>
    <w:rsid w:val="00BC1582"/>
    <w:rsid w:val="00BC173E"/>
    <w:rsid w:val="00BC1954"/>
    <w:rsid w:val="00BC2496"/>
    <w:rsid w:val="00BC269A"/>
    <w:rsid w:val="00BC2EB9"/>
    <w:rsid w:val="00BC2F2C"/>
    <w:rsid w:val="00BC2FE8"/>
    <w:rsid w:val="00BC313C"/>
    <w:rsid w:val="00BC31CB"/>
    <w:rsid w:val="00BC33B9"/>
    <w:rsid w:val="00BC3684"/>
    <w:rsid w:val="00BC3A94"/>
    <w:rsid w:val="00BC3EB9"/>
    <w:rsid w:val="00BC4217"/>
    <w:rsid w:val="00BC4323"/>
    <w:rsid w:val="00BC4330"/>
    <w:rsid w:val="00BC4D0D"/>
    <w:rsid w:val="00BC5244"/>
    <w:rsid w:val="00BC543D"/>
    <w:rsid w:val="00BC5507"/>
    <w:rsid w:val="00BC555D"/>
    <w:rsid w:val="00BC5591"/>
    <w:rsid w:val="00BC5897"/>
    <w:rsid w:val="00BC5F72"/>
    <w:rsid w:val="00BC6143"/>
    <w:rsid w:val="00BC6272"/>
    <w:rsid w:val="00BC6353"/>
    <w:rsid w:val="00BC687D"/>
    <w:rsid w:val="00BC6A7B"/>
    <w:rsid w:val="00BC737A"/>
    <w:rsid w:val="00BC73A3"/>
    <w:rsid w:val="00BC7426"/>
    <w:rsid w:val="00BC743B"/>
    <w:rsid w:val="00BC761F"/>
    <w:rsid w:val="00BC765F"/>
    <w:rsid w:val="00BC7699"/>
    <w:rsid w:val="00BC7A36"/>
    <w:rsid w:val="00BC7DD4"/>
    <w:rsid w:val="00BD0161"/>
    <w:rsid w:val="00BD0842"/>
    <w:rsid w:val="00BD1118"/>
    <w:rsid w:val="00BD11E2"/>
    <w:rsid w:val="00BD14CC"/>
    <w:rsid w:val="00BD1649"/>
    <w:rsid w:val="00BD2107"/>
    <w:rsid w:val="00BD25A1"/>
    <w:rsid w:val="00BD2726"/>
    <w:rsid w:val="00BD2A00"/>
    <w:rsid w:val="00BD2D72"/>
    <w:rsid w:val="00BD2E69"/>
    <w:rsid w:val="00BD2E98"/>
    <w:rsid w:val="00BD2F09"/>
    <w:rsid w:val="00BD300F"/>
    <w:rsid w:val="00BD38CC"/>
    <w:rsid w:val="00BD3ADB"/>
    <w:rsid w:val="00BD3D7B"/>
    <w:rsid w:val="00BD4589"/>
    <w:rsid w:val="00BD4774"/>
    <w:rsid w:val="00BD4E28"/>
    <w:rsid w:val="00BD4E4D"/>
    <w:rsid w:val="00BD51EF"/>
    <w:rsid w:val="00BD5237"/>
    <w:rsid w:val="00BD54C1"/>
    <w:rsid w:val="00BD5E60"/>
    <w:rsid w:val="00BD5E99"/>
    <w:rsid w:val="00BD5EF3"/>
    <w:rsid w:val="00BD64D7"/>
    <w:rsid w:val="00BD65D8"/>
    <w:rsid w:val="00BD679D"/>
    <w:rsid w:val="00BD6946"/>
    <w:rsid w:val="00BD72A2"/>
    <w:rsid w:val="00BD78D3"/>
    <w:rsid w:val="00BD7A30"/>
    <w:rsid w:val="00BD7CEF"/>
    <w:rsid w:val="00BE028D"/>
    <w:rsid w:val="00BE03A1"/>
    <w:rsid w:val="00BE076F"/>
    <w:rsid w:val="00BE0A4F"/>
    <w:rsid w:val="00BE1127"/>
    <w:rsid w:val="00BE1198"/>
    <w:rsid w:val="00BE13D1"/>
    <w:rsid w:val="00BE1521"/>
    <w:rsid w:val="00BE1851"/>
    <w:rsid w:val="00BE1973"/>
    <w:rsid w:val="00BE1B19"/>
    <w:rsid w:val="00BE223E"/>
    <w:rsid w:val="00BE2482"/>
    <w:rsid w:val="00BE26BE"/>
    <w:rsid w:val="00BE27B3"/>
    <w:rsid w:val="00BE28C4"/>
    <w:rsid w:val="00BE2A93"/>
    <w:rsid w:val="00BE2ED9"/>
    <w:rsid w:val="00BE2F76"/>
    <w:rsid w:val="00BE31B9"/>
    <w:rsid w:val="00BE3238"/>
    <w:rsid w:val="00BE32D9"/>
    <w:rsid w:val="00BE398B"/>
    <w:rsid w:val="00BE3A90"/>
    <w:rsid w:val="00BE3B12"/>
    <w:rsid w:val="00BE3E9C"/>
    <w:rsid w:val="00BE3EF4"/>
    <w:rsid w:val="00BE43B0"/>
    <w:rsid w:val="00BE4D3B"/>
    <w:rsid w:val="00BE4F94"/>
    <w:rsid w:val="00BE50FC"/>
    <w:rsid w:val="00BE52E5"/>
    <w:rsid w:val="00BE52F7"/>
    <w:rsid w:val="00BE5A01"/>
    <w:rsid w:val="00BE5B30"/>
    <w:rsid w:val="00BE5BA7"/>
    <w:rsid w:val="00BE5C65"/>
    <w:rsid w:val="00BE69CF"/>
    <w:rsid w:val="00BE6B04"/>
    <w:rsid w:val="00BE6E71"/>
    <w:rsid w:val="00BE7052"/>
    <w:rsid w:val="00BE7640"/>
    <w:rsid w:val="00BE7DA3"/>
    <w:rsid w:val="00BE7E23"/>
    <w:rsid w:val="00BE7F63"/>
    <w:rsid w:val="00BF0BDC"/>
    <w:rsid w:val="00BF0DDB"/>
    <w:rsid w:val="00BF1303"/>
    <w:rsid w:val="00BF14CD"/>
    <w:rsid w:val="00BF156A"/>
    <w:rsid w:val="00BF168A"/>
    <w:rsid w:val="00BF1A1E"/>
    <w:rsid w:val="00BF1ECD"/>
    <w:rsid w:val="00BF1F4C"/>
    <w:rsid w:val="00BF2BC2"/>
    <w:rsid w:val="00BF2BDA"/>
    <w:rsid w:val="00BF2CFD"/>
    <w:rsid w:val="00BF2FE9"/>
    <w:rsid w:val="00BF314B"/>
    <w:rsid w:val="00BF341D"/>
    <w:rsid w:val="00BF4187"/>
    <w:rsid w:val="00BF44B0"/>
    <w:rsid w:val="00BF45D9"/>
    <w:rsid w:val="00BF4DCB"/>
    <w:rsid w:val="00BF5267"/>
    <w:rsid w:val="00BF554E"/>
    <w:rsid w:val="00BF572C"/>
    <w:rsid w:val="00BF578C"/>
    <w:rsid w:val="00BF59C5"/>
    <w:rsid w:val="00BF5F57"/>
    <w:rsid w:val="00BF6279"/>
    <w:rsid w:val="00BF62B7"/>
    <w:rsid w:val="00BF63B1"/>
    <w:rsid w:val="00BF6766"/>
    <w:rsid w:val="00BF6B37"/>
    <w:rsid w:val="00BF6CF5"/>
    <w:rsid w:val="00BF6E3A"/>
    <w:rsid w:val="00BF6EF2"/>
    <w:rsid w:val="00BF6FB3"/>
    <w:rsid w:val="00BF706A"/>
    <w:rsid w:val="00BF7558"/>
    <w:rsid w:val="00BF7737"/>
    <w:rsid w:val="00BF7AC5"/>
    <w:rsid w:val="00BF7E3F"/>
    <w:rsid w:val="00C0039D"/>
    <w:rsid w:val="00C0069B"/>
    <w:rsid w:val="00C00751"/>
    <w:rsid w:val="00C00DE8"/>
    <w:rsid w:val="00C00FB7"/>
    <w:rsid w:val="00C01426"/>
    <w:rsid w:val="00C01750"/>
    <w:rsid w:val="00C0198B"/>
    <w:rsid w:val="00C01D21"/>
    <w:rsid w:val="00C020E9"/>
    <w:rsid w:val="00C0277E"/>
    <w:rsid w:val="00C0283A"/>
    <w:rsid w:val="00C02984"/>
    <w:rsid w:val="00C02C93"/>
    <w:rsid w:val="00C0312A"/>
    <w:rsid w:val="00C035D3"/>
    <w:rsid w:val="00C0393B"/>
    <w:rsid w:val="00C03DB3"/>
    <w:rsid w:val="00C0430F"/>
    <w:rsid w:val="00C043E6"/>
    <w:rsid w:val="00C04431"/>
    <w:rsid w:val="00C044C2"/>
    <w:rsid w:val="00C04B57"/>
    <w:rsid w:val="00C04C7E"/>
    <w:rsid w:val="00C05161"/>
    <w:rsid w:val="00C0559C"/>
    <w:rsid w:val="00C0575F"/>
    <w:rsid w:val="00C05807"/>
    <w:rsid w:val="00C05AD7"/>
    <w:rsid w:val="00C06027"/>
    <w:rsid w:val="00C067C9"/>
    <w:rsid w:val="00C06DC2"/>
    <w:rsid w:val="00C07507"/>
    <w:rsid w:val="00C077E8"/>
    <w:rsid w:val="00C07A93"/>
    <w:rsid w:val="00C07BC4"/>
    <w:rsid w:val="00C07D1D"/>
    <w:rsid w:val="00C07DD7"/>
    <w:rsid w:val="00C1033C"/>
    <w:rsid w:val="00C10712"/>
    <w:rsid w:val="00C10BB3"/>
    <w:rsid w:val="00C11624"/>
    <w:rsid w:val="00C1175D"/>
    <w:rsid w:val="00C118D7"/>
    <w:rsid w:val="00C118D8"/>
    <w:rsid w:val="00C12269"/>
    <w:rsid w:val="00C122A2"/>
    <w:rsid w:val="00C12328"/>
    <w:rsid w:val="00C12448"/>
    <w:rsid w:val="00C12556"/>
    <w:rsid w:val="00C12A0C"/>
    <w:rsid w:val="00C131A0"/>
    <w:rsid w:val="00C131B1"/>
    <w:rsid w:val="00C131DF"/>
    <w:rsid w:val="00C134DD"/>
    <w:rsid w:val="00C135F9"/>
    <w:rsid w:val="00C13A68"/>
    <w:rsid w:val="00C13A81"/>
    <w:rsid w:val="00C13AC8"/>
    <w:rsid w:val="00C13ACF"/>
    <w:rsid w:val="00C13DC1"/>
    <w:rsid w:val="00C1430D"/>
    <w:rsid w:val="00C14324"/>
    <w:rsid w:val="00C144F7"/>
    <w:rsid w:val="00C14917"/>
    <w:rsid w:val="00C149CD"/>
    <w:rsid w:val="00C14F15"/>
    <w:rsid w:val="00C14F22"/>
    <w:rsid w:val="00C1503F"/>
    <w:rsid w:val="00C1513C"/>
    <w:rsid w:val="00C15192"/>
    <w:rsid w:val="00C1546C"/>
    <w:rsid w:val="00C15BDE"/>
    <w:rsid w:val="00C15D71"/>
    <w:rsid w:val="00C15DDE"/>
    <w:rsid w:val="00C15F81"/>
    <w:rsid w:val="00C161AE"/>
    <w:rsid w:val="00C164ED"/>
    <w:rsid w:val="00C1665B"/>
    <w:rsid w:val="00C16A63"/>
    <w:rsid w:val="00C16C6A"/>
    <w:rsid w:val="00C16E21"/>
    <w:rsid w:val="00C16E62"/>
    <w:rsid w:val="00C1744F"/>
    <w:rsid w:val="00C17591"/>
    <w:rsid w:val="00C1775D"/>
    <w:rsid w:val="00C179D5"/>
    <w:rsid w:val="00C179F7"/>
    <w:rsid w:val="00C17C7E"/>
    <w:rsid w:val="00C17F27"/>
    <w:rsid w:val="00C20A1D"/>
    <w:rsid w:val="00C20AAE"/>
    <w:rsid w:val="00C20B65"/>
    <w:rsid w:val="00C20CF4"/>
    <w:rsid w:val="00C20E16"/>
    <w:rsid w:val="00C20F06"/>
    <w:rsid w:val="00C21279"/>
    <w:rsid w:val="00C213E8"/>
    <w:rsid w:val="00C214CE"/>
    <w:rsid w:val="00C217A8"/>
    <w:rsid w:val="00C21949"/>
    <w:rsid w:val="00C21A2C"/>
    <w:rsid w:val="00C21A85"/>
    <w:rsid w:val="00C21E3A"/>
    <w:rsid w:val="00C224EE"/>
    <w:rsid w:val="00C227AF"/>
    <w:rsid w:val="00C227F1"/>
    <w:rsid w:val="00C2283A"/>
    <w:rsid w:val="00C22EA4"/>
    <w:rsid w:val="00C23114"/>
    <w:rsid w:val="00C23154"/>
    <w:rsid w:val="00C2316B"/>
    <w:rsid w:val="00C231C6"/>
    <w:rsid w:val="00C23880"/>
    <w:rsid w:val="00C23A63"/>
    <w:rsid w:val="00C23B49"/>
    <w:rsid w:val="00C23BA6"/>
    <w:rsid w:val="00C23C3B"/>
    <w:rsid w:val="00C23CA5"/>
    <w:rsid w:val="00C247B9"/>
    <w:rsid w:val="00C248DE"/>
    <w:rsid w:val="00C24C1A"/>
    <w:rsid w:val="00C24DF0"/>
    <w:rsid w:val="00C24F39"/>
    <w:rsid w:val="00C2535B"/>
    <w:rsid w:val="00C258CD"/>
    <w:rsid w:val="00C25C3B"/>
    <w:rsid w:val="00C25CC7"/>
    <w:rsid w:val="00C262D0"/>
    <w:rsid w:val="00C264B5"/>
    <w:rsid w:val="00C26916"/>
    <w:rsid w:val="00C26FC6"/>
    <w:rsid w:val="00C27153"/>
    <w:rsid w:val="00C272CC"/>
    <w:rsid w:val="00C27867"/>
    <w:rsid w:val="00C27E96"/>
    <w:rsid w:val="00C306EF"/>
    <w:rsid w:val="00C308D4"/>
    <w:rsid w:val="00C31135"/>
    <w:rsid w:val="00C31391"/>
    <w:rsid w:val="00C315A6"/>
    <w:rsid w:val="00C31BDD"/>
    <w:rsid w:val="00C31C4E"/>
    <w:rsid w:val="00C32263"/>
    <w:rsid w:val="00C32AC7"/>
    <w:rsid w:val="00C33039"/>
    <w:rsid w:val="00C3303A"/>
    <w:rsid w:val="00C340B7"/>
    <w:rsid w:val="00C3426F"/>
    <w:rsid w:val="00C343D5"/>
    <w:rsid w:val="00C343E7"/>
    <w:rsid w:val="00C34843"/>
    <w:rsid w:val="00C349D8"/>
    <w:rsid w:val="00C34B07"/>
    <w:rsid w:val="00C34F71"/>
    <w:rsid w:val="00C35139"/>
    <w:rsid w:val="00C35398"/>
    <w:rsid w:val="00C354FB"/>
    <w:rsid w:val="00C355FC"/>
    <w:rsid w:val="00C35706"/>
    <w:rsid w:val="00C3582E"/>
    <w:rsid w:val="00C360AD"/>
    <w:rsid w:val="00C36212"/>
    <w:rsid w:val="00C36681"/>
    <w:rsid w:val="00C36A1B"/>
    <w:rsid w:val="00C3733F"/>
    <w:rsid w:val="00C375E0"/>
    <w:rsid w:val="00C37BA3"/>
    <w:rsid w:val="00C40561"/>
    <w:rsid w:val="00C40801"/>
    <w:rsid w:val="00C41179"/>
    <w:rsid w:val="00C414BF"/>
    <w:rsid w:val="00C41859"/>
    <w:rsid w:val="00C4199D"/>
    <w:rsid w:val="00C41AEB"/>
    <w:rsid w:val="00C41D98"/>
    <w:rsid w:val="00C420B9"/>
    <w:rsid w:val="00C420D9"/>
    <w:rsid w:val="00C4226F"/>
    <w:rsid w:val="00C423BE"/>
    <w:rsid w:val="00C4242E"/>
    <w:rsid w:val="00C42487"/>
    <w:rsid w:val="00C42CA3"/>
    <w:rsid w:val="00C434C1"/>
    <w:rsid w:val="00C440DC"/>
    <w:rsid w:val="00C442E1"/>
    <w:rsid w:val="00C44481"/>
    <w:rsid w:val="00C44652"/>
    <w:rsid w:val="00C44722"/>
    <w:rsid w:val="00C44850"/>
    <w:rsid w:val="00C44916"/>
    <w:rsid w:val="00C44CA9"/>
    <w:rsid w:val="00C45270"/>
    <w:rsid w:val="00C45811"/>
    <w:rsid w:val="00C45B44"/>
    <w:rsid w:val="00C45F23"/>
    <w:rsid w:val="00C46943"/>
    <w:rsid w:val="00C46AF4"/>
    <w:rsid w:val="00C46C2B"/>
    <w:rsid w:val="00C47156"/>
    <w:rsid w:val="00C4794A"/>
    <w:rsid w:val="00C47985"/>
    <w:rsid w:val="00C479AB"/>
    <w:rsid w:val="00C47A37"/>
    <w:rsid w:val="00C47BE8"/>
    <w:rsid w:val="00C47F7A"/>
    <w:rsid w:val="00C47F88"/>
    <w:rsid w:val="00C47FE5"/>
    <w:rsid w:val="00C501E6"/>
    <w:rsid w:val="00C50473"/>
    <w:rsid w:val="00C50477"/>
    <w:rsid w:val="00C50735"/>
    <w:rsid w:val="00C507BC"/>
    <w:rsid w:val="00C509FD"/>
    <w:rsid w:val="00C50BD4"/>
    <w:rsid w:val="00C510CC"/>
    <w:rsid w:val="00C510DC"/>
    <w:rsid w:val="00C51405"/>
    <w:rsid w:val="00C51719"/>
    <w:rsid w:val="00C51E18"/>
    <w:rsid w:val="00C51F7C"/>
    <w:rsid w:val="00C52027"/>
    <w:rsid w:val="00C521FD"/>
    <w:rsid w:val="00C5249F"/>
    <w:rsid w:val="00C52BD6"/>
    <w:rsid w:val="00C52D17"/>
    <w:rsid w:val="00C536BB"/>
    <w:rsid w:val="00C5413A"/>
    <w:rsid w:val="00C54378"/>
    <w:rsid w:val="00C54428"/>
    <w:rsid w:val="00C5451C"/>
    <w:rsid w:val="00C54D1A"/>
    <w:rsid w:val="00C55CBD"/>
    <w:rsid w:val="00C560CC"/>
    <w:rsid w:val="00C5619A"/>
    <w:rsid w:val="00C564A8"/>
    <w:rsid w:val="00C571B7"/>
    <w:rsid w:val="00C5780D"/>
    <w:rsid w:val="00C5790A"/>
    <w:rsid w:val="00C57C91"/>
    <w:rsid w:val="00C60232"/>
    <w:rsid w:val="00C60489"/>
    <w:rsid w:val="00C6050D"/>
    <w:rsid w:val="00C60769"/>
    <w:rsid w:val="00C60E09"/>
    <w:rsid w:val="00C61348"/>
    <w:rsid w:val="00C61384"/>
    <w:rsid w:val="00C61D10"/>
    <w:rsid w:val="00C61E57"/>
    <w:rsid w:val="00C6247A"/>
    <w:rsid w:val="00C62779"/>
    <w:rsid w:val="00C62794"/>
    <w:rsid w:val="00C627CB"/>
    <w:rsid w:val="00C628F5"/>
    <w:rsid w:val="00C62B1B"/>
    <w:rsid w:val="00C62CDA"/>
    <w:rsid w:val="00C62E36"/>
    <w:rsid w:val="00C638D5"/>
    <w:rsid w:val="00C638DD"/>
    <w:rsid w:val="00C638E7"/>
    <w:rsid w:val="00C639EE"/>
    <w:rsid w:val="00C63ED0"/>
    <w:rsid w:val="00C63F51"/>
    <w:rsid w:val="00C645A1"/>
    <w:rsid w:val="00C645B6"/>
    <w:rsid w:val="00C6464E"/>
    <w:rsid w:val="00C64706"/>
    <w:rsid w:val="00C64C80"/>
    <w:rsid w:val="00C64CC2"/>
    <w:rsid w:val="00C64EE2"/>
    <w:rsid w:val="00C65F28"/>
    <w:rsid w:val="00C662E6"/>
    <w:rsid w:val="00C6639B"/>
    <w:rsid w:val="00C66822"/>
    <w:rsid w:val="00C66B5E"/>
    <w:rsid w:val="00C66B7D"/>
    <w:rsid w:val="00C66BE7"/>
    <w:rsid w:val="00C6708B"/>
    <w:rsid w:val="00C673F6"/>
    <w:rsid w:val="00C67D92"/>
    <w:rsid w:val="00C709B2"/>
    <w:rsid w:val="00C70CD6"/>
    <w:rsid w:val="00C7172F"/>
    <w:rsid w:val="00C71844"/>
    <w:rsid w:val="00C71B36"/>
    <w:rsid w:val="00C72144"/>
    <w:rsid w:val="00C72161"/>
    <w:rsid w:val="00C721BC"/>
    <w:rsid w:val="00C7242D"/>
    <w:rsid w:val="00C72AB0"/>
    <w:rsid w:val="00C72BDE"/>
    <w:rsid w:val="00C72BF6"/>
    <w:rsid w:val="00C731C1"/>
    <w:rsid w:val="00C73305"/>
    <w:rsid w:val="00C737ED"/>
    <w:rsid w:val="00C73C1E"/>
    <w:rsid w:val="00C73C32"/>
    <w:rsid w:val="00C73CF3"/>
    <w:rsid w:val="00C7400E"/>
    <w:rsid w:val="00C74169"/>
    <w:rsid w:val="00C741A1"/>
    <w:rsid w:val="00C744BA"/>
    <w:rsid w:val="00C74799"/>
    <w:rsid w:val="00C74C0C"/>
    <w:rsid w:val="00C74CFE"/>
    <w:rsid w:val="00C74D23"/>
    <w:rsid w:val="00C74E74"/>
    <w:rsid w:val="00C75270"/>
    <w:rsid w:val="00C75408"/>
    <w:rsid w:val="00C756E6"/>
    <w:rsid w:val="00C75787"/>
    <w:rsid w:val="00C7599F"/>
    <w:rsid w:val="00C761C0"/>
    <w:rsid w:val="00C7645E"/>
    <w:rsid w:val="00C76596"/>
    <w:rsid w:val="00C76744"/>
    <w:rsid w:val="00C7691C"/>
    <w:rsid w:val="00C76A97"/>
    <w:rsid w:val="00C7703D"/>
    <w:rsid w:val="00C771A5"/>
    <w:rsid w:val="00C7721C"/>
    <w:rsid w:val="00C77440"/>
    <w:rsid w:val="00C7780B"/>
    <w:rsid w:val="00C778E1"/>
    <w:rsid w:val="00C77BD9"/>
    <w:rsid w:val="00C8058C"/>
    <w:rsid w:val="00C80CEC"/>
    <w:rsid w:val="00C8147F"/>
    <w:rsid w:val="00C81A3D"/>
    <w:rsid w:val="00C81F1F"/>
    <w:rsid w:val="00C81F9A"/>
    <w:rsid w:val="00C82058"/>
    <w:rsid w:val="00C822D2"/>
    <w:rsid w:val="00C8232D"/>
    <w:rsid w:val="00C8278C"/>
    <w:rsid w:val="00C828EE"/>
    <w:rsid w:val="00C82B64"/>
    <w:rsid w:val="00C83606"/>
    <w:rsid w:val="00C83641"/>
    <w:rsid w:val="00C83960"/>
    <w:rsid w:val="00C83A1D"/>
    <w:rsid w:val="00C83C28"/>
    <w:rsid w:val="00C83FFB"/>
    <w:rsid w:val="00C842BF"/>
    <w:rsid w:val="00C84B20"/>
    <w:rsid w:val="00C84CA7"/>
    <w:rsid w:val="00C84FF7"/>
    <w:rsid w:val="00C850C5"/>
    <w:rsid w:val="00C85523"/>
    <w:rsid w:val="00C85584"/>
    <w:rsid w:val="00C8569A"/>
    <w:rsid w:val="00C85874"/>
    <w:rsid w:val="00C85D65"/>
    <w:rsid w:val="00C862E8"/>
    <w:rsid w:val="00C86374"/>
    <w:rsid w:val="00C863E4"/>
    <w:rsid w:val="00C8653B"/>
    <w:rsid w:val="00C865EB"/>
    <w:rsid w:val="00C86773"/>
    <w:rsid w:val="00C869C5"/>
    <w:rsid w:val="00C86BE8"/>
    <w:rsid w:val="00C86DEA"/>
    <w:rsid w:val="00C86E0F"/>
    <w:rsid w:val="00C86F29"/>
    <w:rsid w:val="00C86FEA"/>
    <w:rsid w:val="00C87065"/>
    <w:rsid w:val="00C876BD"/>
    <w:rsid w:val="00C879A6"/>
    <w:rsid w:val="00C879C2"/>
    <w:rsid w:val="00C90099"/>
    <w:rsid w:val="00C90BF8"/>
    <w:rsid w:val="00C90E93"/>
    <w:rsid w:val="00C911C1"/>
    <w:rsid w:val="00C91250"/>
    <w:rsid w:val="00C9162F"/>
    <w:rsid w:val="00C920C9"/>
    <w:rsid w:val="00C92107"/>
    <w:rsid w:val="00C9255D"/>
    <w:rsid w:val="00C925F2"/>
    <w:rsid w:val="00C92B1A"/>
    <w:rsid w:val="00C92C77"/>
    <w:rsid w:val="00C9312C"/>
    <w:rsid w:val="00C9336F"/>
    <w:rsid w:val="00C9344E"/>
    <w:rsid w:val="00C93764"/>
    <w:rsid w:val="00C9378C"/>
    <w:rsid w:val="00C93B02"/>
    <w:rsid w:val="00C941D8"/>
    <w:rsid w:val="00C941E5"/>
    <w:rsid w:val="00C943A9"/>
    <w:rsid w:val="00C94765"/>
    <w:rsid w:val="00C9496B"/>
    <w:rsid w:val="00C955A3"/>
    <w:rsid w:val="00C95750"/>
    <w:rsid w:val="00C9596A"/>
    <w:rsid w:val="00C95D12"/>
    <w:rsid w:val="00C95DE8"/>
    <w:rsid w:val="00C95E99"/>
    <w:rsid w:val="00C95F8B"/>
    <w:rsid w:val="00C95FAD"/>
    <w:rsid w:val="00C96837"/>
    <w:rsid w:val="00C96CCD"/>
    <w:rsid w:val="00C970D6"/>
    <w:rsid w:val="00C973FA"/>
    <w:rsid w:val="00C97534"/>
    <w:rsid w:val="00C97536"/>
    <w:rsid w:val="00C97A34"/>
    <w:rsid w:val="00C97D87"/>
    <w:rsid w:val="00CA04C3"/>
    <w:rsid w:val="00CA08D4"/>
    <w:rsid w:val="00CA0A52"/>
    <w:rsid w:val="00CA0AE3"/>
    <w:rsid w:val="00CA0C19"/>
    <w:rsid w:val="00CA0E99"/>
    <w:rsid w:val="00CA0F2A"/>
    <w:rsid w:val="00CA0FA6"/>
    <w:rsid w:val="00CA103F"/>
    <w:rsid w:val="00CA1626"/>
    <w:rsid w:val="00CA1A7F"/>
    <w:rsid w:val="00CA1B66"/>
    <w:rsid w:val="00CA2037"/>
    <w:rsid w:val="00CA2C65"/>
    <w:rsid w:val="00CA309E"/>
    <w:rsid w:val="00CA343F"/>
    <w:rsid w:val="00CA36CA"/>
    <w:rsid w:val="00CA38F6"/>
    <w:rsid w:val="00CA3A83"/>
    <w:rsid w:val="00CA3FC9"/>
    <w:rsid w:val="00CA41C9"/>
    <w:rsid w:val="00CA4DAC"/>
    <w:rsid w:val="00CA5261"/>
    <w:rsid w:val="00CA52DF"/>
    <w:rsid w:val="00CA5A8D"/>
    <w:rsid w:val="00CA5B01"/>
    <w:rsid w:val="00CA5EF8"/>
    <w:rsid w:val="00CA624B"/>
    <w:rsid w:val="00CA634B"/>
    <w:rsid w:val="00CA63D7"/>
    <w:rsid w:val="00CA6527"/>
    <w:rsid w:val="00CA657D"/>
    <w:rsid w:val="00CA6692"/>
    <w:rsid w:val="00CA68C1"/>
    <w:rsid w:val="00CA6DB5"/>
    <w:rsid w:val="00CA6E89"/>
    <w:rsid w:val="00CA71B5"/>
    <w:rsid w:val="00CA72C5"/>
    <w:rsid w:val="00CA7F0A"/>
    <w:rsid w:val="00CB03F1"/>
    <w:rsid w:val="00CB041D"/>
    <w:rsid w:val="00CB05AD"/>
    <w:rsid w:val="00CB071A"/>
    <w:rsid w:val="00CB0B2D"/>
    <w:rsid w:val="00CB0C6A"/>
    <w:rsid w:val="00CB0CC1"/>
    <w:rsid w:val="00CB0CF7"/>
    <w:rsid w:val="00CB12A3"/>
    <w:rsid w:val="00CB1325"/>
    <w:rsid w:val="00CB15A1"/>
    <w:rsid w:val="00CB17A1"/>
    <w:rsid w:val="00CB1DC6"/>
    <w:rsid w:val="00CB1F54"/>
    <w:rsid w:val="00CB1FDE"/>
    <w:rsid w:val="00CB2041"/>
    <w:rsid w:val="00CB2286"/>
    <w:rsid w:val="00CB24AA"/>
    <w:rsid w:val="00CB2950"/>
    <w:rsid w:val="00CB29FC"/>
    <w:rsid w:val="00CB2A38"/>
    <w:rsid w:val="00CB38B7"/>
    <w:rsid w:val="00CB3B2B"/>
    <w:rsid w:val="00CB3B9F"/>
    <w:rsid w:val="00CB401E"/>
    <w:rsid w:val="00CB4095"/>
    <w:rsid w:val="00CB4309"/>
    <w:rsid w:val="00CB479D"/>
    <w:rsid w:val="00CB47CC"/>
    <w:rsid w:val="00CB5427"/>
    <w:rsid w:val="00CB5778"/>
    <w:rsid w:val="00CB5C0D"/>
    <w:rsid w:val="00CB5DA9"/>
    <w:rsid w:val="00CB610F"/>
    <w:rsid w:val="00CB61BA"/>
    <w:rsid w:val="00CB6269"/>
    <w:rsid w:val="00CB658C"/>
    <w:rsid w:val="00CB66A1"/>
    <w:rsid w:val="00CB6730"/>
    <w:rsid w:val="00CB6C5A"/>
    <w:rsid w:val="00CB6DE7"/>
    <w:rsid w:val="00CB757C"/>
    <w:rsid w:val="00CB76C3"/>
    <w:rsid w:val="00CB78F2"/>
    <w:rsid w:val="00CB7B4F"/>
    <w:rsid w:val="00CC03B9"/>
    <w:rsid w:val="00CC093F"/>
    <w:rsid w:val="00CC098F"/>
    <w:rsid w:val="00CC0C61"/>
    <w:rsid w:val="00CC166F"/>
    <w:rsid w:val="00CC1871"/>
    <w:rsid w:val="00CC1899"/>
    <w:rsid w:val="00CC1AF6"/>
    <w:rsid w:val="00CC1B84"/>
    <w:rsid w:val="00CC1BB6"/>
    <w:rsid w:val="00CC1F58"/>
    <w:rsid w:val="00CC213B"/>
    <w:rsid w:val="00CC25A0"/>
    <w:rsid w:val="00CC2608"/>
    <w:rsid w:val="00CC2618"/>
    <w:rsid w:val="00CC2674"/>
    <w:rsid w:val="00CC2C0F"/>
    <w:rsid w:val="00CC2E7B"/>
    <w:rsid w:val="00CC333C"/>
    <w:rsid w:val="00CC3472"/>
    <w:rsid w:val="00CC391E"/>
    <w:rsid w:val="00CC3B04"/>
    <w:rsid w:val="00CC3CA0"/>
    <w:rsid w:val="00CC3E12"/>
    <w:rsid w:val="00CC41FA"/>
    <w:rsid w:val="00CC46A9"/>
    <w:rsid w:val="00CC46F3"/>
    <w:rsid w:val="00CC4D8D"/>
    <w:rsid w:val="00CC526B"/>
    <w:rsid w:val="00CC5284"/>
    <w:rsid w:val="00CC5382"/>
    <w:rsid w:val="00CC5424"/>
    <w:rsid w:val="00CC5523"/>
    <w:rsid w:val="00CC5856"/>
    <w:rsid w:val="00CC5B76"/>
    <w:rsid w:val="00CC5BB5"/>
    <w:rsid w:val="00CC5C24"/>
    <w:rsid w:val="00CC5D19"/>
    <w:rsid w:val="00CC5DAD"/>
    <w:rsid w:val="00CC65E7"/>
    <w:rsid w:val="00CC6BCB"/>
    <w:rsid w:val="00CC6F6D"/>
    <w:rsid w:val="00CC7499"/>
    <w:rsid w:val="00CC7C9D"/>
    <w:rsid w:val="00CD0086"/>
    <w:rsid w:val="00CD00CB"/>
    <w:rsid w:val="00CD0234"/>
    <w:rsid w:val="00CD0F2B"/>
    <w:rsid w:val="00CD0FC8"/>
    <w:rsid w:val="00CD1421"/>
    <w:rsid w:val="00CD1BC5"/>
    <w:rsid w:val="00CD218D"/>
    <w:rsid w:val="00CD23A3"/>
    <w:rsid w:val="00CD26DF"/>
    <w:rsid w:val="00CD2A36"/>
    <w:rsid w:val="00CD2A71"/>
    <w:rsid w:val="00CD2B57"/>
    <w:rsid w:val="00CD2FD6"/>
    <w:rsid w:val="00CD30B3"/>
    <w:rsid w:val="00CD31B1"/>
    <w:rsid w:val="00CD35A7"/>
    <w:rsid w:val="00CD3B78"/>
    <w:rsid w:val="00CD4104"/>
    <w:rsid w:val="00CD42E5"/>
    <w:rsid w:val="00CD43B0"/>
    <w:rsid w:val="00CD4478"/>
    <w:rsid w:val="00CD4625"/>
    <w:rsid w:val="00CD48F9"/>
    <w:rsid w:val="00CD49F1"/>
    <w:rsid w:val="00CD4BFA"/>
    <w:rsid w:val="00CD5058"/>
    <w:rsid w:val="00CD50E8"/>
    <w:rsid w:val="00CD5106"/>
    <w:rsid w:val="00CD541C"/>
    <w:rsid w:val="00CD5970"/>
    <w:rsid w:val="00CD5BB4"/>
    <w:rsid w:val="00CD5D58"/>
    <w:rsid w:val="00CD5E19"/>
    <w:rsid w:val="00CD5EDD"/>
    <w:rsid w:val="00CD67C9"/>
    <w:rsid w:val="00CD68F6"/>
    <w:rsid w:val="00CD6A68"/>
    <w:rsid w:val="00CD6B15"/>
    <w:rsid w:val="00CD6B9A"/>
    <w:rsid w:val="00CD6BAC"/>
    <w:rsid w:val="00CD704E"/>
    <w:rsid w:val="00CD70D5"/>
    <w:rsid w:val="00CD71C8"/>
    <w:rsid w:val="00CD77CD"/>
    <w:rsid w:val="00CD78A8"/>
    <w:rsid w:val="00CD7953"/>
    <w:rsid w:val="00CD7BC8"/>
    <w:rsid w:val="00CE05C9"/>
    <w:rsid w:val="00CE061F"/>
    <w:rsid w:val="00CE0A5C"/>
    <w:rsid w:val="00CE0EF5"/>
    <w:rsid w:val="00CE0F80"/>
    <w:rsid w:val="00CE10C3"/>
    <w:rsid w:val="00CE1437"/>
    <w:rsid w:val="00CE26B7"/>
    <w:rsid w:val="00CE27D5"/>
    <w:rsid w:val="00CE28D1"/>
    <w:rsid w:val="00CE2ABC"/>
    <w:rsid w:val="00CE2B2A"/>
    <w:rsid w:val="00CE2C8B"/>
    <w:rsid w:val="00CE2DA4"/>
    <w:rsid w:val="00CE343A"/>
    <w:rsid w:val="00CE3662"/>
    <w:rsid w:val="00CE3DD2"/>
    <w:rsid w:val="00CE3FEE"/>
    <w:rsid w:val="00CE42A7"/>
    <w:rsid w:val="00CE42BF"/>
    <w:rsid w:val="00CE446E"/>
    <w:rsid w:val="00CE44EB"/>
    <w:rsid w:val="00CE4A98"/>
    <w:rsid w:val="00CE4C8C"/>
    <w:rsid w:val="00CE5050"/>
    <w:rsid w:val="00CE5292"/>
    <w:rsid w:val="00CE53C3"/>
    <w:rsid w:val="00CE5994"/>
    <w:rsid w:val="00CE61AE"/>
    <w:rsid w:val="00CE6462"/>
    <w:rsid w:val="00CE65CB"/>
    <w:rsid w:val="00CE65D8"/>
    <w:rsid w:val="00CE6BD7"/>
    <w:rsid w:val="00CE6C61"/>
    <w:rsid w:val="00CE70D9"/>
    <w:rsid w:val="00CE72AF"/>
    <w:rsid w:val="00CE733E"/>
    <w:rsid w:val="00CE7A43"/>
    <w:rsid w:val="00CF03AB"/>
    <w:rsid w:val="00CF0C87"/>
    <w:rsid w:val="00CF0CE1"/>
    <w:rsid w:val="00CF0E79"/>
    <w:rsid w:val="00CF1080"/>
    <w:rsid w:val="00CF114E"/>
    <w:rsid w:val="00CF1566"/>
    <w:rsid w:val="00CF1812"/>
    <w:rsid w:val="00CF18F4"/>
    <w:rsid w:val="00CF1B92"/>
    <w:rsid w:val="00CF1EA4"/>
    <w:rsid w:val="00CF207B"/>
    <w:rsid w:val="00CF211F"/>
    <w:rsid w:val="00CF218E"/>
    <w:rsid w:val="00CF27F5"/>
    <w:rsid w:val="00CF29AB"/>
    <w:rsid w:val="00CF2E13"/>
    <w:rsid w:val="00CF309F"/>
    <w:rsid w:val="00CF3939"/>
    <w:rsid w:val="00CF3BB3"/>
    <w:rsid w:val="00CF3C9E"/>
    <w:rsid w:val="00CF3E2F"/>
    <w:rsid w:val="00CF3F64"/>
    <w:rsid w:val="00CF406C"/>
    <w:rsid w:val="00CF4703"/>
    <w:rsid w:val="00CF47CF"/>
    <w:rsid w:val="00CF49BB"/>
    <w:rsid w:val="00CF4BE1"/>
    <w:rsid w:val="00CF513C"/>
    <w:rsid w:val="00CF55E8"/>
    <w:rsid w:val="00CF5DE8"/>
    <w:rsid w:val="00CF5FA2"/>
    <w:rsid w:val="00CF6480"/>
    <w:rsid w:val="00CF6564"/>
    <w:rsid w:val="00CF6617"/>
    <w:rsid w:val="00CF66D4"/>
    <w:rsid w:val="00CF67C2"/>
    <w:rsid w:val="00CF6A75"/>
    <w:rsid w:val="00CF7C47"/>
    <w:rsid w:val="00D000F5"/>
    <w:rsid w:val="00D00251"/>
    <w:rsid w:val="00D00269"/>
    <w:rsid w:val="00D00449"/>
    <w:rsid w:val="00D005BC"/>
    <w:rsid w:val="00D00E82"/>
    <w:rsid w:val="00D013F8"/>
    <w:rsid w:val="00D0180F"/>
    <w:rsid w:val="00D01ADB"/>
    <w:rsid w:val="00D0227F"/>
    <w:rsid w:val="00D02948"/>
    <w:rsid w:val="00D02BE8"/>
    <w:rsid w:val="00D02D23"/>
    <w:rsid w:val="00D02D4D"/>
    <w:rsid w:val="00D02D7C"/>
    <w:rsid w:val="00D0398C"/>
    <w:rsid w:val="00D039B5"/>
    <w:rsid w:val="00D03B63"/>
    <w:rsid w:val="00D03BF0"/>
    <w:rsid w:val="00D03C6D"/>
    <w:rsid w:val="00D043A6"/>
    <w:rsid w:val="00D04419"/>
    <w:rsid w:val="00D04777"/>
    <w:rsid w:val="00D04DDE"/>
    <w:rsid w:val="00D0512D"/>
    <w:rsid w:val="00D052F6"/>
    <w:rsid w:val="00D05373"/>
    <w:rsid w:val="00D05471"/>
    <w:rsid w:val="00D055A8"/>
    <w:rsid w:val="00D05BF7"/>
    <w:rsid w:val="00D05CAC"/>
    <w:rsid w:val="00D060C6"/>
    <w:rsid w:val="00D06D7D"/>
    <w:rsid w:val="00D0719B"/>
    <w:rsid w:val="00D073B5"/>
    <w:rsid w:val="00D07416"/>
    <w:rsid w:val="00D07C28"/>
    <w:rsid w:val="00D07ECF"/>
    <w:rsid w:val="00D1015E"/>
    <w:rsid w:val="00D10181"/>
    <w:rsid w:val="00D1019E"/>
    <w:rsid w:val="00D101DC"/>
    <w:rsid w:val="00D102A2"/>
    <w:rsid w:val="00D1031D"/>
    <w:rsid w:val="00D1055F"/>
    <w:rsid w:val="00D10832"/>
    <w:rsid w:val="00D1083D"/>
    <w:rsid w:val="00D10B27"/>
    <w:rsid w:val="00D112E2"/>
    <w:rsid w:val="00D1130A"/>
    <w:rsid w:val="00D1165F"/>
    <w:rsid w:val="00D118CC"/>
    <w:rsid w:val="00D11A0E"/>
    <w:rsid w:val="00D11AA4"/>
    <w:rsid w:val="00D11E05"/>
    <w:rsid w:val="00D11EB6"/>
    <w:rsid w:val="00D12368"/>
    <w:rsid w:val="00D12418"/>
    <w:rsid w:val="00D12604"/>
    <w:rsid w:val="00D1263A"/>
    <w:rsid w:val="00D12877"/>
    <w:rsid w:val="00D132AA"/>
    <w:rsid w:val="00D133C9"/>
    <w:rsid w:val="00D13521"/>
    <w:rsid w:val="00D13F8A"/>
    <w:rsid w:val="00D1424C"/>
    <w:rsid w:val="00D142F3"/>
    <w:rsid w:val="00D14728"/>
    <w:rsid w:val="00D14C14"/>
    <w:rsid w:val="00D14E21"/>
    <w:rsid w:val="00D15021"/>
    <w:rsid w:val="00D1517E"/>
    <w:rsid w:val="00D15871"/>
    <w:rsid w:val="00D15A5A"/>
    <w:rsid w:val="00D15A5D"/>
    <w:rsid w:val="00D15CA7"/>
    <w:rsid w:val="00D15D32"/>
    <w:rsid w:val="00D15D60"/>
    <w:rsid w:val="00D16195"/>
    <w:rsid w:val="00D16224"/>
    <w:rsid w:val="00D163E2"/>
    <w:rsid w:val="00D16444"/>
    <w:rsid w:val="00D165D1"/>
    <w:rsid w:val="00D16626"/>
    <w:rsid w:val="00D16837"/>
    <w:rsid w:val="00D16872"/>
    <w:rsid w:val="00D16A03"/>
    <w:rsid w:val="00D16CF5"/>
    <w:rsid w:val="00D1754C"/>
    <w:rsid w:val="00D17717"/>
    <w:rsid w:val="00D17CE3"/>
    <w:rsid w:val="00D200AD"/>
    <w:rsid w:val="00D202C9"/>
    <w:rsid w:val="00D20367"/>
    <w:rsid w:val="00D203E2"/>
    <w:rsid w:val="00D203F8"/>
    <w:rsid w:val="00D20476"/>
    <w:rsid w:val="00D2057A"/>
    <w:rsid w:val="00D2094A"/>
    <w:rsid w:val="00D209BC"/>
    <w:rsid w:val="00D20E43"/>
    <w:rsid w:val="00D20E5F"/>
    <w:rsid w:val="00D20E6E"/>
    <w:rsid w:val="00D20F46"/>
    <w:rsid w:val="00D2114E"/>
    <w:rsid w:val="00D2140D"/>
    <w:rsid w:val="00D21CB7"/>
    <w:rsid w:val="00D222D0"/>
    <w:rsid w:val="00D22413"/>
    <w:rsid w:val="00D22467"/>
    <w:rsid w:val="00D22482"/>
    <w:rsid w:val="00D2316B"/>
    <w:rsid w:val="00D23AE3"/>
    <w:rsid w:val="00D23EE1"/>
    <w:rsid w:val="00D2410F"/>
    <w:rsid w:val="00D246D0"/>
    <w:rsid w:val="00D24889"/>
    <w:rsid w:val="00D24BD6"/>
    <w:rsid w:val="00D25164"/>
    <w:rsid w:val="00D251C0"/>
    <w:rsid w:val="00D257E6"/>
    <w:rsid w:val="00D25B80"/>
    <w:rsid w:val="00D25C75"/>
    <w:rsid w:val="00D26826"/>
    <w:rsid w:val="00D268BB"/>
    <w:rsid w:val="00D26A87"/>
    <w:rsid w:val="00D26BCF"/>
    <w:rsid w:val="00D26BFA"/>
    <w:rsid w:val="00D26E11"/>
    <w:rsid w:val="00D273B9"/>
    <w:rsid w:val="00D27451"/>
    <w:rsid w:val="00D27505"/>
    <w:rsid w:val="00D276C3"/>
    <w:rsid w:val="00D279B6"/>
    <w:rsid w:val="00D279FC"/>
    <w:rsid w:val="00D27E2C"/>
    <w:rsid w:val="00D27F34"/>
    <w:rsid w:val="00D27F9E"/>
    <w:rsid w:val="00D302D0"/>
    <w:rsid w:val="00D3057B"/>
    <w:rsid w:val="00D30689"/>
    <w:rsid w:val="00D30CBF"/>
    <w:rsid w:val="00D30E67"/>
    <w:rsid w:val="00D30ED4"/>
    <w:rsid w:val="00D31070"/>
    <w:rsid w:val="00D31B4F"/>
    <w:rsid w:val="00D31DD5"/>
    <w:rsid w:val="00D322CB"/>
    <w:rsid w:val="00D32373"/>
    <w:rsid w:val="00D323D7"/>
    <w:rsid w:val="00D325E6"/>
    <w:rsid w:val="00D32657"/>
    <w:rsid w:val="00D327AB"/>
    <w:rsid w:val="00D327AF"/>
    <w:rsid w:val="00D3296E"/>
    <w:rsid w:val="00D32C7E"/>
    <w:rsid w:val="00D3327C"/>
    <w:rsid w:val="00D33BEB"/>
    <w:rsid w:val="00D342EA"/>
    <w:rsid w:val="00D34A31"/>
    <w:rsid w:val="00D34AF3"/>
    <w:rsid w:val="00D356BD"/>
    <w:rsid w:val="00D35A1A"/>
    <w:rsid w:val="00D35B62"/>
    <w:rsid w:val="00D35C0D"/>
    <w:rsid w:val="00D35FB4"/>
    <w:rsid w:val="00D3628E"/>
    <w:rsid w:val="00D363B8"/>
    <w:rsid w:val="00D3659E"/>
    <w:rsid w:val="00D368F2"/>
    <w:rsid w:val="00D371D8"/>
    <w:rsid w:val="00D3739B"/>
    <w:rsid w:val="00D3755D"/>
    <w:rsid w:val="00D3772E"/>
    <w:rsid w:val="00D37988"/>
    <w:rsid w:val="00D407B2"/>
    <w:rsid w:val="00D40B4D"/>
    <w:rsid w:val="00D4114F"/>
    <w:rsid w:val="00D412DD"/>
    <w:rsid w:val="00D41395"/>
    <w:rsid w:val="00D41455"/>
    <w:rsid w:val="00D41828"/>
    <w:rsid w:val="00D419E3"/>
    <w:rsid w:val="00D41DCA"/>
    <w:rsid w:val="00D421A7"/>
    <w:rsid w:val="00D423A3"/>
    <w:rsid w:val="00D42FA0"/>
    <w:rsid w:val="00D43109"/>
    <w:rsid w:val="00D435E1"/>
    <w:rsid w:val="00D439AF"/>
    <w:rsid w:val="00D44281"/>
    <w:rsid w:val="00D445C8"/>
    <w:rsid w:val="00D446F5"/>
    <w:rsid w:val="00D4487A"/>
    <w:rsid w:val="00D45039"/>
    <w:rsid w:val="00D4532E"/>
    <w:rsid w:val="00D45437"/>
    <w:rsid w:val="00D45847"/>
    <w:rsid w:val="00D458E9"/>
    <w:rsid w:val="00D45F52"/>
    <w:rsid w:val="00D4639A"/>
    <w:rsid w:val="00D4639D"/>
    <w:rsid w:val="00D46775"/>
    <w:rsid w:val="00D468F5"/>
    <w:rsid w:val="00D4693C"/>
    <w:rsid w:val="00D46B77"/>
    <w:rsid w:val="00D46EB2"/>
    <w:rsid w:val="00D46EF9"/>
    <w:rsid w:val="00D46FFC"/>
    <w:rsid w:val="00D470C8"/>
    <w:rsid w:val="00D47142"/>
    <w:rsid w:val="00D47330"/>
    <w:rsid w:val="00D4762D"/>
    <w:rsid w:val="00D479FC"/>
    <w:rsid w:val="00D47CF2"/>
    <w:rsid w:val="00D47EB9"/>
    <w:rsid w:val="00D50070"/>
    <w:rsid w:val="00D50442"/>
    <w:rsid w:val="00D50631"/>
    <w:rsid w:val="00D50A4D"/>
    <w:rsid w:val="00D51441"/>
    <w:rsid w:val="00D515CB"/>
    <w:rsid w:val="00D518C6"/>
    <w:rsid w:val="00D5197A"/>
    <w:rsid w:val="00D51CE4"/>
    <w:rsid w:val="00D52273"/>
    <w:rsid w:val="00D52894"/>
    <w:rsid w:val="00D52ABE"/>
    <w:rsid w:val="00D52DCA"/>
    <w:rsid w:val="00D5330D"/>
    <w:rsid w:val="00D5367C"/>
    <w:rsid w:val="00D5394E"/>
    <w:rsid w:val="00D54A66"/>
    <w:rsid w:val="00D54F89"/>
    <w:rsid w:val="00D5519E"/>
    <w:rsid w:val="00D5524A"/>
    <w:rsid w:val="00D56432"/>
    <w:rsid w:val="00D570DA"/>
    <w:rsid w:val="00D577BC"/>
    <w:rsid w:val="00D57C2C"/>
    <w:rsid w:val="00D57EBF"/>
    <w:rsid w:val="00D6028F"/>
    <w:rsid w:val="00D60344"/>
    <w:rsid w:val="00D603C0"/>
    <w:rsid w:val="00D60ABD"/>
    <w:rsid w:val="00D60FC7"/>
    <w:rsid w:val="00D6127B"/>
    <w:rsid w:val="00D613F5"/>
    <w:rsid w:val="00D61538"/>
    <w:rsid w:val="00D61580"/>
    <w:rsid w:val="00D6177C"/>
    <w:rsid w:val="00D61AAF"/>
    <w:rsid w:val="00D61CCE"/>
    <w:rsid w:val="00D61F69"/>
    <w:rsid w:val="00D6262B"/>
    <w:rsid w:val="00D6275A"/>
    <w:rsid w:val="00D627FD"/>
    <w:rsid w:val="00D62C4B"/>
    <w:rsid w:val="00D62E66"/>
    <w:rsid w:val="00D62EA2"/>
    <w:rsid w:val="00D6326B"/>
    <w:rsid w:val="00D63363"/>
    <w:rsid w:val="00D63493"/>
    <w:rsid w:val="00D634A7"/>
    <w:rsid w:val="00D63B66"/>
    <w:rsid w:val="00D63C28"/>
    <w:rsid w:val="00D63FBC"/>
    <w:rsid w:val="00D6420E"/>
    <w:rsid w:val="00D643AF"/>
    <w:rsid w:val="00D646EC"/>
    <w:rsid w:val="00D64B8B"/>
    <w:rsid w:val="00D64CB4"/>
    <w:rsid w:val="00D64D26"/>
    <w:rsid w:val="00D65A1C"/>
    <w:rsid w:val="00D660AA"/>
    <w:rsid w:val="00D668FF"/>
    <w:rsid w:val="00D66AF9"/>
    <w:rsid w:val="00D6711D"/>
    <w:rsid w:val="00D67507"/>
    <w:rsid w:val="00D6778B"/>
    <w:rsid w:val="00D67995"/>
    <w:rsid w:val="00D67FA6"/>
    <w:rsid w:val="00D7031C"/>
    <w:rsid w:val="00D70525"/>
    <w:rsid w:val="00D70A08"/>
    <w:rsid w:val="00D70B69"/>
    <w:rsid w:val="00D70B8A"/>
    <w:rsid w:val="00D70CC2"/>
    <w:rsid w:val="00D70D53"/>
    <w:rsid w:val="00D70D6C"/>
    <w:rsid w:val="00D70DD5"/>
    <w:rsid w:val="00D70DD7"/>
    <w:rsid w:val="00D70EE1"/>
    <w:rsid w:val="00D71153"/>
    <w:rsid w:val="00D7137B"/>
    <w:rsid w:val="00D71811"/>
    <w:rsid w:val="00D71CA9"/>
    <w:rsid w:val="00D7204F"/>
    <w:rsid w:val="00D7227F"/>
    <w:rsid w:val="00D729E5"/>
    <w:rsid w:val="00D732AC"/>
    <w:rsid w:val="00D7330D"/>
    <w:rsid w:val="00D733F2"/>
    <w:rsid w:val="00D735BC"/>
    <w:rsid w:val="00D7373E"/>
    <w:rsid w:val="00D738CE"/>
    <w:rsid w:val="00D73BE0"/>
    <w:rsid w:val="00D73CCB"/>
    <w:rsid w:val="00D74881"/>
    <w:rsid w:val="00D74988"/>
    <w:rsid w:val="00D749C6"/>
    <w:rsid w:val="00D7505E"/>
    <w:rsid w:val="00D75614"/>
    <w:rsid w:val="00D75678"/>
    <w:rsid w:val="00D75A0B"/>
    <w:rsid w:val="00D75A35"/>
    <w:rsid w:val="00D75B2A"/>
    <w:rsid w:val="00D76049"/>
    <w:rsid w:val="00D76312"/>
    <w:rsid w:val="00D763FF"/>
    <w:rsid w:val="00D769E0"/>
    <w:rsid w:val="00D76CF8"/>
    <w:rsid w:val="00D76D31"/>
    <w:rsid w:val="00D77061"/>
    <w:rsid w:val="00D7736E"/>
    <w:rsid w:val="00D77A1F"/>
    <w:rsid w:val="00D77A22"/>
    <w:rsid w:val="00D77E22"/>
    <w:rsid w:val="00D80050"/>
    <w:rsid w:val="00D800CF"/>
    <w:rsid w:val="00D8037A"/>
    <w:rsid w:val="00D80D17"/>
    <w:rsid w:val="00D80D51"/>
    <w:rsid w:val="00D80DB3"/>
    <w:rsid w:val="00D80E68"/>
    <w:rsid w:val="00D80FF7"/>
    <w:rsid w:val="00D81188"/>
    <w:rsid w:val="00D811CC"/>
    <w:rsid w:val="00D815D8"/>
    <w:rsid w:val="00D81776"/>
    <w:rsid w:val="00D82338"/>
    <w:rsid w:val="00D8264F"/>
    <w:rsid w:val="00D8293E"/>
    <w:rsid w:val="00D82B12"/>
    <w:rsid w:val="00D82BFD"/>
    <w:rsid w:val="00D82C56"/>
    <w:rsid w:val="00D82F4B"/>
    <w:rsid w:val="00D82FF6"/>
    <w:rsid w:val="00D83D28"/>
    <w:rsid w:val="00D83D62"/>
    <w:rsid w:val="00D83E3A"/>
    <w:rsid w:val="00D84125"/>
    <w:rsid w:val="00D8496E"/>
    <w:rsid w:val="00D84F96"/>
    <w:rsid w:val="00D852FC"/>
    <w:rsid w:val="00D8567B"/>
    <w:rsid w:val="00D85752"/>
    <w:rsid w:val="00D8600E"/>
    <w:rsid w:val="00D860F2"/>
    <w:rsid w:val="00D861CF"/>
    <w:rsid w:val="00D863B0"/>
    <w:rsid w:val="00D8689C"/>
    <w:rsid w:val="00D86959"/>
    <w:rsid w:val="00D86DB3"/>
    <w:rsid w:val="00D86DC7"/>
    <w:rsid w:val="00D86DE7"/>
    <w:rsid w:val="00D87138"/>
    <w:rsid w:val="00D8719D"/>
    <w:rsid w:val="00D877B5"/>
    <w:rsid w:val="00D87998"/>
    <w:rsid w:val="00D87C0C"/>
    <w:rsid w:val="00D901D0"/>
    <w:rsid w:val="00D906E7"/>
    <w:rsid w:val="00D9083C"/>
    <w:rsid w:val="00D909AF"/>
    <w:rsid w:val="00D90B66"/>
    <w:rsid w:val="00D90DD1"/>
    <w:rsid w:val="00D90F71"/>
    <w:rsid w:val="00D9137D"/>
    <w:rsid w:val="00D91A81"/>
    <w:rsid w:val="00D91ACD"/>
    <w:rsid w:val="00D91D4C"/>
    <w:rsid w:val="00D91F12"/>
    <w:rsid w:val="00D91FDF"/>
    <w:rsid w:val="00D9206C"/>
    <w:rsid w:val="00D922DD"/>
    <w:rsid w:val="00D9237E"/>
    <w:rsid w:val="00D92388"/>
    <w:rsid w:val="00D9259A"/>
    <w:rsid w:val="00D92A32"/>
    <w:rsid w:val="00D92C2A"/>
    <w:rsid w:val="00D92CC7"/>
    <w:rsid w:val="00D92D3D"/>
    <w:rsid w:val="00D930A7"/>
    <w:rsid w:val="00D93686"/>
    <w:rsid w:val="00D93F02"/>
    <w:rsid w:val="00D93F64"/>
    <w:rsid w:val="00D94469"/>
    <w:rsid w:val="00D9472A"/>
    <w:rsid w:val="00D94A89"/>
    <w:rsid w:val="00D95155"/>
    <w:rsid w:val="00D954F9"/>
    <w:rsid w:val="00D957A3"/>
    <w:rsid w:val="00D95D3A"/>
    <w:rsid w:val="00D95F33"/>
    <w:rsid w:val="00D95F78"/>
    <w:rsid w:val="00D96027"/>
    <w:rsid w:val="00D96A59"/>
    <w:rsid w:val="00D96B74"/>
    <w:rsid w:val="00D971C9"/>
    <w:rsid w:val="00D9747C"/>
    <w:rsid w:val="00D974A4"/>
    <w:rsid w:val="00D97508"/>
    <w:rsid w:val="00DA0373"/>
    <w:rsid w:val="00DA092C"/>
    <w:rsid w:val="00DA0B7D"/>
    <w:rsid w:val="00DA17F0"/>
    <w:rsid w:val="00DA1800"/>
    <w:rsid w:val="00DA194F"/>
    <w:rsid w:val="00DA1E4E"/>
    <w:rsid w:val="00DA21C5"/>
    <w:rsid w:val="00DA24B6"/>
    <w:rsid w:val="00DA24F6"/>
    <w:rsid w:val="00DA2894"/>
    <w:rsid w:val="00DA2EB1"/>
    <w:rsid w:val="00DA2EF7"/>
    <w:rsid w:val="00DA326F"/>
    <w:rsid w:val="00DA352F"/>
    <w:rsid w:val="00DA3679"/>
    <w:rsid w:val="00DA3CDA"/>
    <w:rsid w:val="00DA4059"/>
    <w:rsid w:val="00DA414A"/>
    <w:rsid w:val="00DA4EBE"/>
    <w:rsid w:val="00DA4F48"/>
    <w:rsid w:val="00DA4F53"/>
    <w:rsid w:val="00DA50F1"/>
    <w:rsid w:val="00DA5234"/>
    <w:rsid w:val="00DA53B0"/>
    <w:rsid w:val="00DA5748"/>
    <w:rsid w:val="00DA584A"/>
    <w:rsid w:val="00DA5868"/>
    <w:rsid w:val="00DA595C"/>
    <w:rsid w:val="00DA5B9A"/>
    <w:rsid w:val="00DA605E"/>
    <w:rsid w:val="00DA6115"/>
    <w:rsid w:val="00DA6321"/>
    <w:rsid w:val="00DA6733"/>
    <w:rsid w:val="00DA6962"/>
    <w:rsid w:val="00DA6C71"/>
    <w:rsid w:val="00DA6EE6"/>
    <w:rsid w:val="00DA6FB5"/>
    <w:rsid w:val="00DA71A4"/>
    <w:rsid w:val="00DA734F"/>
    <w:rsid w:val="00DA73D6"/>
    <w:rsid w:val="00DA76B5"/>
    <w:rsid w:val="00DA7A91"/>
    <w:rsid w:val="00DA7BA7"/>
    <w:rsid w:val="00DA7FD6"/>
    <w:rsid w:val="00DB0033"/>
    <w:rsid w:val="00DB0B16"/>
    <w:rsid w:val="00DB0CA7"/>
    <w:rsid w:val="00DB1157"/>
    <w:rsid w:val="00DB11B8"/>
    <w:rsid w:val="00DB11F4"/>
    <w:rsid w:val="00DB123E"/>
    <w:rsid w:val="00DB1265"/>
    <w:rsid w:val="00DB13A9"/>
    <w:rsid w:val="00DB13EC"/>
    <w:rsid w:val="00DB1968"/>
    <w:rsid w:val="00DB1BAB"/>
    <w:rsid w:val="00DB200B"/>
    <w:rsid w:val="00DB2077"/>
    <w:rsid w:val="00DB20A1"/>
    <w:rsid w:val="00DB2137"/>
    <w:rsid w:val="00DB28DA"/>
    <w:rsid w:val="00DB2B30"/>
    <w:rsid w:val="00DB3588"/>
    <w:rsid w:val="00DB3BB4"/>
    <w:rsid w:val="00DB3D7C"/>
    <w:rsid w:val="00DB3E47"/>
    <w:rsid w:val="00DB3F57"/>
    <w:rsid w:val="00DB3FE8"/>
    <w:rsid w:val="00DB451B"/>
    <w:rsid w:val="00DB46D6"/>
    <w:rsid w:val="00DB4714"/>
    <w:rsid w:val="00DB4DC9"/>
    <w:rsid w:val="00DB5022"/>
    <w:rsid w:val="00DB52E5"/>
    <w:rsid w:val="00DB5331"/>
    <w:rsid w:val="00DB544D"/>
    <w:rsid w:val="00DB55AD"/>
    <w:rsid w:val="00DB58A1"/>
    <w:rsid w:val="00DB6B69"/>
    <w:rsid w:val="00DB6BB5"/>
    <w:rsid w:val="00DB6C4B"/>
    <w:rsid w:val="00DB6D38"/>
    <w:rsid w:val="00DB6F5C"/>
    <w:rsid w:val="00DB710E"/>
    <w:rsid w:val="00DB748B"/>
    <w:rsid w:val="00DB7548"/>
    <w:rsid w:val="00DB7612"/>
    <w:rsid w:val="00DB79EA"/>
    <w:rsid w:val="00DB7E99"/>
    <w:rsid w:val="00DC09A9"/>
    <w:rsid w:val="00DC0FAF"/>
    <w:rsid w:val="00DC1339"/>
    <w:rsid w:val="00DC1B0A"/>
    <w:rsid w:val="00DC1C6C"/>
    <w:rsid w:val="00DC24C0"/>
    <w:rsid w:val="00DC25CF"/>
    <w:rsid w:val="00DC25D0"/>
    <w:rsid w:val="00DC369A"/>
    <w:rsid w:val="00DC3FF2"/>
    <w:rsid w:val="00DC431D"/>
    <w:rsid w:val="00DC431E"/>
    <w:rsid w:val="00DC43A3"/>
    <w:rsid w:val="00DC44DE"/>
    <w:rsid w:val="00DC46B1"/>
    <w:rsid w:val="00DC46CD"/>
    <w:rsid w:val="00DC4BC7"/>
    <w:rsid w:val="00DC5551"/>
    <w:rsid w:val="00DC55A3"/>
    <w:rsid w:val="00DC55F4"/>
    <w:rsid w:val="00DC56BC"/>
    <w:rsid w:val="00DC58FD"/>
    <w:rsid w:val="00DC604E"/>
    <w:rsid w:val="00DC6123"/>
    <w:rsid w:val="00DC6403"/>
    <w:rsid w:val="00DC6471"/>
    <w:rsid w:val="00DC6558"/>
    <w:rsid w:val="00DC6E6E"/>
    <w:rsid w:val="00DC7597"/>
    <w:rsid w:val="00DC7DBA"/>
    <w:rsid w:val="00DD069E"/>
    <w:rsid w:val="00DD08B7"/>
    <w:rsid w:val="00DD0953"/>
    <w:rsid w:val="00DD0B14"/>
    <w:rsid w:val="00DD0B1B"/>
    <w:rsid w:val="00DD0FE4"/>
    <w:rsid w:val="00DD1254"/>
    <w:rsid w:val="00DD1330"/>
    <w:rsid w:val="00DD1555"/>
    <w:rsid w:val="00DD16FC"/>
    <w:rsid w:val="00DD194E"/>
    <w:rsid w:val="00DD1994"/>
    <w:rsid w:val="00DD1BD5"/>
    <w:rsid w:val="00DD2031"/>
    <w:rsid w:val="00DD22EA"/>
    <w:rsid w:val="00DD24E8"/>
    <w:rsid w:val="00DD26C7"/>
    <w:rsid w:val="00DD2CF6"/>
    <w:rsid w:val="00DD2E78"/>
    <w:rsid w:val="00DD2F8F"/>
    <w:rsid w:val="00DD333D"/>
    <w:rsid w:val="00DD3CC0"/>
    <w:rsid w:val="00DD3CD5"/>
    <w:rsid w:val="00DD4062"/>
    <w:rsid w:val="00DD420E"/>
    <w:rsid w:val="00DD4295"/>
    <w:rsid w:val="00DD42B8"/>
    <w:rsid w:val="00DD446D"/>
    <w:rsid w:val="00DD4A01"/>
    <w:rsid w:val="00DD4E63"/>
    <w:rsid w:val="00DD4FE7"/>
    <w:rsid w:val="00DD541B"/>
    <w:rsid w:val="00DD58D9"/>
    <w:rsid w:val="00DD63E3"/>
    <w:rsid w:val="00DD64E2"/>
    <w:rsid w:val="00DD6786"/>
    <w:rsid w:val="00DD6792"/>
    <w:rsid w:val="00DD6870"/>
    <w:rsid w:val="00DD6D9A"/>
    <w:rsid w:val="00DD6DA2"/>
    <w:rsid w:val="00DD6DD6"/>
    <w:rsid w:val="00DD6F4C"/>
    <w:rsid w:val="00DD70F2"/>
    <w:rsid w:val="00DD73A4"/>
    <w:rsid w:val="00DD79AB"/>
    <w:rsid w:val="00DD7AA8"/>
    <w:rsid w:val="00DD7BC7"/>
    <w:rsid w:val="00DD7F23"/>
    <w:rsid w:val="00DE09AE"/>
    <w:rsid w:val="00DE09FA"/>
    <w:rsid w:val="00DE0A16"/>
    <w:rsid w:val="00DE0C0F"/>
    <w:rsid w:val="00DE0D1A"/>
    <w:rsid w:val="00DE0DD2"/>
    <w:rsid w:val="00DE0ECB"/>
    <w:rsid w:val="00DE1111"/>
    <w:rsid w:val="00DE1755"/>
    <w:rsid w:val="00DE1842"/>
    <w:rsid w:val="00DE1A37"/>
    <w:rsid w:val="00DE2202"/>
    <w:rsid w:val="00DE246E"/>
    <w:rsid w:val="00DE2F46"/>
    <w:rsid w:val="00DE31A2"/>
    <w:rsid w:val="00DE3814"/>
    <w:rsid w:val="00DE3FF2"/>
    <w:rsid w:val="00DE4158"/>
    <w:rsid w:val="00DE4199"/>
    <w:rsid w:val="00DE45DF"/>
    <w:rsid w:val="00DE492A"/>
    <w:rsid w:val="00DE4B7C"/>
    <w:rsid w:val="00DE4DA8"/>
    <w:rsid w:val="00DE4E47"/>
    <w:rsid w:val="00DE50E0"/>
    <w:rsid w:val="00DE53BE"/>
    <w:rsid w:val="00DE53C1"/>
    <w:rsid w:val="00DE6106"/>
    <w:rsid w:val="00DE61C0"/>
    <w:rsid w:val="00DE6594"/>
    <w:rsid w:val="00DE66B1"/>
    <w:rsid w:val="00DE68E7"/>
    <w:rsid w:val="00DE6CDD"/>
    <w:rsid w:val="00DE7531"/>
    <w:rsid w:val="00DE756B"/>
    <w:rsid w:val="00DE7985"/>
    <w:rsid w:val="00DE7B67"/>
    <w:rsid w:val="00DE7DCC"/>
    <w:rsid w:val="00DE7EDE"/>
    <w:rsid w:val="00DF04F0"/>
    <w:rsid w:val="00DF080A"/>
    <w:rsid w:val="00DF0BFF"/>
    <w:rsid w:val="00DF12B5"/>
    <w:rsid w:val="00DF1581"/>
    <w:rsid w:val="00DF1740"/>
    <w:rsid w:val="00DF17C0"/>
    <w:rsid w:val="00DF18BF"/>
    <w:rsid w:val="00DF1B44"/>
    <w:rsid w:val="00DF1D12"/>
    <w:rsid w:val="00DF1D50"/>
    <w:rsid w:val="00DF1E4B"/>
    <w:rsid w:val="00DF1F82"/>
    <w:rsid w:val="00DF1FC7"/>
    <w:rsid w:val="00DF1FD1"/>
    <w:rsid w:val="00DF2362"/>
    <w:rsid w:val="00DF24C2"/>
    <w:rsid w:val="00DF27C2"/>
    <w:rsid w:val="00DF2CFF"/>
    <w:rsid w:val="00DF2D2E"/>
    <w:rsid w:val="00DF2F9B"/>
    <w:rsid w:val="00DF36AA"/>
    <w:rsid w:val="00DF4314"/>
    <w:rsid w:val="00DF45D0"/>
    <w:rsid w:val="00DF45E7"/>
    <w:rsid w:val="00DF473A"/>
    <w:rsid w:val="00DF4A97"/>
    <w:rsid w:val="00DF5080"/>
    <w:rsid w:val="00DF58B5"/>
    <w:rsid w:val="00DF5B07"/>
    <w:rsid w:val="00DF5B5A"/>
    <w:rsid w:val="00DF5C11"/>
    <w:rsid w:val="00DF6239"/>
    <w:rsid w:val="00DF6339"/>
    <w:rsid w:val="00DF6BF2"/>
    <w:rsid w:val="00DF6FE6"/>
    <w:rsid w:val="00DF70C8"/>
    <w:rsid w:val="00DF70DB"/>
    <w:rsid w:val="00DF73C4"/>
    <w:rsid w:val="00DF758D"/>
    <w:rsid w:val="00DF76C3"/>
    <w:rsid w:val="00DF77CB"/>
    <w:rsid w:val="00DF7BDC"/>
    <w:rsid w:val="00DF7C3B"/>
    <w:rsid w:val="00E003C2"/>
    <w:rsid w:val="00E00601"/>
    <w:rsid w:val="00E00631"/>
    <w:rsid w:val="00E008A1"/>
    <w:rsid w:val="00E00AF5"/>
    <w:rsid w:val="00E00B65"/>
    <w:rsid w:val="00E011E0"/>
    <w:rsid w:val="00E0121D"/>
    <w:rsid w:val="00E01290"/>
    <w:rsid w:val="00E0186B"/>
    <w:rsid w:val="00E018C4"/>
    <w:rsid w:val="00E01998"/>
    <w:rsid w:val="00E01B08"/>
    <w:rsid w:val="00E01C62"/>
    <w:rsid w:val="00E01FA9"/>
    <w:rsid w:val="00E022E5"/>
    <w:rsid w:val="00E02830"/>
    <w:rsid w:val="00E028CA"/>
    <w:rsid w:val="00E02BC5"/>
    <w:rsid w:val="00E02BF5"/>
    <w:rsid w:val="00E03025"/>
    <w:rsid w:val="00E03115"/>
    <w:rsid w:val="00E03430"/>
    <w:rsid w:val="00E03C6B"/>
    <w:rsid w:val="00E043FE"/>
    <w:rsid w:val="00E0459E"/>
    <w:rsid w:val="00E047A1"/>
    <w:rsid w:val="00E0480E"/>
    <w:rsid w:val="00E04EB8"/>
    <w:rsid w:val="00E05992"/>
    <w:rsid w:val="00E05B87"/>
    <w:rsid w:val="00E05BD7"/>
    <w:rsid w:val="00E05BEF"/>
    <w:rsid w:val="00E05EB0"/>
    <w:rsid w:val="00E06619"/>
    <w:rsid w:val="00E07013"/>
    <w:rsid w:val="00E072B1"/>
    <w:rsid w:val="00E07EBA"/>
    <w:rsid w:val="00E07FD4"/>
    <w:rsid w:val="00E104F0"/>
    <w:rsid w:val="00E1075B"/>
    <w:rsid w:val="00E10B57"/>
    <w:rsid w:val="00E10F37"/>
    <w:rsid w:val="00E10F5A"/>
    <w:rsid w:val="00E10FDD"/>
    <w:rsid w:val="00E112C6"/>
    <w:rsid w:val="00E1136F"/>
    <w:rsid w:val="00E113FA"/>
    <w:rsid w:val="00E114D8"/>
    <w:rsid w:val="00E119E4"/>
    <w:rsid w:val="00E11B5B"/>
    <w:rsid w:val="00E11F48"/>
    <w:rsid w:val="00E11FAF"/>
    <w:rsid w:val="00E11FE2"/>
    <w:rsid w:val="00E11FE9"/>
    <w:rsid w:val="00E124CD"/>
    <w:rsid w:val="00E12700"/>
    <w:rsid w:val="00E12880"/>
    <w:rsid w:val="00E12987"/>
    <w:rsid w:val="00E12E8C"/>
    <w:rsid w:val="00E130FE"/>
    <w:rsid w:val="00E13101"/>
    <w:rsid w:val="00E135DA"/>
    <w:rsid w:val="00E136B0"/>
    <w:rsid w:val="00E1371B"/>
    <w:rsid w:val="00E139A6"/>
    <w:rsid w:val="00E1416F"/>
    <w:rsid w:val="00E143AB"/>
    <w:rsid w:val="00E14C86"/>
    <w:rsid w:val="00E15119"/>
    <w:rsid w:val="00E1551A"/>
    <w:rsid w:val="00E157E8"/>
    <w:rsid w:val="00E15844"/>
    <w:rsid w:val="00E15DBC"/>
    <w:rsid w:val="00E15EBC"/>
    <w:rsid w:val="00E15F41"/>
    <w:rsid w:val="00E1653C"/>
    <w:rsid w:val="00E1749B"/>
    <w:rsid w:val="00E176D4"/>
    <w:rsid w:val="00E1785A"/>
    <w:rsid w:val="00E178CD"/>
    <w:rsid w:val="00E17913"/>
    <w:rsid w:val="00E17A9D"/>
    <w:rsid w:val="00E17E76"/>
    <w:rsid w:val="00E2003F"/>
    <w:rsid w:val="00E2020B"/>
    <w:rsid w:val="00E204BF"/>
    <w:rsid w:val="00E205A4"/>
    <w:rsid w:val="00E205B6"/>
    <w:rsid w:val="00E206D3"/>
    <w:rsid w:val="00E208FC"/>
    <w:rsid w:val="00E20D4E"/>
    <w:rsid w:val="00E20E8A"/>
    <w:rsid w:val="00E21045"/>
    <w:rsid w:val="00E21344"/>
    <w:rsid w:val="00E21440"/>
    <w:rsid w:val="00E21E26"/>
    <w:rsid w:val="00E22357"/>
    <w:rsid w:val="00E22872"/>
    <w:rsid w:val="00E22D85"/>
    <w:rsid w:val="00E22ECD"/>
    <w:rsid w:val="00E230E7"/>
    <w:rsid w:val="00E2368C"/>
    <w:rsid w:val="00E236D0"/>
    <w:rsid w:val="00E236FD"/>
    <w:rsid w:val="00E238CC"/>
    <w:rsid w:val="00E23F90"/>
    <w:rsid w:val="00E241DA"/>
    <w:rsid w:val="00E242EE"/>
    <w:rsid w:val="00E243FB"/>
    <w:rsid w:val="00E24828"/>
    <w:rsid w:val="00E24CBF"/>
    <w:rsid w:val="00E25299"/>
    <w:rsid w:val="00E2594F"/>
    <w:rsid w:val="00E26110"/>
    <w:rsid w:val="00E262B0"/>
    <w:rsid w:val="00E264D1"/>
    <w:rsid w:val="00E267B5"/>
    <w:rsid w:val="00E267BA"/>
    <w:rsid w:val="00E26B2E"/>
    <w:rsid w:val="00E26C2D"/>
    <w:rsid w:val="00E26C3A"/>
    <w:rsid w:val="00E26E00"/>
    <w:rsid w:val="00E26F3E"/>
    <w:rsid w:val="00E27CC2"/>
    <w:rsid w:val="00E27F90"/>
    <w:rsid w:val="00E30274"/>
    <w:rsid w:val="00E303A7"/>
    <w:rsid w:val="00E30641"/>
    <w:rsid w:val="00E30760"/>
    <w:rsid w:val="00E308F8"/>
    <w:rsid w:val="00E30A0E"/>
    <w:rsid w:val="00E30F64"/>
    <w:rsid w:val="00E31036"/>
    <w:rsid w:val="00E3145B"/>
    <w:rsid w:val="00E316CB"/>
    <w:rsid w:val="00E32FC5"/>
    <w:rsid w:val="00E33531"/>
    <w:rsid w:val="00E33EE1"/>
    <w:rsid w:val="00E34BBA"/>
    <w:rsid w:val="00E34EDE"/>
    <w:rsid w:val="00E35001"/>
    <w:rsid w:val="00E35178"/>
    <w:rsid w:val="00E35D17"/>
    <w:rsid w:val="00E36255"/>
    <w:rsid w:val="00E36523"/>
    <w:rsid w:val="00E3673A"/>
    <w:rsid w:val="00E3698A"/>
    <w:rsid w:val="00E369EE"/>
    <w:rsid w:val="00E36E52"/>
    <w:rsid w:val="00E370D0"/>
    <w:rsid w:val="00E371E7"/>
    <w:rsid w:val="00E375BA"/>
    <w:rsid w:val="00E3767E"/>
    <w:rsid w:val="00E376C4"/>
    <w:rsid w:val="00E37EDB"/>
    <w:rsid w:val="00E402C1"/>
    <w:rsid w:val="00E403B1"/>
    <w:rsid w:val="00E405CC"/>
    <w:rsid w:val="00E405FE"/>
    <w:rsid w:val="00E40F8E"/>
    <w:rsid w:val="00E41228"/>
    <w:rsid w:val="00E4144B"/>
    <w:rsid w:val="00E416E4"/>
    <w:rsid w:val="00E41758"/>
    <w:rsid w:val="00E41932"/>
    <w:rsid w:val="00E41B27"/>
    <w:rsid w:val="00E422B8"/>
    <w:rsid w:val="00E42A92"/>
    <w:rsid w:val="00E42C11"/>
    <w:rsid w:val="00E42F2F"/>
    <w:rsid w:val="00E4318B"/>
    <w:rsid w:val="00E436D3"/>
    <w:rsid w:val="00E43E3B"/>
    <w:rsid w:val="00E43F2D"/>
    <w:rsid w:val="00E4408B"/>
    <w:rsid w:val="00E440D3"/>
    <w:rsid w:val="00E44274"/>
    <w:rsid w:val="00E444F6"/>
    <w:rsid w:val="00E44621"/>
    <w:rsid w:val="00E448E2"/>
    <w:rsid w:val="00E44C49"/>
    <w:rsid w:val="00E4555A"/>
    <w:rsid w:val="00E4589A"/>
    <w:rsid w:val="00E4662F"/>
    <w:rsid w:val="00E46631"/>
    <w:rsid w:val="00E4679B"/>
    <w:rsid w:val="00E467D7"/>
    <w:rsid w:val="00E46947"/>
    <w:rsid w:val="00E46A85"/>
    <w:rsid w:val="00E46B7B"/>
    <w:rsid w:val="00E46F34"/>
    <w:rsid w:val="00E470E9"/>
    <w:rsid w:val="00E474CA"/>
    <w:rsid w:val="00E475C5"/>
    <w:rsid w:val="00E475FD"/>
    <w:rsid w:val="00E47724"/>
    <w:rsid w:val="00E47858"/>
    <w:rsid w:val="00E5123F"/>
    <w:rsid w:val="00E51465"/>
    <w:rsid w:val="00E51557"/>
    <w:rsid w:val="00E516BA"/>
    <w:rsid w:val="00E519E9"/>
    <w:rsid w:val="00E519F6"/>
    <w:rsid w:val="00E51C15"/>
    <w:rsid w:val="00E51FA5"/>
    <w:rsid w:val="00E5247D"/>
    <w:rsid w:val="00E5293A"/>
    <w:rsid w:val="00E52D99"/>
    <w:rsid w:val="00E52E1E"/>
    <w:rsid w:val="00E52E30"/>
    <w:rsid w:val="00E52E8D"/>
    <w:rsid w:val="00E53065"/>
    <w:rsid w:val="00E530E0"/>
    <w:rsid w:val="00E5326C"/>
    <w:rsid w:val="00E53ADD"/>
    <w:rsid w:val="00E53BB9"/>
    <w:rsid w:val="00E540E0"/>
    <w:rsid w:val="00E543C5"/>
    <w:rsid w:val="00E54401"/>
    <w:rsid w:val="00E5447F"/>
    <w:rsid w:val="00E54BA9"/>
    <w:rsid w:val="00E5510A"/>
    <w:rsid w:val="00E55360"/>
    <w:rsid w:val="00E55656"/>
    <w:rsid w:val="00E55825"/>
    <w:rsid w:val="00E55C58"/>
    <w:rsid w:val="00E55CB1"/>
    <w:rsid w:val="00E55DAB"/>
    <w:rsid w:val="00E55E5E"/>
    <w:rsid w:val="00E5613D"/>
    <w:rsid w:val="00E57358"/>
    <w:rsid w:val="00E5758B"/>
    <w:rsid w:val="00E57A64"/>
    <w:rsid w:val="00E57D9B"/>
    <w:rsid w:val="00E57F36"/>
    <w:rsid w:val="00E602B9"/>
    <w:rsid w:val="00E602E0"/>
    <w:rsid w:val="00E6095B"/>
    <w:rsid w:val="00E60BC2"/>
    <w:rsid w:val="00E611C7"/>
    <w:rsid w:val="00E61423"/>
    <w:rsid w:val="00E61AD9"/>
    <w:rsid w:val="00E61E4E"/>
    <w:rsid w:val="00E623F9"/>
    <w:rsid w:val="00E629C0"/>
    <w:rsid w:val="00E62A8E"/>
    <w:rsid w:val="00E63471"/>
    <w:rsid w:val="00E635B5"/>
    <w:rsid w:val="00E63DFD"/>
    <w:rsid w:val="00E6413D"/>
    <w:rsid w:val="00E641AF"/>
    <w:rsid w:val="00E6464B"/>
    <w:rsid w:val="00E64D37"/>
    <w:rsid w:val="00E64E91"/>
    <w:rsid w:val="00E6526E"/>
    <w:rsid w:val="00E65361"/>
    <w:rsid w:val="00E659B7"/>
    <w:rsid w:val="00E659E2"/>
    <w:rsid w:val="00E65A11"/>
    <w:rsid w:val="00E65C3D"/>
    <w:rsid w:val="00E65E22"/>
    <w:rsid w:val="00E662F5"/>
    <w:rsid w:val="00E665D7"/>
    <w:rsid w:val="00E6690E"/>
    <w:rsid w:val="00E66E06"/>
    <w:rsid w:val="00E67791"/>
    <w:rsid w:val="00E67C3A"/>
    <w:rsid w:val="00E7045C"/>
    <w:rsid w:val="00E70829"/>
    <w:rsid w:val="00E70897"/>
    <w:rsid w:val="00E70EC0"/>
    <w:rsid w:val="00E70F8A"/>
    <w:rsid w:val="00E7110B"/>
    <w:rsid w:val="00E711FB"/>
    <w:rsid w:val="00E716CE"/>
    <w:rsid w:val="00E71B10"/>
    <w:rsid w:val="00E71B2F"/>
    <w:rsid w:val="00E71CD7"/>
    <w:rsid w:val="00E71DCF"/>
    <w:rsid w:val="00E71E59"/>
    <w:rsid w:val="00E71FFB"/>
    <w:rsid w:val="00E7220F"/>
    <w:rsid w:val="00E72306"/>
    <w:rsid w:val="00E72442"/>
    <w:rsid w:val="00E72B8F"/>
    <w:rsid w:val="00E72E5A"/>
    <w:rsid w:val="00E73AF5"/>
    <w:rsid w:val="00E73FF3"/>
    <w:rsid w:val="00E742AA"/>
    <w:rsid w:val="00E743D7"/>
    <w:rsid w:val="00E74B7C"/>
    <w:rsid w:val="00E74D58"/>
    <w:rsid w:val="00E74DB7"/>
    <w:rsid w:val="00E74F70"/>
    <w:rsid w:val="00E751D7"/>
    <w:rsid w:val="00E757FD"/>
    <w:rsid w:val="00E75EA4"/>
    <w:rsid w:val="00E7618D"/>
    <w:rsid w:val="00E763EB"/>
    <w:rsid w:val="00E76D59"/>
    <w:rsid w:val="00E76D66"/>
    <w:rsid w:val="00E76D84"/>
    <w:rsid w:val="00E774DA"/>
    <w:rsid w:val="00E77752"/>
    <w:rsid w:val="00E77790"/>
    <w:rsid w:val="00E77A29"/>
    <w:rsid w:val="00E77B7D"/>
    <w:rsid w:val="00E77BEA"/>
    <w:rsid w:val="00E77F06"/>
    <w:rsid w:val="00E802C4"/>
    <w:rsid w:val="00E802CC"/>
    <w:rsid w:val="00E80543"/>
    <w:rsid w:val="00E80570"/>
    <w:rsid w:val="00E8087E"/>
    <w:rsid w:val="00E80A56"/>
    <w:rsid w:val="00E8122B"/>
    <w:rsid w:val="00E81EB1"/>
    <w:rsid w:val="00E81F57"/>
    <w:rsid w:val="00E82255"/>
    <w:rsid w:val="00E827F7"/>
    <w:rsid w:val="00E82A8E"/>
    <w:rsid w:val="00E82DC6"/>
    <w:rsid w:val="00E82FAD"/>
    <w:rsid w:val="00E830C7"/>
    <w:rsid w:val="00E83C16"/>
    <w:rsid w:val="00E83D35"/>
    <w:rsid w:val="00E83F38"/>
    <w:rsid w:val="00E8412D"/>
    <w:rsid w:val="00E844B7"/>
    <w:rsid w:val="00E84683"/>
    <w:rsid w:val="00E84EEA"/>
    <w:rsid w:val="00E84F68"/>
    <w:rsid w:val="00E84FE7"/>
    <w:rsid w:val="00E85048"/>
    <w:rsid w:val="00E852B1"/>
    <w:rsid w:val="00E854C1"/>
    <w:rsid w:val="00E8589E"/>
    <w:rsid w:val="00E859C2"/>
    <w:rsid w:val="00E85A13"/>
    <w:rsid w:val="00E85EBF"/>
    <w:rsid w:val="00E86009"/>
    <w:rsid w:val="00E86387"/>
    <w:rsid w:val="00E86453"/>
    <w:rsid w:val="00E865AD"/>
    <w:rsid w:val="00E86858"/>
    <w:rsid w:val="00E86E97"/>
    <w:rsid w:val="00E86EB9"/>
    <w:rsid w:val="00E877CA"/>
    <w:rsid w:val="00E878E6"/>
    <w:rsid w:val="00E87A2B"/>
    <w:rsid w:val="00E87D38"/>
    <w:rsid w:val="00E87F30"/>
    <w:rsid w:val="00E9011E"/>
    <w:rsid w:val="00E90464"/>
    <w:rsid w:val="00E904EB"/>
    <w:rsid w:val="00E9071B"/>
    <w:rsid w:val="00E90746"/>
    <w:rsid w:val="00E9078D"/>
    <w:rsid w:val="00E90D26"/>
    <w:rsid w:val="00E915BD"/>
    <w:rsid w:val="00E91704"/>
    <w:rsid w:val="00E91879"/>
    <w:rsid w:val="00E91FC5"/>
    <w:rsid w:val="00E9215E"/>
    <w:rsid w:val="00E9232B"/>
    <w:rsid w:val="00E9261A"/>
    <w:rsid w:val="00E92B55"/>
    <w:rsid w:val="00E92C4C"/>
    <w:rsid w:val="00E92C83"/>
    <w:rsid w:val="00E931DA"/>
    <w:rsid w:val="00E93513"/>
    <w:rsid w:val="00E93547"/>
    <w:rsid w:val="00E93602"/>
    <w:rsid w:val="00E93BCF"/>
    <w:rsid w:val="00E93E2E"/>
    <w:rsid w:val="00E9411F"/>
    <w:rsid w:val="00E942B5"/>
    <w:rsid w:val="00E94F8D"/>
    <w:rsid w:val="00E952C5"/>
    <w:rsid w:val="00E95540"/>
    <w:rsid w:val="00E955EE"/>
    <w:rsid w:val="00E95ABE"/>
    <w:rsid w:val="00E95E7B"/>
    <w:rsid w:val="00E9638C"/>
    <w:rsid w:val="00E966ED"/>
    <w:rsid w:val="00E96769"/>
    <w:rsid w:val="00E968D9"/>
    <w:rsid w:val="00E96ADC"/>
    <w:rsid w:val="00E96C74"/>
    <w:rsid w:val="00E96F4E"/>
    <w:rsid w:val="00E977B0"/>
    <w:rsid w:val="00E978C5"/>
    <w:rsid w:val="00E97925"/>
    <w:rsid w:val="00E979A1"/>
    <w:rsid w:val="00E979B3"/>
    <w:rsid w:val="00E97E35"/>
    <w:rsid w:val="00EA019D"/>
    <w:rsid w:val="00EA0252"/>
    <w:rsid w:val="00EA0478"/>
    <w:rsid w:val="00EA0B22"/>
    <w:rsid w:val="00EA11D2"/>
    <w:rsid w:val="00EA1479"/>
    <w:rsid w:val="00EA1707"/>
    <w:rsid w:val="00EA174D"/>
    <w:rsid w:val="00EA1C6A"/>
    <w:rsid w:val="00EA213A"/>
    <w:rsid w:val="00EA230C"/>
    <w:rsid w:val="00EA2449"/>
    <w:rsid w:val="00EA25E5"/>
    <w:rsid w:val="00EA2D93"/>
    <w:rsid w:val="00EA2DCC"/>
    <w:rsid w:val="00EA2F7B"/>
    <w:rsid w:val="00EA2FCC"/>
    <w:rsid w:val="00EA3410"/>
    <w:rsid w:val="00EA34CE"/>
    <w:rsid w:val="00EA3918"/>
    <w:rsid w:val="00EA3EA0"/>
    <w:rsid w:val="00EA40B8"/>
    <w:rsid w:val="00EA4404"/>
    <w:rsid w:val="00EA4922"/>
    <w:rsid w:val="00EA4BC4"/>
    <w:rsid w:val="00EA5043"/>
    <w:rsid w:val="00EA50EC"/>
    <w:rsid w:val="00EA563D"/>
    <w:rsid w:val="00EA567D"/>
    <w:rsid w:val="00EA5A7C"/>
    <w:rsid w:val="00EA5C4D"/>
    <w:rsid w:val="00EA6B01"/>
    <w:rsid w:val="00EA713A"/>
    <w:rsid w:val="00EA73FF"/>
    <w:rsid w:val="00EA740D"/>
    <w:rsid w:val="00EA75E6"/>
    <w:rsid w:val="00EA7C10"/>
    <w:rsid w:val="00EA7C59"/>
    <w:rsid w:val="00EA7CFE"/>
    <w:rsid w:val="00EB008F"/>
    <w:rsid w:val="00EB0271"/>
    <w:rsid w:val="00EB0775"/>
    <w:rsid w:val="00EB0CB8"/>
    <w:rsid w:val="00EB0D08"/>
    <w:rsid w:val="00EB0DF0"/>
    <w:rsid w:val="00EB0F36"/>
    <w:rsid w:val="00EB113A"/>
    <w:rsid w:val="00EB12F1"/>
    <w:rsid w:val="00EB14B8"/>
    <w:rsid w:val="00EB1F0C"/>
    <w:rsid w:val="00EB1FAB"/>
    <w:rsid w:val="00EB2475"/>
    <w:rsid w:val="00EB24C3"/>
    <w:rsid w:val="00EB2535"/>
    <w:rsid w:val="00EB2577"/>
    <w:rsid w:val="00EB2A75"/>
    <w:rsid w:val="00EB2ACF"/>
    <w:rsid w:val="00EB2C7D"/>
    <w:rsid w:val="00EB3C1D"/>
    <w:rsid w:val="00EB3C22"/>
    <w:rsid w:val="00EB3D2F"/>
    <w:rsid w:val="00EB3D95"/>
    <w:rsid w:val="00EB3F53"/>
    <w:rsid w:val="00EB414A"/>
    <w:rsid w:val="00EB44D5"/>
    <w:rsid w:val="00EB486D"/>
    <w:rsid w:val="00EB4927"/>
    <w:rsid w:val="00EB4A8A"/>
    <w:rsid w:val="00EB4C19"/>
    <w:rsid w:val="00EB4D78"/>
    <w:rsid w:val="00EB4E82"/>
    <w:rsid w:val="00EB4F2B"/>
    <w:rsid w:val="00EB55C2"/>
    <w:rsid w:val="00EB56B7"/>
    <w:rsid w:val="00EB5BFE"/>
    <w:rsid w:val="00EB5DB9"/>
    <w:rsid w:val="00EB61D9"/>
    <w:rsid w:val="00EB62AD"/>
    <w:rsid w:val="00EB6BF8"/>
    <w:rsid w:val="00EB6F13"/>
    <w:rsid w:val="00EB76B9"/>
    <w:rsid w:val="00EB776D"/>
    <w:rsid w:val="00EC01C0"/>
    <w:rsid w:val="00EC0838"/>
    <w:rsid w:val="00EC0D1E"/>
    <w:rsid w:val="00EC105D"/>
    <w:rsid w:val="00EC16AA"/>
    <w:rsid w:val="00EC1DF3"/>
    <w:rsid w:val="00EC282E"/>
    <w:rsid w:val="00EC29D8"/>
    <w:rsid w:val="00EC2F42"/>
    <w:rsid w:val="00EC3252"/>
    <w:rsid w:val="00EC3271"/>
    <w:rsid w:val="00EC32A5"/>
    <w:rsid w:val="00EC35AA"/>
    <w:rsid w:val="00EC367C"/>
    <w:rsid w:val="00EC368D"/>
    <w:rsid w:val="00EC3D78"/>
    <w:rsid w:val="00EC3F07"/>
    <w:rsid w:val="00EC48F8"/>
    <w:rsid w:val="00EC4AD7"/>
    <w:rsid w:val="00EC4E2A"/>
    <w:rsid w:val="00EC4E7C"/>
    <w:rsid w:val="00EC4F97"/>
    <w:rsid w:val="00EC51DB"/>
    <w:rsid w:val="00EC5745"/>
    <w:rsid w:val="00EC5779"/>
    <w:rsid w:val="00EC589E"/>
    <w:rsid w:val="00EC5B60"/>
    <w:rsid w:val="00EC5C08"/>
    <w:rsid w:val="00EC6A62"/>
    <w:rsid w:val="00EC71DA"/>
    <w:rsid w:val="00EC71EB"/>
    <w:rsid w:val="00EC78FD"/>
    <w:rsid w:val="00EC7AE8"/>
    <w:rsid w:val="00ED0219"/>
    <w:rsid w:val="00ED028B"/>
    <w:rsid w:val="00ED0718"/>
    <w:rsid w:val="00ED0732"/>
    <w:rsid w:val="00ED089C"/>
    <w:rsid w:val="00ED08BE"/>
    <w:rsid w:val="00ED13A3"/>
    <w:rsid w:val="00ED18D3"/>
    <w:rsid w:val="00ED1A0F"/>
    <w:rsid w:val="00ED2130"/>
    <w:rsid w:val="00ED2874"/>
    <w:rsid w:val="00ED2FB0"/>
    <w:rsid w:val="00ED3389"/>
    <w:rsid w:val="00ED3674"/>
    <w:rsid w:val="00ED386A"/>
    <w:rsid w:val="00ED3F6A"/>
    <w:rsid w:val="00ED4419"/>
    <w:rsid w:val="00ED447C"/>
    <w:rsid w:val="00ED4626"/>
    <w:rsid w:val="00ED48C9"/>
    <w:rsid w:val="00ED4B57"/>
    <w:rsid w:val="00ED4B6E"/>
    <w:rsid w:val="00ED4BD2"/>
    <w:rsid w:val="00ED4D3F"/>
    <w:rsid w:val="00ED4E44"/>
    <w:rsid w:val="00ED527E"/>
    <w:rsid w:val="00ED572F"/>
    <w:rsid w:val="00ED587B"/>
    <w:rsid w:val="00ED5C06"/>
    <w:rsid w:val="00ED5F93"/>
    <w:rsid w:val="00ED62A4"/>
    <w:rsid w:val="00ED6890"/>
    <w:rsid w:val="00ED6E61"/>
    <w:rsid w:val="00ED6F28"/>
    <w:rsid w:val="00ED753E"/>
    <w:rsid w:val="00ED7596"/>
    <w:rsid w:val="00ED75DF"/>
    <w:rsid w:val="00ED7F14"/>
    <w:rsid w:val="00EE0248"/>
    <w:rsid w:val="00EE03FD"/>
    <w:rsid w:val="00EE0FF2"/>
    <w:rsid w:val="00EE115B"/>
    <w:rsid w:val="00EE1211"/>
    <w:rsid w:val="00EE124B"/>
    <w:rsid w:val="00EE1693"/>
    <w:rsid w:val="00EE1AEC"/>
    <w:rsid w:val="00EE1C9F"/>
    <w:rsid w:val="00EE1E36"/>
    <w:rsid w:val="00EE2478"/>
    <w:rsid w:val="00EE24C5"/>
    <w:rsid w:val="00EE278E"/>
    <w:rsid w:val="00EE2A03"/>
    <w:rsid w:val="00EE2B49"/>
    <w:rsid w:val="00EE2DCC"/>
    <w:rsid w:val="00EE2DE9"/>
    <w:rsid w:val="00EE2EBD"/>
    <w:rsid w:val="00EE2ECA"/>
    <w:rsid w:val="00EE35BE"/>
    <w:rsid w:val="00EE38D7"/>
    <w:rsid w:val="00EE40FE"/>
    <w:rsid w:val="00EE44B6"/>
    <w:rsid w:val="00EE4686"/>
    <w:rsid w:val="00EE4983"/>
    <w:rsid w:val="00EE5003"/>
    <w:rsid w:val="00EE515A"/>
    <w:rsid w:val="00EE52D5"/>
    <w:rsid w:val="00EE549A"/>
    <w:rsid w:val="00EE55B1"/>
    <w:rsid w:val="00EE5836"/>
    <w:rsid w:val="00EE5F56"/>
    <w:rsid w:val="00EE61F1"/>
    <w:rsid w:val="00EE6B26"/>
    <w:rsid w:val="00EE6C76"/>
    <w:rsid w:val="00EE6DFD"/>
    <w:rsid w:val="00EE7040"/>
    <w:rsid w:val="00EE7073"/>
    <w:rsid w:val="00EE7686"/>
    <w:rsid w:val="00EE7782"/>
    <w:rsid w:val="00EE7B49"/>
    <w:rsid w:val="00EF003C"/>
    <w:rsid w:val="00EF0075"/>
    <w:rsid w:val="00EF0162"/>
    <w:rsid w:val="00EF033E"/>
    <w:rsid w:val="00EF05A1"/>
    <w:rsid w:val="00EF05F8"/>
    <w:rsid w:val="00EF16FE"/>
    <w:rsid w:val="00EF1975"/>
    <w:rsid w:val="00EF197B"/>
    <w:rsid w:val="00EF19A3"/>
    <w:rsid w:val="00EF1FAA"/>
    <w:rsid w:val="00EF2400"/>
    <w:rsid w:val="00EF2734"/>
    <w:rsid w:val="00EF2820"/>
    <w:rsid w:val="00EF2DF3"/>
    <w:rsid w:val="00EF3312"/>
    <w:rsid w:val="00EF37FE"/>
    <w:rsid w:val="00EF3E43"/>
    <w:rsid w:val="00EF424F"/>
    <w:rsid w:val="00EF4502"/>
    <w:rsid w:val="00EF4684"/>
    <w:rsid w:val="00EF47D7"/>
    <w:rsid w:val="00EF5379"/>
    <w:rsid w:val="00EF5995"/>
    <w:rsid w:val="00EF5F4D"/>
    <w:rsid w:val="00EF6099"/>
    <w:rsid w:val="00EF6304"/>
    <w:rsid w:val="00EF639F"/>
    <w:rsid w:val="00EF69CA"/>
    <w:rsid w:val="00EF6BE8"/>
    <w:rsid w:val="00EF6CE6"/>
    <w:rsid w:val="00EF6D08"/>
    <w:rsid w:val="00EF6DB5"/>
    <w:rsid w:val="00EF6FC5"/>
    <w:rsid w:val="00EF733D"/>
    <w:rsid w:val="00EF7381"/>
    <w:rsid w:val="00EF7398"/>
    <w:rsid w:val="00EF7668"/>
    <w:rsid w:val="00EF78A4"/>
    <w:rsid w:val="00EF78FC"/>
    <w:rsid w:val="00EF7910"/>
    <w:rsid w:val="00EF7E8B"/>
    <w:rsid w:val="00F000F7"/>
    <w:rsid w:val="00F00A33"/>
    <w:rsid w:val="00F00A62"/>
    <w:rsid w:val="00F00D75"/>
    <w:rsid w:val="00F00F00"/>
    <w:rsid w:val="00F00FFB"/>
    <w:rsid w:val="00F014A6"/>
    <w:rsid w:val="00F01647"/>
    <w:rsid w:val="00F01E66"/>
    <w:rsid w:val="00F0204C"/>
    <w:rsid w:val="00F021DA"/>
    <w:rsid w:val="00F02271"/>
    <w:rsid w:val="00F0242B"/>
    <w:rsid w:val="00F0299B"/>
    <w:rsid w:val="00F03023"/>
    <w:rsid w:val="00F0341D"/>
    <w:rsid w:val="00F03463"/>
    <w:rsid w:val="00F03559"/>
    <w:rsid w:val="00F037A2"/>
    <w:rsid w:val="00F03B32"/>
    <w:rsid w:val="00F03B5B"/>
    <w:rsid w:val="00F03B9A"/>
    <w:rsid w:val="00F03DD7"/>
    <w:rsid w:val="00F048BF"/>
    <w:rsid w:val="00F0494C"/>
    <w:rsid w:val="00F04DEE"/>
    <w:rsid w:val="00F05078"/>
    <w:rsid w:val="00F05900"/>
    <w:rsid w:val="00F05BF8"/>
    <w:rsid w:val="00F05E4D"/>
    <w:rsid w:val="00F05F83"/>
    <w:rsid w:val="00F06083"/>
    <w:rsid w:val="00F06239"/>
    <w:rsid w:val="00F06253"/>
    <w:rsid w:val="00F06600"/>
    <w:rsid w:val="00F06AE2"/>
    <w:rsid w:val="00F06BB0"/>
    <w:rsid w:val="00F06C37"/>
    <w:rsid w:val="00F078B9"/>
    <w:rsid w:val="00F07BDE"/>
    <w:rsid w:val="00F07EE4"/>
    <w:rsid w:val="00F1003D"/>
    <w:rsid w:val="00F1068B"/>
    <w:rsid w:val="00F1089E"/>
    <w:rsid w:val="00F10AFC"/>
    <w:rsid w:val="00F10B48"/>
    <w:rsid w:val="00F10D2E"/>
    <w:rsid w:val="00F10FF4"/>
    <w:rsid w:val="00F118D3"/>
    <w:rsid w:val="00F11D15"/>
    <w:rsid w:val="00F1212F"/>
    <w:rsid w:val="00F12377"/>
    <w:rsid w:val="00F1251A"/>
    <w:rsid w:val="00F1253C"/>
    <w:rsid w:val="00F12A64"/>
    <w:rsid w:val="00F12B18"/>
    <w:rsid w:val="00F12BDC"/>
    <w:rsid w:val="00F12C92"/>
    <w:rsid w:val="00F12CAA"/>
    <w:rsid w:val="00F12D05"/>
    <w:rsid w:val="00F12E0C"/>
    <w:rsid w:val="00F131B1"/>
    <w:rsid w:val="00F13789"/>
    <w:rsid w:val="00F13D11"/>
    <w:rsid w:val="00F13FAB"/>
    <w:rsid w:val="00F143D8"/>
    <w:rsid w:val="00F14430"/>
    <w:rsid w:val="00F14515"/>
    <w:rsid w:val="00F145E2"/>
    <w:rsid w:val="00F147FE"/>
    <w:rsid w:val="00F14A6F"/>
    <w:rsid w:val="00F14B60"/>
    <w:rsid w:val="00F14BA2"/>
    <w:rsid w:val="00F14EE8"/>
    <w:rsid w:val="00F15188"/>
    <w:rsid w:val="00F152FA"/>
    <w:rsid w:val="00F15305"/>
    <w:rsid w:val="00F156B6"/>
    <w:rsid w:val="00F158F1"/>
    <w:rsid w:val="00F15C4F"/>
    <w:rsid w:val="00F15DEC"/>
    <w:rsid w:val="00F1680C"/>
    <w:rsid w:val="00F16912"/>
    <w:rsid w:val="00F169EC"/>
    <w:rsid w:val="00F16B57"/>
    <w:rsid w:val="00F17468"/>
    <w:rsid w:val="00F174F1"/>
    <w:rsid w:val="00F1772A"/>
    <w:rsid w:val="00F179CD"/>
    <w:rsid w:val="00F17BFD"/>
    <w:rsid w:val="00F20925"/>
    <w:rsid w:val="00F20DCB"/>
    <w:rsid w:val="00F2108A"/>
    <w:rsid w:val="00F2120F"/>
    <w:rsid w:val="00F214DA"/>
    <w:rsid w:val="00F219A5"/>
    <w:rsid w:val="00F21BB3"/>
    <w:rsid w:val="00F21C21"/>
    <w:rsid w:val="00F22306"/>
    <w:rsid w:val="00F22678"/>
    <w:rsid w:val="00F22A2D"/>
    <w:rsid w:val="00F22A38"/>
    <w:rsid w:val="00F22A9F"/>
    <w:rsid w:val="00F22C12"/>
    <w:rsid w:val="00F22E78"/>
    <w:rsid w:val="00F22EA1"/>
    <w:rsid w:val="00F22FF9"/>
    <w:rsid w:val="00F231BB"/>
    <w:rsid w:val="00F23650"/>
    <w:rsid w:val="00F23795"/>
    <w:rsid w:val="00F23798"/>
    <w:rsid w:val="00F237FB"/>
    <w:rsid w:val="00F23DAA"/>
    <w:rsid w:val="00F23F76"/>
    <w:rsid w:val="00F240C8"/>
    <w:rsid w:val="00F2459C"/>
    <w:rsid w:val="00F24874"/>
    <w:rsid w:val="00F249C1"/>
    <w:rsid w:val="00F24A20"/>
    <w:rsid w:val="00F24E4A"/>
    <w:rsid w:val="00F24EAB"/>
    <w:rsid w:val="00F250A3"/>
    <w:rsid w:val="00F254C0"/>
    <w:rsid w:val="00F25889"/>
    <w:rsid w:val="00F2599A"/>
    <w:rsid w:val="00F25B2B"/>
    <w:rsid w:val="00F26017"/>
    <w:rsid w:val="00F265DD"/>
    <w:rsid w:val="00F2666C"/>
    <w:rsid w:val="00F26691"/>
    <w:rsid w:val="00F26A2F"/>
    <w:rsid w:val="00F26FFF"/>
    <w:rsid w:val="00F27050"/>
    <w:rsid w:val="00F27382"/>
    <w:rsid w:val="00F27461"/>
    <w:rsid w:val="00F2794B"/>
    <w:rsid w:val="00F27C63"/>
    <w:rsid w:val="00F27FF2"/>
    <w:rsid w:val="00F30339"/>
    <w:rsid w:val="00F305AC"/>
    <w:rsid w:val="00F30CA7"/>
    <w:rsid w:val="00F3109B"/>
    <w:rsid w:val="00F31399"/>
    <w:rsid w:val="00F319A2"/>
    <w:rsid w:val="00F32011"/>
    <w:rsid w:val="00F32158"/>
    <w:rsid w:val="00F3227D"/>
    <w:rsid w:val="00F32A13"/>
    <w:rsid w:val="00F32DEE"/>
    <w:rsid w:val="00F32E32"/>
    <w:rsid w:val="00F332A2"/>
    <w:rsid w:val="00F332BE"/>
    <w:rsid w:val="00F33513"/>
    <w:rsid w:val="00F335F7"/>
    <w:rsid w:val="00F33AF3"/>
    <w:rsid w:val="00F33F06"/>
    <w:rsid w:val="00F341FC"/>
    <w:rsid w:val="00F34438"/>
    <w:rsid w:val="00F34522"/>
    <w:rsid w:val="00F34C8D"/>
    <w:rsid w:val="00F34F81"/>
    <w:rsid w:val="00F35422"/>
    <w:rsid w:val="00F3561C"/>
    <w:rsid w:val="00F35844"/>
    <w:rsid w:val="00F35B2F"/>
    <w:rsid w:val="00F35B36"/>
    <w:rsid w:val="00F361E8"/>
    <w:rsid w:val="00F364D3"/>
    <w:rsid w:val="00F36CAF"/>
    <w:rsid w:val="00F36E04"/>
    <w:rsid w:val="00F36F56"/>
    <w:rsid w:val="00F372FC"/>
    <w:rsid w:val="00F3759A"/>
    <w:rsid w:val="00F37A3D"/>
    <w:rsid w:val="00F37D61"/>
    <w:rsid w:val="00F37E6C"/>
    <w:rsid w:val="00F37E8C"/>
    <w:rsid w:val="00F37FD8"/>
    <w:rsid w:val="00F401E1"/>
    <w:rsid w:val="00F4032E"/>
    <w:rsid w:val="00F4087B"/>
    <w:rsid w:val="00F40EBC"/>
    <w:rsid w:val="00F40FC7"/>
    <w:rsid w:val="00F4102D"/>
    <w:rsid w:val="00F4109B"/>
    <w:rsid w:val="00F41269"/>
    <w:rsid w:val="00F413A1"/>
    <w:rsid w:val="00F414D7"/>
    <w:rsid w:val="00F41640"/>
    <w:rsid w:val="00F4189B"/>
    <w:rsid w:val="00F419EC"/>
    <w:rsid w:val="00F41C16"/>
    <w:rsid w:val="00F420E1"/>
    <w:rsid w:val="00F42202"/>
    <w:rsid w:val="00F42220"/>
    <w:rsid w:val="00F425D4"/>
    <w:rsid w:val="00F4260A"/>
    <w:rsid w:val="00F42B6D"/>
    <w:rsid w:val="00F43384"/>
    <w:rsid w:val="00F43576"/>
    <w:rsid w:val="00F43A8B"/>
    <w:rsid w:val="00F43DC4"/>
    <w:rsid w:val="00F44175"/>
    <w:rsid w:val="00F44475"/>
    <w:rsid w:val="00F444AF"/>
    <w:rsid w:val="00F44726"/>
    <w:rsid w:val="00F44ACB"/>
    <w:rsid w:val="00F44CDE"/>
    <w:rsid w:val="00F450CF"/>
    <w:rsid w:val="00F45250"/>
    <w:rsid w:val="00F4558E"/>
    <w:rsid w:val="00F4581E"/>
    <w:rsid w:val="00F45878"/>
    <w:rsid w:val="00F459E8"/>
    <w:rsid w:val="00F45F26"/>
    <w:rsid w:val="00F46627"/>
    <w:rsid w:val="00F467D1"/>
    <w:rsid w:val="00F46CAB"/>
    <w:rsid w:val="00F46E8E"/>
    <w:rsid w:val="00F475E4"/>
    <w:rsid w:val="00F47CB0"/>
    <w:rsid w:val="00F47D3E"/>
    <w:rsid w:val="00F50771"/>
    <w:rsid w:val="00F50AD6"/>
    <w:rsid w:val="00F50B52"/>
    <w:rsid w:val="00F50CF8"/>
    <w:rsid w:val="00F50DDE"/>
    <w:rsid w:val="00F5136B"/>
    <w:rsid w:val="00F51A1E"/>
    <w:rsid w:val="00F528CA"/>
    <w:rsid w:val="00F52A10"/>
    <w:rsid w:val="00F52B02"/>
    <w:rsid w:val="00F52BAA"/>
    <w:rsid w:val="00F52C4C"/>
    <w:rsid w:val="00F52CCF"/>
    <w:rsid w:val="00F530C1"/>
    <w:rsid w:val="00F53835"/>
    <w:rsid w:val="00F53988"/>
    <w:rsid w:val="00F53DFD"/>
    <w:rsid w:val="00F53EEB"/>
    <w:rsid w:val="00F544C8"/>
    <w:rsid w:val="00F54571"/>
    <w:rsid w:val="00F54CB9"/>
    <w:rsid w:val="00F54D73"/>
    <w:rsid w:val="00F55661"/>
    <w:rsid w:val="00F558D7"/>
    <w:rsid w:val="00F55A30"/>
    <w:rsid w:val="00F5600D"/>
    <w:rsid w:val="00F56085"/>
    <w:rsid w:val="00F56177"/>
    <w:rsid w:val="00F5628C"/>
    <w:rsid w:val="00F5670C"/>
    <w:rsid w:val="00F56B4B"/>
    <w:rsid w:val="00F574C8"/>
    <w:rsid w:val="00F5757D"/>
    <w:rsid w:val="00F5785F"/>
    <w:rsid w:val="00F578FB"/>
    <w:rsid w:val="00F579F6"/>
    <w:rsid w:val="00F57A51"/>
    <w:rsid w:val="00F57A62"/>
    <w:rsid w:val="00F57F06"/>
    <w:rsid w:val="00F6049F"/>
    <w:rsid w:val="00F60524"/>
    <w:rsid w:val="00F60806"/>
    <w:rsid w:val="00F60CB3"/>
    <w:rsid w:val="00F60FC9"/>
    <w:rsid w:val="00F613E9"/>
    <w:rsid w:val="00F6157A"/>
    <w:rsid w:val="00F61751"/>
    <w:rsid w:val="00F61885"/>
    <w:rsid w:val="00F6279B"/>
    <w:rsid w:val="00F62E76"/>
    <w:rsid w:val="00F6342F"/>
    <w:rsid w:val="00F636D9"/>
    <w:rsid w:val="00F63D0A"/>
    <w:rsid w:val="00F63EF6"/>
    <w:rsid w:val="00F63F53"/>
    <w:rsid w:val="00F63FB6"/>
    <w:rsid w:val="00F63FE1"/>
    <w:rsid w:val="00F64038"/>
    <w:rsid w:val="00F640EE"/>
    <w:rsid w:val="00F64547"/>
    <w:rsid w:val="00F64A54"/>
    <w:rsid w:val="00F65141"/>
    <w:rsid w:val="00F65247"/>
    <w:rsid w:val="00F652FD"/>
    <w:rsid w:val="00F6533D"/>
    <w:rsid w:val="00F654CD"/>
    <w:rsid w:val="00F65CB1"/>
    <w:rsid w:val="00F65D90"/>
    <w:rsid w:val="00F66133"/>
    <w:rsid w:val="00F66194"/>
    <w:rsid w:val="00F661BE"/>
    <w:rsid w:val="00F66915"/>
    <w:rsid w:val="00F66AE4"/>
    <w:rsid w:val="00F66C59"/>
    <w:rsid w:val="00F66C69"/>
    <w:rsid w:val="00F66CB8"/>
    <w:rsid w:val="00F66F7A"/>
    <w:rsid w:val="00F67125"/>
    <w:rsid w:val="00F674A9"/>
    <w:rsid w:val="00F674CA"/>
    <w:rsid w:val="00F675AF"/>
    <w:rsid w:val="00F677B4"/>
    <w:rsid w:val="00F677DE"/>
    <w:rsid w:val="00F67D2F"/>
    <w:rsid w:val="00F70019"/>
    <w:rsid w:val="00F70941"/>
    <w:rsid w:val="00F70B15"/>
    <w:rsid w:val="00F70EED"/>
    <w:rsid w:val="00F711C9"/>
    <w:rsid w:val="00F712C9"/>
    <w:rsid w:val="00F71634"/>
    <w:rsid w:val="00F71F9D"/>
    <w:rsid w:val="00F7202D"/>
    <w:rsid w:val="00F720FC"/>
    <w:rsid w:val="00F723DF"/>
    <w:rsid w:val="00F723F8"/>
    <w:rsid w:val="00F72A4D"/>
    <w:rsid w:val="00F72B61"/>
    <w:rsid w:val="00F72C47"/>
    <w:rsid w:val="00F7343F"/>
    <w:rsid w:val="00F73744"/>
    <w:rsid w:val="00F73C30"/>
    <w:rsid w:val="00F73D36"/>
    <w:rsid w:val="00F74131"/>
    <w:rsid w:val="00F74144"/>
    <w:rsid w:val="00F74473"/>
    <w:rsid w:val="00F74AA9"/>
    <w:rsid w:val="00F74BE7"/>
    <w:rsid w:val="00F74E19"/>
    <w:rsid w:val="00F759D4"/>
    <w:rsid w:val="00F75CF9"/>
    <w:rsid w:val="00F76151"/>
    <w:rsid w:val="00F7635D"/>
    <w:rsid w:val="00F76524"/>
    <w:rsid w:val="00F769A4"/>
    <w:rsid w:val="00F76BCF"/>
    <w:rsid w:val="00F76C9A"/>
    <w:rsid w:val="00F76CA2"/>
    <w:rsid w:val="00F76CD0"/>
    <w:rsid w:val="00F76E72"/>
    <w:rsid w:val="00F76FD1"/>
    <w:rsid w:val="00F7706D"/>
    <w:rsid w:val="00F77130"/>
    <w:rsid w:val="00F773BC"/>
    <w:rsid w:val="00F77F46"/>
    <w:rsid w:val="00F8051F"/>
    <w:rsid w:val="00F8076D"/>
    <w:rsid w:val="00F8087E"/>
    <w:rsid w:val="00F80C67"/>
    <w:rsid w:val="00F80D4E"/>
    <w:rsid w:val="00F80EDE"/>
    <w:rsid w:val="00F80F56"/>
    <w:rsid w:val="00F812B6"/>
    <w:rsid w:val="00F813B4"/>
    <w:rsid w:val="00F813D2"/>
    <w:rsid w:val="00F81714"/>
    <w:rsid w:val="00F817CC"/>
    <w:rsid w:val="00F81A43"/>
    <w:rsid w:val="00F81C0A"/>
    <w:rsid w:val="00F81C29"/>
    <w:rsid w:val="00F81F5E"/>
    <w:rsid w:val="00F820DD"/>
    <w:rsid w:val="00F82613"/>
    <w:rsid w:val="00F8281F"/>
    <w:rsid w:val="00F82885"/>
    <w:rsid w:val="00F82ACE"/>
    <w:rsid w:val="00F82BC3"/>
    <w:rsid w:val="00F82D27"/>
    <w:rsid w:val="00F830A0"/>
    <w:rsid w:val="00F837FE"/>
    <w:rsid w:val="00F84682"/>
    <w:rsid w:val="00F8495E"/>
    <w:rsid w:val="00F84BBA"/>
    <w:rsid w:val="00F84C7F"/>
    <w:rsid w:val="00F84CDC"/>
    <w:rsid w:val="00F84DA2"/>
    <w:rsid w:val="00F84DC2"/>
    <w:rsid w:val="00F84E7C"/>
    <w:rsid w:val="00F84EF1"/>
    <w:rsid w:val="00F85075"/>
    <w:rsid w:val="00F8525A"/>
    <w:rsid w:val="00F8527D"/>
    <w:rsid w:val="00F8528B"/>
    <w:rsid w:val="00F853DE"/>
    <w:rsid w:val="00F85453"/>
    <w:rsid w:val="00F85593"/>
    <w:rsid w:val="00F85632"/>
    <w:rsid w:val="00F85853"/>
    <w:rsid w:val="00F8589E"/>
    <w:rsid w:val="00F859B4"/>
    <w:rsid w:val="00F85C09"/>
    <w:rsid w:val="00F85DF3"/>
    <w:rsid w:val="00F85F79"/>
    <w:rsid w:val="00F86013"/>
    <w:rsid w:val="00F86293"/>
    <w:rsid w:val="00F86675"/>
    <w:rsid w:val="00F86991"/>
    <w:rsid w:val="00F86A16"/>
    <w:rsid w:val="00F87253"/>
    <w:rsid w:val="00F872EA"/>
    <w:rsid w:val="00F87685"/>
    <w:rsid w:val="00F8768F"/>
    <w:rsid w:val="00F87C55"/>
    <w:rsid w:val="00F9012B"/>
    <w:rsid w:val="00F901DA"/>
    <w:rsid w:val="00F904CE"/>
    <w:rsid w:val="00F904D9"/>
    <w:rsid w:val="00F905BA"/>
    <w:rsid w:val="00F90DB1"/>
    <w:rsid w:val="00F90E32"/>
    <w:rsid w:val="00F91423"/>
    <w:rsid w:val="00F915D3"/>
    <w:rsid w:val="00F91793"/>
    <w:rsid w:val="00F91AC3"/>
    <w:rsid w:val="00F91D7B"/>
    <w:rsid w:val="00F91D97"/>
    <w:rsid w:val="00F9233F"/>
    <w:rsid w:val="00F92EC3"/>
    <w:rsid w:val="00F936B1"/>
    <w:rsid w:val="00F93938"/>
    <w:rsid w:val="00F9393C"/>
    <w:rsid w:val="00F9398C"/>
    <w:rsid w:val="00F93CF1"/>
    <w:rsid w:val="00F9481F"/>
    <w:rsid w:val="00F94BBA"/>
    <w:rsid w:val="00F94C29"/>
    <w:rsid w:val="00F94D61"/>
    <w:rsid w:val="00F95B59"/>
    <w:rsid w:val="00F95CA6"/>
    <w:rsid w:val="00F95D20"/>
    <w:rsid w:val="00F963CC"/>
    <w:rsid w:val="00F96601"/>
    <w:rsid w:val="00F96FE8"/>
    <w:rsid w:val="00F971B7"/>
    <w:rsid w:val="00F97281"/>
    <w:rsid w:val="00F97420"/>
    <w:rsid w:val="00F97804"/>
    <w:rsid w:val="00F97C37"/>
    <w:rsid w:val="00FA00A9"/>
    <w:rsid w:val="00FA0623"/>
    <w:rsid w:val="00FA0972"/>
    <w:rsid w:val="00FA0ECB"/>
    <w:rsid w:val="00FA108D"/>
    <w:rsid w:val="00FA1314"/>
    <w:rsid w:val="00FA13A8"/>
    <w:rsid w:val="00FA180B"/>
    <w:rsid w:val="00FA1B36"/>
    <w:rsid w:val="00FA231A"/>
    <w:rsid w:val="00FA2680"/>
    <w:rsid w:val="00FA2877"/>
    <w:rsid w:val="00FA28F7"/>
    <w:rsid w:val="00FA2DF6"/>
    <w:rsid w:val="00FA2E2C"/>
    <w:rsid w:val="00FA2E39"/>
    <w:rsid w:val="00FA31F6"/>
    <w:rsid w:val="00FA3352"/>
    <w:rsid w:val="00FA3400"/>
    <w:rsid w:val="00FA342C"/>
    <w:rsid w:val="00FA3587"/>
    <w:rsid w:val="00FA398B"/>
    <w:rsid w:val="00FA3B2D"/>
    <w:rsid w:val="00FA3B64"/>
    <w:rsid w:val="00FA3BD6"/>
    <w:rsid w:val="00FA444A"/>
    <w:rsid w:val="00FA45C4"/>
    <w:rsid w:val="00FA4841"/>
    <w:rsid w:val="00FA498E"/>
    <w:rsid w:val="00FA5066"/>
    <w:rsid w:val="00FA51EB"/>
    <w:rsid w:val="00FA5500"/>
    <w:rsid w:val="00FA5680"/>
    <w:rsid w:val="00FA5EBD"/>
    <w:rsid w:val="00FA676B"/>
    <w:rsid w:val="00FA6D73"/>
    <w:rsid w:val="00FA6FEB"/>
    <w:rsid w:val="00FA781C"/>
    <w:rsid w:val="00FA7B08"/>
    <w:rsid w:val="00FB0247"/>
    <w:rsid w:val="00FB029C"/>
    <w:rsid w:val="00FB0986"/>
    <w:rsid w:val="00FB105E"/>
    <w:rsid w:val="00FB152A"/>
    <w:rsid w:val="00FB1899"/>
    <w:rsid w:val="00FB1D88"/>
    <w:rsid w:val="00FB1EC4"/>
    <w:rsid w:val="00FB1F09"/>
    <w:rsid w:val="00FB20CC"/>
    <w:rsid w:val="00FB23B6"/>
    <w:rsid w:val="00FB2687"/>
    <w:rsid w:val="00FB2E34"/>
    <w:rsid w:val="00FB306B"/>
    <w:rsid w:val="00FB3253"/>
    <w:rsid w:val="00FB39B6"/>
    <w:rsid w:val="00FB3EE2"/>
    <w:rsid w:val="00FB4113"/>
    <w:rsid w:val="00FB4397"/>
    <w:rsid w:val="00FB4B87"/>
    <w:rsid w:val="00FB4EC2"/>
    <w:rsid w:val="00FB508C"/>
    <w:rsid w:val="00FB59DC"/>
    <w:rsid w:val="00FB5B7A"/>
    <w:rsid w:val="00FB5BF3"/>
    <w:rsid w:val="00FB5C1C"/>
    <w:rsid w:val="00FB5DD2"/>
    <w:rsid w:val="00FB6143"/>
    <w:rsid w:val="00FB6204"/>
    <w:rsid w:val="00FB686D"/>
    <w:rsid w:val="00FB6982"/>
    <w:rsid w:val="00FB6A73"/>
    <w:rsid w:val="00FB7BFD"/>
    <w:rsid w:val="00FB7FC0"/>
    <w:rsid w:val="00FC0369"/>
    <w:rsid w:val="00FC0988"/>
    <w:rsid w:val="00FC0E73"/>
    <w:rsid w:val="00FC13B5"/>
    <w:rsid w:val="00FC13BE"/>
    <w:rsid w:val="00FC1664"/>
    <w:rsid w:val="00FC1690"/>
    <w:rsid w:val="00FC16FF"/>
    <w:rsid w:val="00FC22E7"/>
    <w:rsid w:val="00FC25E5"/>
    <w:rsid w:val="00FC29BE"/>
    <w:rsid w:val="00FC2B67"/>
    <w:rsid w:val="00FC3199"/>
    <w:rsid w:val="00FC31BC"/>
    <w:rsid w:val="00FC348B"/>
    <w:rsid w:val="00FC35DD"/>
    <w:rsid w:val="00FC366C"/>
    <w:rsid w:val="00FC37AF"/>
    <w:rsid w:val="00FC3ADB"/>
    <w:rsid w:val="00FC3CB8"/>
    <w:rsid w:val="00FC3E7C"/>
    <w:rsid w:val="00FC3FE3"/>
    <w:rsid w:val="00FC40FC"/>
    <w:rsid w:val="00FC41FB"/>
    <w:rsid w:val="00FC4259"/>
    <w:rsid w:val="00FC44C9"/>
    <w:rsid w:val="00FC44ED"/>
    <w:rsid w:val="00FC4AB4"/>
    <w:rsid w:val="00FC4F8C"/>
    <w:rsid w:val="00FC4FC5"/>
    <w:rsid w:val="00FC501C"/>
    <w:rsid w:val="00FC5025"/>
    <w:rsid w:val="00FC52EF"/>
    <w:rsid w:val="00FC55C5"/>
    <w:rsid w:val="00FC5C0D"/>
    <w:rsid w:val="00FC6356"/>
    <w:rsid w:val="00FC668E"/>
    <w:rsid w:val="00FC6FC7"/>
    <w:rsid w:val="00FC7118"/>
    <w:rsid w:val="00FC74C5"/>
    <w:rsid w:val="00FC773B"/>
    <w:rsid w:val="00FC77BB"/>
    <w:rsid w:val="00FC782C"/>
    <w:rsid w:val="00FC7986"/>
    <w:rsid w:val="00FC7EB7"/>
    <w:rsid w:val="00FC7FD9"/>
    <w:rsid w:val="00FD012D"/>
    <w:rsid w:val="00FD0808"/>
    <w:rsid w:val="00FD09C1"/>
    <w:rsid w:val="00FD09D6"/>
    <w:rsid w:val="00FD0C36"/>
    <w:rsid w:val="00FD151A"/>
    <w:rsid w:val="00FD1DAB"/>
    <w:rsid w:val="00FD1E1F"/>
    <w:rsid w:val="00FD1F90"/>
    <w:rsid w:val="00FD25EE"/>
    <w:rsid w:val="00FD2B04"/>
    <w:rsid w:val="00FD2BAB"/>
    <w:rsid w:val="00FD2CAB"/>
    <w:rsid w:val="00FD2D05"/>
    <w:rsid w:val="00FD3139"/>
    <w:rsid w:val="00FD379D"/>
    <w:rsid w:val="00FD3808"/>
    <w:rsid w:val="00FD38E8"/>
    <w:rsid w:val="00FD4731"/>
    <w:rsid w:val="00FD480B"/>
    <w:rsid w:val="00FD4E27"/>
    <w:rsid w:val="00FD4EFD"/>
    <w:rsid w:val="00FD56EF"/>
    <w:rsid w:val="00FD5D2F"/>
    <w:rsid w:val="00FD5D70"/>
    <w:rsid w:val="00FD6278"/>
    <w:rsid w:val="00FD65C5"/>
    <w:rsid w:val="00FD662D"/>
    <w:rsid w:val="00FD6A19"/>
    <w:rsid w:val="00FD6D84"/>
    <w:rsid w:val="00FD6F05"/>
    <w:rsid w:val="00FD6F4A"/>
    <w:rsid w:val="00FD70B8"/>
    <w:rsid w:val="00FD71AB"/>
    <w:rsid w:val="00FD7526"/>
    <w:rsid w:val="00FD79CE"/>
    <w:rsid w:val="00FD7EEF"/>
    <w:rsid w:val="00FD7F8C"/>
    <w:rsid w:val="00FE04FD"/>
    <w:rsid w:val="00FE0705"/>
    <w:rsid w:val="00FE07FD"/>
    <w:rsid w:val="00FE080F"/>
    <w:rsid w:val="00FE0A13"/>
    <w:rsid w:val="00FE114E"/>
    <w:rsid w:val="00FE1AE4"/>
    <w:rsid w:val="00FE1C88"/>
    <w:rsid w:val="00FE1D99"/>
    <w:rsid w:val="00FE2237"/>
    <w:rsid w:val="00FE226A"/>
    <w:rsid w:val="00FE248C"/>
    <w:rsid w:val="00FE27C5"/>
    <w:rsid w:val="00FE2943"/>
    <w:rsid w:val="00FE2981"/>
    <w:rsid w:val="00FE2B14"/>
    <w:rsid w:val="00FE2DA3"/>
    <w:rsid w:val="00FE2F76"/>
    <w:rsid w:val="00FE2FEC"/>
    <w:rsid w:val="00FE3329"/>
    <w:rsid w:val="00FE33C1"/>
    <w:rsid w:val="00FE3549"/>
    <w:rsid w:val="00FE372F"/>
    <w:rsid w:val="00FE3D60"/>
    <w:rsid w:val="00FE4227"/>
    <w:rsid w:val="00FE46B9"/>
    <w:rsid w:val="00FE47A1"/>
    <w:rsid w:val="00FE4D20"/>
    <w:rsid w:val="00FE51FC"/>
    <w:rsid w:val="00FE5232"/>
    <w:rsid w:val="00FE53FE"/>
    <w:rsid w:val="00FE5768"/>
    <w:rsid w:val="00FE5B4F"/>
    <w:rsid w:val="00FE5C61"/>
    <w:rsid w:val="00FE63A6"/>
    <w:rsid w:val="00FE657C"/>
    <w:rsid w:val="00FE6ACE"/>
    <w:rsid w:val="00FE6C86"/>
    <w:rsid w:val="00FE6CE1"/>
    <w:rsid w:val="00FE7450"/>
    <w:rsid w:val="00FE74C9"/>
    <w:rsid w:val="00FE76C2"/>
    <w:rsid w:val="00FE77E7"/>
    <w:rsid w:val="00FE7E63"/>
    <w:rsid w:val="00FF055B"/>
    <w:rsid w:val="00FF0E7A"/>
    <w:rsid w:val="00FF0FC1"/>
    <w:rsid w:val="00FF10A8"/>
    <w:rsid w:val="00FF1285"/>
    <w:rsid w:val="00FF1462"/>
    <w:rsid w:val="00FF1651"/>
    <w:rsid w:val="00FF23B7"/>
    <w:rsid w:val="00FF275B"/>
    <w:rsid w:val="00FF2A85"/>
    <w:rsid w:val="00FF2AAA"/>
    <w:rsid w:val="00FF2BFA"/>
    <w:rsid w:val="00FF3116"/>
    <w:rsid w:val="00FF3A4E"/>
    <w:rsid w:val="00FF417F"/>
    <w:rsid w:val="00FF4C70"/>
    <w:rsid w:val="00FF4F89"/>
    <w:rsid w:val="00FF58BE"/>
    <w:rsid w:val="00FF5B2A"/>
    <w:rsid w:val="00FF5DA4"/>
    <w:rsid w:val="00FF62B2"/>
    <w:rsid w:val="00FF6513"/>
    <w:rsid w:val="00FF6748"/>
    <w:rsid w:val="00FF69A8"/>
    <w:rsid w:val="00FF6EAD"/>
    <w:rsid w:val="00FF7069"/>
    <w:rsid w:val="00FF71FA"/>
    <w:rsid w:val="00FF77D5"/>
    <w:rsid w:val="00FF780F"/>
    <w:rsid w:val="00FF7893"/>
    <w:rsid w:val="00FF7A30"/>
    <w:rsid w:val="00FF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5C5C66"/>
  <w15:docId w15:val="{B5DF58FD-6BA5-4CB5-9E67-989A576CB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17BF3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918A4"/>
    <w:pPr>
      <w:keepNext/>
      <w:jc w:val="both"/>
      <w:outlineLvl w:val="0"/>
    </w:pPr>
    <w:rPr>
      <w:rFonts w:ascii="Cambria" w:hAnsi="Cambria"/>
      <w:b/>
      <w:kern w:val="32"/>
      <w:sz w:val="32"/>
      <w:szCs w:val="20"/>
    </w:rPr>
  </w:style>
  <w:style w:type="paragraph" w:styleId="Titolo2">
    <w:name w:val="heading 2"/>
    <w:basedOn w:val="Normale"/>
    <w:next w:val="Normale"/>
    <w:link w:val="Titolo2Carattere"/>
    <w:uiPriority w:val="99"/>
    <w:qFormat/>
    <w:locked/>
    <w:rsid w:val="00765CD7"/>
    <w:pPr>
      <w:keepNext/>
      <w:spacing w:before="240" w:after="60"/>
      <w:outlineLvl w:val="1"/>
    </w:pPr>
    <w:rPr>
      <w:rFonts w:ascii="Cambria" w:hAnsi="Cambria"/>
      <w:b/>
      <w:i/>
      <w:sz w:val="28"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C7426"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locked/>
    <w:rsid w:val="007751D9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="Calibri" w:hAnsi="Calibri"/>
      <w:b/>
      <w:sz w:val="28"/>
      <w:szCs w:val="20"/>
    </w:rPr>
  </w:style>
  <w:style w:type="paragraph" w:styleId="Titolo5">
    <w:name w:val="heading 5"/>
    <w:basedOn w:val="Normale"/>
    <w:next w:val="Normale"/>
    <w:link w:val="Titolo5Carattere"/>
    <w:uiPriority w:val="99"/>
    <w:qFormat/>
    <w:locked/>
    <w:rsid w:val="001A7F13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locked/>
    <w:rsid w:val="008F557E"/>
    <w:pPr>
      <w:spacing w:before="240" w:after="60"/>
      <w:outlineLvl w:val="6"/>
    </w:pPr>
    <w:rPr>
      <w:rFonts w:ascii="Calibri" w:hAnsi="Calibri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BE5C65"/>
    <w:rPr>
      <w:rFonts w:ascii="Cambria" w:hAnsi="Cambria" w:cs="Times New Roman"/>
      <w:b/>
      <w:kern w:val="32"/>
      <w:sz w:val="32"/>
    </w:rPr>
  </w:style>
  <w:style w:type="character" w:customStyle="1" w:styleId="Titolo2Carattere">
    <w:name w:val="Titolo 2 Carattere"/>
    <w:link w:val="Titolo2"/>
    <w:uiPriority w:val="99"/>
    <w:semiHidden/>
    <w:locked/>
    <w:rsid w:val="003424F4"/>
    <w:rPr>
      <w:rFonts w:ascii="Cambria" w:hAnsi="Cambria" w:cs="Times New Roman"/>
      <w:b/>
      <w:i/>
      <w:sz w:val="28"/>
    </w:rPr>
  </w:style>
  <w:style w:type="character" w:customStyle="1" w:styleId="Titolo3Carattere">
    <w:name w:val="Titolo 3 Carattere"/>
    <w:link w:val="Titolo3"/>
    <w:uiPriority w:val="99"/>
    <w:semiHidden/>
    <w:locked/>
    <w:rsid w:val="00BE5C65"/>
    <w:rPr>
      <w:rFonts w:ascii="Cambria" w:hAnsi="Cambria" w:cs="Times New Roman"/>
      <w:b/>
      <w:sz w:val="26"/>
    </w:rPr>
  </w:style>
  <w:style w:type="character" w:customStyle="1" w:styleId="Titolo4Carattere">
    <w:name w:val="Titolo 4 Carattere"/>
    <w:link w:val="Titolo4"/>
    <w:uiPriority w:val="99"/>
    <w:semiHidden/>
    <w:locked/>
    <w:rsid w:val="00E26E00"/>
    <w:rPr>
      <w:rFonts w:ascii="Calibri" w:hAnsi="Calibri" w:cs="Times New Roman"/>
      <w:b/>
      <w:sz w:val="28"/>
    </w:rPr>
  </w:style>
  <w:style w:type="character" w:customStyle="1" w:styleId="Titolo5Carattere">
    <w:name w:val="Titolo 5 Carattere"/>
    <w:link w:val="Titolo5"/>
    <w:uiPriority w:val="99"/>
    <w:semiHidden/>
    <w:locked/>
    <w:rsid w:val="001A03C8"/>
    <w:rPr>
      <w:rFonts w:ascii="Calibri" w:hAnsi="Calibri" w:cs="Times New Roman"/>
      <w:b/>
      <w:i/>
      <w:sz w:val="26"/>
    </w:rPr>
  </w:style>
  <w:style w:type="character" w:customStyle="1" w:styleId="Titolo7Carattere">
    <w:name w:val="Titolo 7 Carattere"/>
    <w:link w:val="Titolo7"/>
    <w:uiPriority w:val="99"/>
    <w:semiHidden/>
    <w:locked/>
    <w:rsid w:val="00972592"/>
    <w:rPr>
      <w:rFonts w:ascii="Calibri" w:hAnsi="Calibri" w:cs="Times New Roman"/>
      <w:sz w:val="24"/>
    </w:rPr>
  </w:style>
  <w:style w:type="paragraph" w:styleId="Intestazione">
    <w:name w:val="header"/>
    <w:basedOn w:val="Normale"/>
    <w:link w:val="IntestazioneCarattere"/>
    <w:uiPriority w:val="99"/>
    <w:rsid w:val="00C8232D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link w:val="Intestazione"/>
    <w:uiPriority w:val="99"/>
    <w:semiHidden/>
    <w:locked/>
    <w:rsid w:val="00BE5C65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C8232D"/>
    <w:pPr>
      <w:tabs>
        <w:tab w:val="center" w:pos="4819"/>
        <w:tab w:val="right" w:pos="9638"/>
      </w:tabs>
    </w:pPr>
    <w:rPr>
      <w:szCs w:val="20"/>
    </w:rPr>
  </w:style>
  <w:style w:type="character" w:customStyle="1" w:styleId="PidipaginaCarattere">
    <w:name w:val="Piè di pagina Carattere"/>
    <w:link w:val="Pidipagina"/>
    <w:uiPriority w:val="99"/>
    <w:semiHidden/>
    <w:locked/>
    <w:rsid w:val="00BE5C65"/>
    <w:rPr>
      <w:rFonts w:cs="Times New Roman"/>
      <w:sz w:val="24"/>
    </w:rPr>
  </w:style>
  <w:style w:type="table" w:styleId="Grigliatabella">
    <w:name w:val="Table Grid"/>
    <w:basedOn w:val="Tabellanormale"/>
    <w:uiPriority w:val="99"/>
    <w:rsid w:val="00C823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uiPriority w:val="99"/>
    <w:rsid w:val="00F82ACE"/>
    <w:rPr>
      <w:rFonts w:cs="Times New Roman"/>
    </w:rPr>
  </w:style>
  <w:style w:type="paragraph" w:styleId="Didascalia">
    <w:name w:val="caption"/>
    <w:basedOn w:val="Normale"/>
    <w:next w:val="Normale"/>
    <w:uiPriority w:val="99"/>
    <w:qFormat/>
    <w:rsid w:val="00B77F0E"/>
    <w:rPr>
      <w:b/>
      <w:bCs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rsid w:val="008021C7"/>
    <w:pPr>
      <w:ind w:left="1080"/>
      <w:jc w:val="both"/>
    </w:pPr>
    <w:rPr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sid w:val="00BE5C65"/>
    <w:rPr>
      <w:rFonts w:cs="Times New Roman"/>
      <w:sz w:val="24"/>
    </w:rPr>
  </w:style>
  <w:style w:type="character" w:customStyle="1" w:styleId="apple-style-span">
    <w:name w:val="apple-style-span"/>
    <w:uiPriority w:val="99"/>
    <w:rsid w:val="00F80D4E"/>
  </w:style>
  <w:style w:type="paragraph" w:styleId="Corpotesto">
    <w:name w:val="Body Text"/>
    <w:basedOn w:val="Normale"/>
    <w:link w:val="CorpotestoCarattere"/>
    <w:uiPriority w:val="99"/>
    <w:rsid w:val="00094210"/>
    <w:pPr>
      <w:jc w:val="both"/>
    </w:pPr>
    <w:rPr>
      <w:szCs w:val="20"/>
    </w:rPr>
  </w:style>
  <w:style w:type="character" w:customStyle="1" w:styleId="CorpotestoCarattere">
    <w:name w:val="Corpo testo Carattere"/>
    <w:link w:val="Corpotesto"/>
    <w:uiPriority w:val="99"/>
    <w:semiHidden/>
    <w:locked/>
    <w:rsid w:val="00BE5C65"/>
    <w:rPr>
      <w:rFonts w:cs="Times New Roman"/>
      <w:sz w:val="24"/>
    </w:rPr>
  </w:style>
  <w:style w:type="paragraph" w:customStyle="1" w:styleId="Nomesociet">
    <w:name w:val="Nome società"/>
    <w:basedOn w:val="Normale"/>
    <w:uiPriority w:val="99"/>
    <w:rsid w:val="00094210"/>
    <w:rPr>
      <w:sz w:val="20"/>
      <w:szCs w:val="20"/>
    </w:rPr>
  </w:style>
  <w:style w:type="character" w:customStyle="1" w:styleId="text">
    <w:name w:val="text"/>
    <w:uiPriority w:val="99"/>
    <w:rsid w:val="00804010"/>
  </w:style>
  <w:style w:type="paragraph" w:styleId="Corpodeltesto2">
    <w:name w:val="Body Text 2"/>
    <w:basedOn w:val="Normale"/>
    <w:link w:val="Corpodeltesto2Carattere"/>
    <w:uiPriority w:val="99"/>
    <w:rsid w:val="00BC7426"/>
    <w:pPr>
      <w:spacing w:after="120" w:line="480" w:lineRule="auto"/>
    </w:pPr>
    <w:rPr>
      <w:szCs w:val="20"/>
    </w:rPr>
  </w:style>
  <w:style w:type="character" w:customStyle="1" w:styleId="Corpodeltesto2Carattere">
    <w:name w:val="Corpo del testo 2 Carattere"/>
    <w:link w:val="Corpodeltesto2"/>
    <w:uiPriority w:val="99"/>
    <w:semiHidden/>
    <w:locked/>
    <w:rsid w:val="00BE5C65"/>
    <w:rPr>
      <w:rFonts w:cs="Times New Roman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666C2"/>
    <w:rPr>
      <w:sz w:val="2"/>
      <w:szCs w:val="20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BE5C65"/>
    <w:rPr>
      <w:rFonts w:cs="Times New Roman"/>
      <w:sz w:val="2"/>
    </w:rPr>
  </w:style>
  <w:style w:type="character" w:styleId="Collegamentoipertestuale">
    <w:name w:val="Hyperlink"/>
    <w:uiPriority w:val="99"/>
    <w:rsid w:val="00F22FF9"/>
    <w:rPr>
      <w:rFonts w:cs="Times New Roman"/>
      <w:color w:val="0000FF"/>
      <w:u w:val="single"/>
    </w:rPr>
  </w:style>
  <w:style w:type="character" w:customStyle="1" w:styleId="Titolo10">
    <w:name w:val="Titolo1"/>
    <w:uiPriority w:val="99"/>
    <w:rsid w:val="00F22FF9"/>
  </w:style>
  <w:style w:type="paragraph" w:styleId="Paragrafoelenco">
    <w:name w:val="List Paragraph"/>
    <w:basedOn w:val="Normale"/>
    <w:uiPriority w:val="99"/>
    <w:qFormat/>
    <w:rsid w:val="00F22FF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reformattatoHTML">
    <w:name w:val="HTML Preformatted"/>
    <w:basedOn w:val="Normale"/>
    <w:link w:val="PreformattatoHTMLCarattere"/>
    <w:uiPriority w:val="99"/>
    <w:rsid w:val="006E32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PreformattatoHTMLCarattere">
    <w:name w:val="Preformattato HTML Carattere"/>
    <w:link w:val="PreformattatoHTML"/>
    <w:uiPriority w:val="99"/>
    <w:semiHidden/>
    <w:locked/>
    <w:rsid w:val="00BE5C65"/>
    <w:rPr>
      <w:rFonts w:ascii="Courier New" w:hAnsi="Courier New" w:cs="Times New Roman"/>
      <w:sz w:val="20"/>
    </w:rPr>
  </w:style>
  <w:style w:type="paragraph" w:styleId="Mappadocumento">
    <w:name w:val="Document Map"/>
    <w:basedOn w:val="Normale"/>
    <w:link w:val="MappadocumentoCarattere"/>
    <w:uiPriority w:val="99"/>
    <w:semiHidden/>
    <w:rsid w:val="00C5451C"/>
    <w:pPr>
      <w:shd w:val="clear" w:color="auto" w:fill="000080"/>
    </w:pPr>
    <w:rPr>
      <w:sz w:val="2"/>
      <w:szCs w:val="20"/>
    </w:rPr>
  </w:style>
  <w:style w:type="character" w:customStyle="1" w:styleId="MappadocumentoCarattere">
    <w:name w:val="Mappa documento Carattere"/>
    <w:link w:val="Mappadocumento"/>
    <w:uiPriority w:val="99"/>
    <w:semiHidden/>
    <w:locked/>
    <w:rsid w:val="00BE5C65"/>
    <w:rPr>
      <w:rFonts w:cs="Times New Roman"/>
      <w:sz w:val="2"/>
    </w:rPr>
  </w:style>
  <w:style w:type="paragraph" w:customStyle="1" w:styleId="Stile">
    <w:name w:val="Stile"/>
    <w:uiPriority w:val="99"/>
    <w:rsid w:val="002B6738"/>
    <w:pPr>
      <w:spacing w:after="120"/>
    </w:pPr>
    <w:rPr>
      <w:sz w:val="24"/>
      <w:szCs w:val="24"/>
      <w:lang w:eastAsia="en-US"/>
    </w:rPr>
  </w:style>
  <w:style w:type="paragraph" w:styleId="Corpodeltesto3">
    <w:name w:val="Body Text 3"/>
    <w:basedOn w:val="Normale"/>
    <w:link w:val="Corpodeltesto3Carattere"/>
    <w:uiPriority w:val="99"/>
    <w:rsid w:val="007751D9"/>
    <w:pPr>
      <w:spacing w:after="120"/>
    </w:pPr>
    <w:rPr>
      <w:sz w:val="16"/>
      <w:szCs w:val="20"/>
    </w:rPr>
  </w:style>
  <w:style w:type="character" w:customStyle="1" w:styleId="Corpodeltesto3Carattere">
    <w:name w:val="Corpo del testo 3 Carattere"/>
    <w:link w:val="Corpodeltesto3"/>
    <w:uiPriority w:val="99"/>
    <w:semiHidden/>
    <w:locked/>
    <w:rsid w:val="00E26E00"/>
    <w:rPr>
      <w:rFonts w:cs="Times New Roman"/>
      <w:sz w:val="16"/>
    </w:rPr>
  </w:style>
  <w:style w:type="character" w:customStyle="1" w:styleId="CarattereCarattere11">
    <w:name w:val="Carattere Carattere11"/>
    <w:uiPriority w:val="99"/>
    <w:semiHidden/>
    <w:locked/>
    <w:rsid w:val="00BE50FC"/>
    <w:rPr>
      <w:rFonts w:ascii="New York" w:hAnsi="New York"/>
      <w:sz w:val="20"/>
      <w:lang w:eastAsia="zh-CN"/>
    </w:rPr>
  </w:style>
  <w:style w:type="character" w:customStyle="1" w:styleId="apple-converted-space">
    <w:name w:val="apple-converted-space"/>
    <w:uiPriority w:val="99"/>
    <w:rsid w:val="00C83A1D"/>
  </w:style>
  <w:style w:type="paragraph" w:customStyle="1" w:styleId="Default">
    <w:name w:val="Default"/>
    <w:uiPriority w:val="99"/>
    <w:rsid w:val="006A538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zmsearchresult">
    <w:name w:val="zmsearchresult"/>
    <w:uiPriority w:val="99"/>
    <w:rsid w:val="00E440D3"/>
  </w:style>
  <w:style w:type="character" w:customStyle="1" w:styleId="object">
    <w:name w:val="object"/>
    <w:uiPriority w:val="99"/>
    <w:rsid w:val="00E440D3"/>
  </w:style>
  <w:style w:type="paragraph" w:customStyle="1" w:styleId="Paragrafoelenco1">
    <w:name w:val="Paragrafo elenco1"/>
    <w:basedOn w:val="Normale"/>
    <w:uiPriority w:val="99"/>
    <w:rsid w:val="0084632F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aleWeb">
    <w:name w:val="Normal (Web)"/>
    <w:basedOn w:val="Normale"/>
    <w:uiPriority w:val="99"/>
    <w:rsid w:val="00D07C28"/>
    <w:pPr>
      <w:spacing w:before="100" w:beforeAutospacing="1" w:after="100" w:afterAutospacing="1"/>
    </w:pPr>
  </w:style>
  <w:style w:type="paragraph" w:customStyle="1" w:styleId="Paragrafoelenco2">
    <w:name w:val="Paragrafo elenco2"/>
    <w:basedOn w:val="Normale"/>
    <w:uiPriority w:val="99"/>
    <w:rsid w:val="00B303B7"/>
    <w:pPr>
      <w:ind w:left="708"/>
    </w:pPr>
  </w:style>
  <w:style w:type="paragraph" w:customStyle="1" w:styleId="Paragrafoelenco3">
    <w:name w:val="Paragrafo elenco3"/>
    <w:basedOn w:val="Normale"/>
    <w:uiPriority w:val="99"/>
    <w:rsid w:val="002C2A7E"/>
    <w:pPr>
      <w:ind w:left="708"/>
    </w:pPr>
  </w:style>
  <w:style w:type="paragraph" w:customStyle="1" w:styleId="Paragrafoelenco4">
    <w:name w:val="Paragrafo elenco4"/>
    <w:basedOn w:val="Normale"/>
    <w:uiPriority w:val="99"/>
    <w:rsid w:val="002B3CFC"/>
    <w:pPr>
      <w:ind w:left="708"/>
    </w:pPr>
  </w:style>
  <w:style w:type="paragraph" w:customStyle="1" w:styleId="Paragrafoelenco5">
    <w:name w:val="Paragrafo elenco5"/>
    <w:basedOn w:val="Normale"/>
    <w:uiPriority w:val="99"/>
    <w:rsid w:val="00F91793"/>
    <w:pPr>
      <w:ind w:left="708"/>
    </w:pPr>
  </w:style>
  <w:style w:type="character" w:styleId="Rimandocommento">
    <w:name w:val="annotation reference"/>
    <w:basedOn w:val="Carpredefinitoparagrafo"/>
    <w:uiPriority w:val="99"/>
    <w:semiHidden/>
    <w:unhideWhenUsed/>
    <w:rsid w:val="00A0127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0127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01273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0127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01273"/>
    <w:rPr>
      <w:b/>
      <w:bCs/>
    </w:rPr>
  </w:style>
  <w:style w:type="paragraph" w:customStyle="1" w:styleId="xxmsonormal">
    <w:name w:val="x_x_msonormal"/>
    <w:basedOn w:val="Normale"/>
    <w:rsid w:val="0066145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3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1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7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7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7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4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24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424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4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24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424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24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24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24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4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4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4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24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4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4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24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4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4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4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4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24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47165">
          <w:marLeft w:val="0"/>
          <w:marRight w:val="42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47166">
          <w:marLeft w:val="0"/>
          <w:marRight w:val="42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47167">
          <w:marLeft w:val="0"/>
          <w:marRight w:val="42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47168">
          <w:marLeft w:val="0"/>
          <w:marRight w:val="42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47170">
          <w:marLeft w:val="0"/>
          <w:marRight w:val="42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47171">
          <w:marLeft w:val="0"/>
          <w:marRight w:val="42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24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4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24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424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9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83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4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9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6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Documents%20and%20Settings\maria\Dati%20applicazioni\Microsoft\Modelli\VerbaliConsiglio\DefsVerbaleConsiglioColoreNUOV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A70DBD-0183-BC43-947A-55E3BF0FB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Settings\maria\Dati applicazioni\Microsoft\Modelli\VerbaliConsiglio\DefsVerbaleConsiglioColoreNUOVO.dot</Template>
  <TotalTime>1026</TotalTime>
  <Pages>12</Pages>
  <Words>2258</Words>
  <Characters>12871</Characters>
  <Application>Microsoft Office Word</Application>
  <DocSecurity>0</DocSecurity>
  <Lines>107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giorno</vt:lpstr>
    </vt:vector>
  </TitlesOfParts>
  <Company>Dipartimento di Economia Università di Perugia</Company>
  <LinksUpToDate>false</LinksUpToDate>
  <CharactersWithSpaces>15099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giorno</dc:title>
  <dc:subject/>
  <dc:creator>Mariaelisa</dc:creator>
  <cp:keywords/>
  <dc:description/>
  <cp:lastModifiedBy>Utente di Microsoft Office</cp:lastModifiedBy>
  <cp:revision>205</cp:revision>
  <cp:lastPrinted>2021-12-16T15:18:00Z</cp:lastPrinted>
  <dcterms:created xsi:type="dcterms:W3CDTF">2021-06-17T09:30:00Z</dcterms:created>
  <dcterms:modified xsi:type="dcterms:W3CDTF">2022-02-07T13:49:00Z</dcterms:modified>
</cp:coreProperties>
</file>